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C81" w:rsidRDefault="00B26C81" w:rsidP="00880419">
      <w:pPr>
        <w:tabs>
          <w:tab w:val="left" w:pos="6096"/>
        </w:tabs>
        <w:ind w:left="10206" w:firstLine="12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Приложение 1</w:t>
      </w:r>
    </w:p>
    <w:p w:rsidR="00B26C81" w:rsidRDefault="00B26C81" w:rsidP="00880419">
      <w:pPr>
        <w:tabs>
          <w:tab w:val="left" w:pos="6096"/>
        </w:tabs>
        <w:ind w:left="10206" w:firstLine="12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к муниципальной программе</w:t>
      </w:r>
    </w:p>
    <w:p w:rsidR="00B26C81" w:rsidRDefault="00B26C81" w:rsidP="00880419">
      <w:pPr>
        <w:pStyle w:val="Default"/>
        <w:jc w:val="right"/>
        <w:rPr>
          <w:bCs/>
        </w:rPr>
      </w:pPr>
      <w:r>
        <w:rPr>
          <w:bCs/>
        </w:rPr>
        <w:t xml:space="preserve">«Устойчивое развитие сельской территории – </w:t>
      </w:r>
    </w:p>
    <w:p w:rsidR="00B26C81" w:rsidRDefault="00B26C81" w:rsidP="00880419">
      <w:pPr>
        <w:pStyle w:val="Default"/>
        <w:jc w:val="right"/>
        <w:rPr>
          <w:bCs/>
        </w:rPr>
      </w:pPr>
      <w:r>
        <w:rPr>
          <w:bCs/>
        </w:rPr>
        <w:t xml:space="preserve">сельского поселения Излегощенский сельсовет </w:t>
      </w:r>
    </w:p>
    <w:p w:rsidR="00B26C81" w:rsidRDefault="00B26C81" w:rsidP="00880419">
      <w:pPr>
        <w:pStyle w:val="Default"/>
        <w:jc w:val="right"/>
        <w:rPr>
          <w:bCs/>
        </w:rPr>
      </w:pPr>
      <w:r>
        <w:t>Усманского муниципального района</w:t>
      </w:r>
      <w:r>
        <w:rPr>
          <w:bCs/>
        </w:rPr>
        <w:t xml:space="preserve"> </w:t>
      </w:r>
    </w:p>
    <w:p w:rsidR="00B26C81" w:rsidRDefault="00B26C81" w:rsidP="00880419">
      <w:pPr>
        <w:pStyle w:val="Default"/>
        <w:jc w:val="right"/>
        <w:rPr>
          <w:bCs/>
        </w:rPr>
      </w:pPr>
      <w:r>
        <w:rPr>
          <w:bCs/>
        </w:rPr>
        <w:t>Липецкой области на 2016-2024 годы»</w:t>
      </w:r>
    </w:p>
    <w:p w:rsidR="00B26C81" w:rsidRDefault="00B26C81" w:rsidP="00880419">
      <w:pPr>
        <w:pStyle w:val="Default"/>
        <w:jc w:val="right"/>
        <w:rPr>
          <w:bCs/>
        </w:rPr>
      </w:pPr>
    </w:p>
    <w:p w:rsidR="00B26C81" w:rsidRDefault="00B26C81" w:rsidP="00881F44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 об индикаторе цели, показателях задач  и объемах финансирования муниципальной программы</w:t>
      </w:r>
    </w:p>
    <w:p w:rsidR="00B26C81" w:rsidRDefault="00B26C81" w:rsidP="00881F44">
      <w:pPr>
        <w:pStyle w:val="Default"/>
        <w:jc w:val="center"/>
        <w:outlineLvl w:val="0"/>
        <w:rPr>
          <w:b/>
          <w:bCs/>
        </w:rPr>
      </w:pPr>
      <w:r>
        <w:rPr>
          <w:b/>
          <w:bCs/>
        </w:rPr>
        <w:t>«Устойчивое развитие сельской территории – сельского поселения Излегощенский сельсовет</w:t>
      </w:r>
    </w:p>
    <w:p w:rsidR="00B26C81" w:rsidRDefault="00B26C81" w:rsidP="00881F44">
      <w:pPr>
        <w:pStyle w:val="Default"/>
        <w:jc w:val="center"/>
        <w:outlineLvl w:val="0"/>
        <w:rPr>
          <w:b/>
          <w:bCs/>
        </w:rPr>
      </w:pPr>
      <w:r>
        <w:rPr>
          <w:b/>
        </w:rPr>
        <w:t>Усманского муниципального района</w:t>
      </w:r>
      <w:r>
        <w:rPr>
          <w:b/>
          <w:bCs/>
        </w:rPr>
        <w:t xml:space="preserve"> Липецкой области на 2016-2024 годы»</w:t>
      </w:r>
    </w:p>
    <w:p w:rsidR="00B26C81" w:rsidRDefault="00B26C81" w:rsidP="00881F44">
      <w:pPr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Таблица</w:t>
      </w:r>
    </w:p>
    <w:p w:rsidR="00B26C81" w:rsidRDefault="00B26C81" w:rsidP="00880419">
      <w:pPr>
        <w:jc w:val="right"/>
        <w:rPr>
          <w:sz w:val="24"/>
          <w:szCs w:val="24"/>
        </w:rPr>
      </w:pPr>
    </w:p>
    <w:tbl>
      <w:tblPr>
        <w:tblW w:w="248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7"/>
        <w:gridCol w:w="3501"/>
        <w:gridCol w:w="1660"/>
        <w:gridCol w:w="980"/>
        <w:gridCol w:w="953"/>
        <w:gridCol w:w="996"/>
        <w:gridCol w:w="953"/>
        <w:gridCol w:w="953"/>
        <w:gridCol w:w="953"/>
        <w:gridCol w:w="943"/>
        <w:gridCol w:w="942"/>
        <w:gridCol w:w="942"/>
        <w:gridCol w:w="876"/>
        <w:gridCol w:w="876"/>
        <w:gridCol w:w="876"/>
        <w:gridCol w:w="876"/>
        <w:gridCol w:w="876"/>
        <w:gridCol w:w="876"/>
        <w:gridCol w:w="876"/>
        <w:gridCol w:w="876"/>
        <w:gridCol w:w="876"/>
        <w:gridCol w:w="876"/>
        <w:gridCol w:w="876"/>
        <w:gridCol w:w="876"/>
      </w:tblGrid>
      <w:tr w:rsidR="00B26C81" w:rsidTr="00881F44">
        <w:trPr>
          <w:gridAfter w:val="11"/>
          <w:wAfter w:w="9636" w:type="dxa"/>
        </w:trPr>
        <w:tc>
          <w:tcPr>
            <w:tcW w:w="557" w:type="dxa"/>
            <w:vMerge w:val="restart"/>
          </w:tcPr>
          <w:p w:rsidR="00B26C81" w:rsidRPr="007C5AC4" w:rsidRDefault="00B26C81" w:rsidP="009332AF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№ п/п</w:t>
            </w:r>
          </w:p>
        </w:tc>
        <w:tc>
          <w:tcPr>
            <w:tcW w:w="3501" w:type="dxa"/>
            <w:vMerge w:val="restart"/>
          </w:tcPr>
          <w:p w:rsidR="00B26C81" w:rsidRPr="007C5AC4" w:rsidRDefault="00B26C81" w:rsidP="009332AF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Наименование цели, индикатора, задач, показателей, подпрограмм, основных мероприятий, направлений расходов</w:t>
            </w:r>
          </w:p>
        </w:tc>
        <w:tc>
          <w:tcPr>
            <w:tcW w:w="1660" w:type="dxa"/>
            <w:vMerge w:val="restart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Единица</w:t>
            </w:r>
          </w:p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 xml:space="preserve"> измерения</w:t>
            </w:r>
          </w:p>
        </w:tc>
        <w:tc>
          <w:tcPr>
            <w:tcW w:w="9491" w:type="dxa"/>
            <w:gridSpan w:val="10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Значения индикаторов, показателей и объемов финансирования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9332AF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9332AF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Merge/>
          </w:tcPr>
          <w:p w:rsidR="00B26C81" w:rsidRPr="007C5AC4" w:rsidRDefault="00B26C81" w:rsidP="007C5AC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80" w:type="dxa"/>
          </w:tcPr>
          <w:p w:rsidR="00B26C81" w:rsidRPr="008A1135" w:rsidRDefault="00B26C81" w:rsidP="007C5AC4">
            <w:pPr>
              <w:jc w:val="center"/>
            </w:pPr>
            <w:r w:rsidRPr="008A1135">
              <w:t>базовый</w:t>
            </w:r>
          </w:p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2015</w:t>
            </w:r>
          </w:p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год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2016 год</w:t>
            </w:r>
          </w:p>
        </w:tc>
        <w:tc>
          <w:tcPr>
            <w:tcW w:w="996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2017 год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2018</w:t>
            </w:r>
          </w:p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год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2019</w:t>
            </w:r>
          </w:p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год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2020 год</w:t>
            </w:r>
          </w:p>
        </w:tc>
        <w:tc>
          <w:tcPr>
            <w:tcW w:w="94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2021 год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2022 год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2023 год</w:t>
            </w:r>
          </w:p>
        </w:tc>
        <w:tc>
          <w:tcPr>
            <w:tcW w:w="876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2024 год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</w:tcPr>
          <w:p w:rsidR="00B26C81" w:rsidRPr="00D978D2" w:rsidRDefault="00B26C81" w:rsidP="009332AF">
            <w:r w:rsidRPr="00D978D2">
              <w:t>1</w:t>
            </w:r>
          </w:p>
        </w:tc>
        <w:tc>
          <w:tcPr>
            <w:tcW w:w="3501" w:type="dxa"/>
          </w:tcPr>
          <w:p w:rsidR="00B26C81" w:rsidRPr="007C5AC4" w:rsidRDefault="00B26C81" w:rsidP="009332AF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2</w:t>
            </w: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3</w:t>
            </w:r>
          </w:p>
        </w:tc>
        <w:tc>
          <w:tcPr>
            <w:tcW w:w="98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4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5</w:t>
            </w:r>
          </w:p>
        </w:tc>
        <w:tc>
          <w:tcPr>
            <w:tcW w:w="996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6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7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8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9</w:t>
            </w:r>
          </w:p>
        </w:tc>
        <w:tc>
          <w:tcPr>
            <w:tcW w:w="94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6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</w:tcPr>
          <w:p w:rsidR="00B26C81" w:rsidRPr="00D978D2" w:rsidRDefault="00B26C81" w:rsidP="009332AF">
            <w:r>
              <w:t>2</w:t>
            </w:r>
          </w:p>
        </w:tc>
        <w:tc>
          <w:tcPr>
            <w:tcW w:w="14652" w:type="dxa"/>
            <w:gridSpan w:val="12"/>
          </w:tcPr>
          <w:p w:rsidR="00B26C81" w:rsidRPr="007C5AC4" w:rsidRDefault="00B26C81" w:rsidP="00C44B66">
            <w:pPr>
              <w:rPr>
                <w:b/>
                <w:color w:val="000000"/>
                <w:sz w:val="24"/>
                <w:szCs w:val="24"/>
              </w:rPr>
            </w:pPr>
            <w:r w:rsidRPr="007C5AC4">
              <w:rPr>
                <w:b/>
                <w:color w:val="000000"/>
                <w:sz w:val="24"/>
                <w:szCs w:val="24"/>
              </w:rPr>
              <w:t xml:space="preserve">Цель муниципальной Программы - </w:t>
            </w:r>
            <w:r w:rsidRPr="007C5AC4">
              <w:rPr>
                <w:b/>
                <w:sz w:val="24"/>
                <w:szCs w:val="24"/>
              </w:rPr>
              <w:t>Создание комфортных условий жизнедеятельности в сельс</w:t>
            </w:r>
            <w:r>
              <w:rPr>
                <w:b/>
                <w:sz w:val="24"/>
                <w:szCs w:val="24"/>
              </w:rPr>
              <w:t xml:space="preserve">ком поселении Излегощенский </w:t>
            </w:r>
            <w:r w:rsidRPr="007C5AC4">
              <w:rPr>
                <w:b/>
                <w:sz w:val="24"/>
                <w:szCs w:val="24"/>
              </w:rPr>
              <w:t>сельсовет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</w:tcPr>
          <w:p w:rsidR="00B26C81" w:rsidRPr="007C5AC4" w:rsidRDefault="00B26C81" w:rsidP="000F6484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3</w:t>
            </w:r>
          </w:p>
        </w:tc>
        <w:tc>
          <w:tcPr>
            <w:tcW w:w="3501" w:type="dxa"/>
          </w:tcPr>
          <w:p w:rsidR="00B26C81" w:rsidRPr="007C5AC4" w:rsidRDefault="00B26C81" w:rsidP="000F6484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 xml:space="preserve">Индикатор цели </w:t>
            </w:r>
          </w:p>
          <w:p w:rsidR="00B26C81" w:rsidRPr="007C5AC4" w:rsidRDefault="00B26C81" w:rsidP="000F6484">
            <w:pPr>
              <w:rPr>
                <w:color w:val="000000"/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 xml:space="preserve">Удовлетворенность населения </w:t>
            </w:r>
            <w:r w:rsidRPr="007C5AC4">
              <w:rPr>
                <w:color w:val="000000"/>
                <w:sz w:val="24"/>
                <w:szCs w:val="24"/>
              </w:rPr>
              <w:t>деятельностью органов местного самоуправления поселения</w:t>
            </w: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</w:p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% от числа опрошенных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996" w:type="dxa"/>
            <w:vAlign w:val="center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307C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94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876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</w:tcPr>
          <w:p w:rsidR="00B26C81" w:rsidRPr="007C5AC4" w:rsidRDefault="00B26C81" w:rsidP="000F6484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4</w:t>
            </w:r>
          </w:p>
        </w:tc>
        <w:tc>
          <w:tcPr>
            <w:tcW w:w="14652" w:type="dxa"/>
            <w:gridSpan w:val="12"/>
          </w:tcPr>
          <w:p w:rsidR="00B26C81" w:rsidRPr="007C5AC4" w:rsidRDefault="00B26C81" w:rsidP="000F6484">
            <w:pPr>
              <w:rPr>
                <w:b/>
                <w:color w:val="000000"/>
                <w:sz w:val="24"/>
                <w:szCs w:val="24"/>
              </w:rPr>
            </w:pPr>
            <w:r w:rsidRPr="007C5AC4">
              <w:rPr>
                <w:b/>
                <w:sz w:val="24"/>
                <w:szCs w:val="24"/>
              </w:rPr>
              <w:t xml:space="preserve">Задача 1 муниципальной программы – </w:t>
            </w:r>
            <w:r w:rsidRPr="007C5AC4">
              <w:rPr>
                <w:sz w:val="24"/>
                <w:szCs w:val="24"/>
              </w:rPr>
              <w:t xml:space="preserve"> </w:t>
            </w:r>
            <w:r w:rsidRPr="007C5AC4">
              <w:rPr>
                <w:b/>
                <w:sz w:val="24"/>
                <w:szCs w:val="24"/>
              </w:rPr>
              <w:t>Созданий условий для повышения качества жизни населения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</w:tcPr>
          <w:p w:rsidR="00B26C81" w:rsidRPr="007C5AC4" w:rsidRDefault="00B26C81" w:rsidP="000F6484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5</w:t>
            </w:r>
          </w:p>
        </w:tc>
        <w:tc>
          <w:tcPr>
            <w:tcW w:w="3501" w:type="dxa"/>
          </w:tcPr>
          <w:p w:rsidR="00B26C81" w:rsidRPr="007C5AC4" w:rsidRDefault="00B26C81" w:rsidP="007C5AC4">
            <w:pPr>
              <w:jc w:val="both"/>
              <w:rPr>
                <w:sz w:val="24"/>
                <w:szCs w:val="24"/>
                <w:u w:val="single"/>
              </w:rPr>
            </w:pPr>
            <w:r w:rsidRPr="007C5AC4">
              <w:rPr>
                <w:sz w:val="24"/>
                <w:szCs w:val="24"/>
                <w:u w:val="single"/>
              </w:rPr>
              <w:t>Показатель 1 задачи 1 муниципальной Программы</w:t>
            </w:r>
          </w:p>
          <w:p w:rsidR="00B26C81" w:rsidRPr="007C5AC4" w:rsidRDefault="00B26C81" w:rsidP="000F6484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Удельный вес дорог с твердым покрытием в общей протяженности дорог местного значения в пределах поселения</w:t>
            </w:r>
          </w:p>
        </w:tc>
        <w:tc>
          <w:tcPr>
            <w:tcW w:w="166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%</w:t>
            </w:r>
          </w:p>
        </w:tc>
        <w:tc>
          <w:tcPr>
            <w:tcW w:w="980" w:type="dxa"/>
          </w:tcPr>
          <w:p w:rsidR="00B26C81" w:rsidRDefault="00B26C81" w:rsidP="007C5AC4">
            <w:pPr>
              <w:snapToGrid w:val="0"/>
              <w:jc w:val="center"/>
            </w:pPr>
            <w:r>
              <w:t>55</w:t>
            </w:r>
          </w:p>
        </w:tc>
        <w:tc>
          <w:tcPr>
            <w:tcW w:w="953" w:type="dxa"/>
          </w:tcPr>
          <w:p w:rsidR="00B26C81" w:rsidRDefault="00B26C81" w:rsidP="007C5AC4">
            <w:pPr>
              <w:snapToGrid w:val="0"/>
              <w:jc w:val="center"/>
            </w:pPr>
            <w:r>
              <w:t>57</w:t>
            </w:r>
          </w:p>
        </w:tc>
        <w:tc>
          <w:tcPr>
            <w:tcW w:w="996" w:type="dxa"/>
          </w:tcPr>
          <w:p w:rsidR="00B26C81" w:rsidRDefault="00B26C81" w:rsidP="007C5AC4">
            <w:pPr>
              <w:snapToGrid w:val="0"/>
              <w:jc w:val="center"/>
            </w:pPr>
            <w:r>
              <w:t>60</w:t>
            </w:r>
          </w:p>
        </w:tc>
        <w:tc>
          <w:tcPr>
            <w:tcW w:w="953" w:type="dxa"/>
          </w:tcPr>
          <w:p w:rsidR="00B26C81" w:rsidRDefault="00B26C81" w:rsidP="007C5AC4">
            <w:pPr>
              <w:snapToGrid w:val="0"/>
              <w:jc w:val="center"/>
            </w:pPr>
            <w:r>
              <w:t>62</w:t>
            </w:r>
          </w:p>
        </w:tc>
        <w:tc>
          <w:tcPr>
            <w:tcW w:w="953" w:type="dxa"/>
          </w:tcPr>
          <w:p w:rsidR="00B26C81" w:rsidRDefault="00B26C81" w:rsidP="007C5AC4">
            <w:pPr>
              <w:snapToGrid w:val="0"/>
              <w:jc w:val="center"/>
            </w:pPr>
            <w:r>
              <w:t>66</w:t>
            </w:r>
          </w:p>
        </w:tc>
        <w:tc>
          <w:tcPr>
            <w:tcW w:w="953" w:type="dxa"/>
          </w:tcPr>
          <w:p w:rsidR="00B26C81" w:rsidRDefault="00B26C81" w:rsidP="007C5AC4">
            <w:pPr>
              <w:snapToGrid w:val="0"/>
              <w:jc w:val="center"/>
            </w:pPr>
            <w:r>
              <w:t>70</w:t>
            </w:r>
          </w:p>
        </w:tc>
        <w:tc>
          <w:tcPr>
            <w:tcW w:w="94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876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</w:tcPr>
          <w:p w:rsidR="00B26C81" w:rsidRPr="007C5AC4" w:rsidRDefault="00B26C81" w:rsidP="000F6484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6</w:t>
            </w:r>
          </w:p>
        </w:tc>
        <w:tc>
          <w:tcPr>
            <w:tcW w:w="3501" w:type="dxa"/>
          </w:tcPr>
          <w:p w:rsidR="00B26C81" w:rsidRPr="007C5AC4" w:rsidRDefault="00B26C81" w:rsidP="007C5AC4">
            <w:pPr>
              <w:jc w:val="both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  <w:u w:val="single"/>
              </w:rPr>
              <w:t>Показатель 2 задачи 1 муниципальной Программы</w:t>
            </w:r>
          </w:p>
          <w:p w:rsidR="00B26C81" w:rsidRDefault="00B26C81" w:rsidP="000F6484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 xml:space="preserve"> Доля протяженности освещенных частей улиц, проездов в их общей протяженности</w:t>
            </w:r>
          </w:p>
          <w:p w:rsidR="00B26C81" w:rsidRPr="007C5AC4" w:rsidRDefault="00B26C81" w:rsidP="000F6484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</w:p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%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996" w:type="dxa"/>
            <w:vAlign w:val="center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94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876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</w:tcPr>
          <w:p w:rsidR="00B26C81" w:rsidRPr="007C5AC4" w:rsidRDefault="00B26C81" w:rsidP="000F6484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7</w:t>
            </w:r>
          </w:p>
        </w:tc>
        <w:tc>
          <w:tcPr>
            <w:tcW w:w="3501" w:type="dxa"/>
          </w:tcPr>
          <w:p w:rsidR="00B26C81" w:rsidRPr="007C5AC4" w:rsidRDefault="00B26C81" w:rsidP="007C5AC4">
            <w:pPr>
              <w:jc w:val="both"/>
              <w:rPr>
                <w:sz w:val="24"/>
                <w:szCs w:val="24"/>
                <w:u w:val="single"/>
              </w:rPr>
            </w:pPr>
            <w:r w:rsidRPr="007C5AC4">
              <w:rPr>
                <w:sz w:val="24"/>
                <w:szCs w:val="24"/>
                <w:u w:val="single"/>
              </w:rPr>
              <w:t>Показатель 3 задачи 1 муниципальной Программы</w:t>
            </w:r>
          </w:p>
          <w:p w:rsidR="00B26C81" w:rsidRPr="007C5AC4" w:rsidRDefault="00B26C81" w:rsidP="007C5AC4">
            <w:pPr>
              <w:jc w:val="both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Доля населения, участвующего в культурно - досуговых мероприятиях</w:t>
            </w: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</w:p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%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953" w:type="dxa"/>
          </w:tcPr>
          <w:p w:rsidR="00B26C81" w:rsidRDefault="00B26C81" w:rsidP="007C5AC4">
            <w:pPr>
              <w:snapToGrid w:val="0"/>
              <w:jc w:val="center"/>
            </w:pPr>
            <w:r>
              <w:t>32</w:t>
            </w:r>
          </w:p>
        </w:tc>
        <w:tc>
          <w:tcPr>
            <w:tcW w:w="996" w:type="dxa"/>
          </w:tcPr>
          <w:p w:rsidR="00B26C81" w:rsidRDefault="00B26C81" w:rsidP="007C5AC4">
            <w:pPr>
              <w:snapToGrid w:val="0"/>
              <w:jc w:val="center"/>
            </w:pPr>
            <w:r>
              <w:t>35</w:t>
            </w:r>
          </w:p>
        </w:tc>
        <w:tc>
          <w:tcPr>
            <w:tcW w:w="953" w:type="dxa"/>
          </w:tcPr>
          <w:p w:rsidR="00B26C81" w:rsidRDefault="00B26C81" w:rsidP="007C5AC4">
            <w:pPr>
              <w:snapToGrid w:val="0"/>
              <w:jc w:val="center"/>
            </w:pPr>
            <w:r>
              <w:t>37</w:t>
            </w:r>
          </w:p>
        </w:tc>
        <w:tc>
          <w:tcPr>
            <w:tcW w:w="953" w:type="dxa"/>
          </w:tcPr>
          <w:p w:rsidR="00B26C81" w:rsidRDefault="00B26C81" w:rsidP="007C5AC4">
            <w:pPr>
              <w:snapToGrid w:val="0"/>
              <w:jc w:val="center"/>
            </w:pPr>
            <w:r>
              <w:t>38</w:t>
            </w:r>
          </w:p>
        </w:tc>
        <w:tc>
          <w:tcPr>
            <w:tcW w:w="953" w:type="dxa"/>
          </w:tcPr>
          <w:p w:rsidR="00B26C81" w:rsidRDefault="00B26C81" w:rsidP="007C5AC4">
            <w:pPr>
              <w:snapToGrid w:val="0"/>
              <w:jc w:val="center"/>
            </w:pPr>
            <w:r>
              <w:t>39</w:t>
            </w:r>
          </w:p>
        </w:tc>
        <w:tc>
          <w:tcPr>
            <w:tcW w:w="94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876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</w:tcPr>
          <w:p w:rsidR="00B26C81" w:rsidRPr="007C5AC4" w:rsidRDefault="00B26C81" w:rsidP="000F6484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8</w:t>
            </w:r>
          </w:p>
        </w:tc>
        <w:tc>
          <w:tcPr>
            <w:tcW w:w="3501" w:type="dxa"/>
          </w:tcPr>
          <w:p w:rsidR="00B26C81" w:rsidRPr="007C5AC4" w:rsidRDefault="00B26C81" w:rsidP="007C5AC4">
            <w:pPr>
              <w:jc w:val="both"/>
              <w:rPr>
                <w:sz w:val="24"/>
                <w:szCs w:val="24"/>
                <w:u w:val="single"/>
              </w:rPr>
            </w:pPr>
            <w:r w:rsidRPr="007C5AC4">
              <w:rPr>
                <w:sz w:val="24"/>
                <w:szCs w:val="24"/>
                <w:u w:val="single"/>
              </w:rPr>
              <w:t>Показатель 4 задачи 1 муниципальной Программы</w:t>
            </w:r>
          </w:p>
          <w:p w:rsidR="00B26C81" w:rsidRPr="007C5AC4" w:rsidRDefault="00B26C81" w:rsidP="007C5AC4">
            <w:pPr>
              <w:jc w:val="both"/>
              <w:rPr>
                <w:sz w:val="24"/>
                <w:szCs w:val="24"/>
                <w:u w:val="single"/>
              </w:rPr>
            </w:pPr>
            <w:r w:rsidRPr="007C5AC4">
              <w:rPr>
                <w:sz w:val="24"/>
                <w:szCs w:val="24"/>
              </w:rPr>
              <w:t>Доля населения, систематически занимающегося физической культурой и спортом</w:t>
            </w: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%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953" w:type="dxa"/>
          </w:tcPr>
          <w:p w:rsidR="00B26C81" w:rsidRDefault="00B26C81" w:rsidP="007C5AC4">
            <w:pPr>
              <w:snapToGrid w:val="0"/>
              <w:jc w:val="center"/>
            </w:pPr>
            <w:r>
              <w:t>32</w:t>
            </w:r>
          </w:p>
        </w:tc>
        <w:tc>
          <w:tcPr>
            <w:tcW w:w="996" w:type="dxa"/>
          </w:tcPr>
          <w:p w:rsidR="00B26C81" w:rsidRDefault="00B26C81" w:rsidP="007C5AC4">
            <w:pPr>
              <w:snapToGrid w:val="0"/>
              <w:jc w:val="center"/>
            </w:pPr>
            <w:r>
              <w:t>35</w:t>
            </w:r>
          </w:p>
        </w:tc>
        <w:tc>
          <w:tcPr>
            <w:tcW w:w="953" w:type="dxa"/>
          </w:tcPr>
          <w:p w:rsidR="00B26C81" w:rsidRDefault="00B26C81" w:rsidP="007C5AC4">
            <w:pPr>
              <w:snapToGrid w:val="0"/>
              <w:jc w:val="center"/>
            </w:pPr>
            <w:r>
              <w:t>37</w:t>
            </w:r>
          </w:p>
        </w:tc>
        <w:tc>
          <w:tcPr>
            <w:tcW w:w="953" w:type="dxa"/>
          </w:tcPr>
          <w:p w:rsidR="00B26C81" w:rsidRDefault="00B26C81" w:rsidP="007C5AC4">
            <w:pPr>
              <w:snapToGrid w:val="0"/>
              <w:jc w:val="center"/>
            </w:pPr>
            <w:r>
              <w:t>38</w:t>
            </w:r>
          </w:p>
        </w:tc>
        <w:tc>
          <w:tcPr>
            <w:tcW w:w="953" w:type="dxa"/>
          </w:tcPr>
          <w:p w:rsidR="00B26C81" w:rsidRDefault="00B26C81" w:rsidP="007C5AC4">
            <w:pPr>
              <w:snapToGrid w:val="0"/>
              <w:jc w:val="center"/>
            </w:pPr>
            <w:r>
              <w:t>40</w:t>
            </w:r>
          </w:p>
        </w:tc>
        <w:tc>
          <w:tcPr>
            <w:tcW w:w="94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876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</w:tcPr>
          <w:p w:rsidR="00B26C81" w:rsidRPr="007C5AC4" w:rsidRDefault="00B26C81" w:rsidP="000F6484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9</w:t>
            </w:r>
          </w:p>
        </w:tc>
        <w:tc>
          <w:tcPr>
            <w:tcW w:w="14652" w:type="dxa"/>
            <w:gridSpan w:val="12"/>
          </w:tcPr>
          <w:p w:rsidR="00B26C81" w:rsidRPr="007C5AC4" w:rsidRDefault="00B26C81" w:rsidP="009D48B6">
            <w:pPr>
              <w:rPr>
                <w:sz w:val="24"/>
                <w:szCs w:val="24"/>
              </w:rPr>
            </w:pPr>
            <w:r w:rsidRPr="007C5AC4">
              <w:rPr>
                <w:b/>
                <w:sz w:val="24"/>
                <w:szCs w:val="24"/>
              </w:rPr>
              <w:t>Задача 1 муниципальной Программы -</w:t>
            </w:r>
            <w:r w:rsidRPr="007C5AC4">
              <w:rPr>
                <w:sz w:val="24"/>
                <w:szCs w:val="24"/>
              </w:rPr>
              <w:t xml:space="preserve"> </w:t>
            </w:r>
            <w:r w:rsidRPr="007C5AC4">
              <w:rPr>
                <w:b/>
                <w:sz w:val="24"/>
                <w:szCs w:val="24"/>
              </w:rPr>
              <w:t>Создание условий для повышения безопасности проживания на территории поселения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</w:tcPr>
          <w:p w:rsidR="00B26C81" w:rsidRPr="007C5AC4" w:rsidRDefault="00B26C81" w:rsidP="00B22F78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10</w:t>
            </w:r>
          </w:p>
        </w:tc>
        <w:tc>
          <w:tcPr>
            <w:tcW w:w="3501" w:type="dxa"/>
          </w:tcPr>
          <w:p w:rsidR="00B26C81" w:rsidRPr="007C5AC4" w:rsidRDefault="00B26C81" w:rsidP="007C5AC4">
            <w:pPr>
              <w:jc w:val="both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Показатель  задачи 2</w:t>
            </w:r>
          </w:p>
          <w:p w:rsidR="00B26C81" w:rsidRPr="007C5AC4" w:rsidRDefault="00B26C81" w:rsidP="007C5AC4">
            <w:pPr>
              <w:jc w:val="both"/>
              <w:rPr>
                <w:sz w:val="24"/>
                <w:szCs w:val="24"/>
                <w:u w:val="single"/>
              </w:rPr>
            </w:pPr>
            <w:r w:rsidRPr="007C5AC4">
              <w:rPr>
                <w:sz w:val="24"/>
                <w:szCs w:val="24"/>
              </w:rPr>
              <w:t xml:space="preserve">-Сокращение деструктивных событий (пожаров), чрезвычайных ситуаций) </w:t>
            </w: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 xml:space="preserve"> % к предыдущему году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6" w:type="dxa"/>
            <w:vAlign w:val="center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4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76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</w:tcPr>
          <w:p w:rsidR="00B26C81" w:rsidRPr="007C5AC4" w:rsidRDefault="00B26C81" w:rsidP="006A00B0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11</w:t>
            </w:r>
          </w:p>
        </w:tc>
        <w:tc>
          <w:tcPr>
            <w:tcW w:w="14652" w:type="dxa"/>
            <w:gridSpan w:val="12"/>
          </w:tcPr>
          <w:p w:rsidR="00B26C81" w:rsidRPr="007C5AC4" w:rsidRDefault="00B26C81" w:rsidP="006A00B0">
            <w:pPr>
              <w:rPr>
                <w:b/>
                <w:sz w:val="24"/>
                <w:szCs w:val="24"/>
              </w:rPr>
            </w:pPr>
          </w:p>
          <w:p w:rsidR="00B26C81" w:rsidRPr="007C5AC4" w:rsidRDefault="00B26C81" w:rsidP="006A00B0">
            <w:pPr>
              <w:rPr>
                <w:b/>
                <w:bCs/>
                <w:sz w:val="24"/>
                <w:szCs w:val="24"/>
              </w:rPr>
            </w:pPr>
            <w:r w:rsidRPr="007C5AC4">
              <w:rPr>
                <w:b/>
                <w:sz w:val="24"/>
                <w:szCs w:val="24"/>
              </w:rPr>
              <w:t>Подпрограмма 1 – Повышение эффективности деятельности органов местного самоуправления</w:t>
            </w:r>
            <w:r w:rsidRPr="007C5AC4">
              <w:rPr>
                <w:b/>
                <w:bCs/>
                <w:sz w:val="24"/>
                <w:szCs w:val="24"/>
              </w:rPr>
              <w:t xml:space="preserve"> сельск</w:t>
            </w:r>
            <w:r>
              <w:rPr>
                <w:b/>
                <w:bCs/>
                <w:sz w:val="24"/>
                <w:szCs w:val="24"/>
              </w:rPr>
              <w:t>ого поселения Излегощенский</w:t>
            </w:r>
            <w:r w:rsidRPr="007C5AC4">
              <w:rPr>
                <w:b/>
                <w:bCs/>
                <w:sz w:val="24"/>
                <w:szCs w:val="24"/>
              </w:rPr>
              <w:t xml:space="preserve">  сельсовет в 2016-2024 годах".</w:t>
            </w:r>
          </w:p>
          <w:p w:rsidR="00B26C81" w:rsidRPr="007C5AC4" w:rsidRDefault="00B26C81" w:rsidP="006A00B0">
            <w:pPr>
              <w:rPr>
                <w:color w:val="000000"/>
                <w:sz w:val="24"/>
                <w:szCs w:val="24"/>
              </w:rPr>
            </w:pP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</w:tcPr>
          <w:p w:rsidR="00B26C81" w:rsidRPr="007C5AC4" w:rsidRDefault="00B26C81" w:rsidP="006A00B0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12</w:t>
            </w:r>
          </w:p>
        </w:tc>
        <w:tc>
          <w:tcPr>
            <w:tcW w:w="14652" w:type="dxa"/>
            <w:gridSpan w:val="12"/>
          </w:tcPr>
          <w:p w:rsidR="00B26C81" w:rsidRPr="007C5AC4" w:rsidRDefault="00B26C81" w:rsidP="006A00B0">
            <w:pPr>
              <w:rPr>
                <w:color w:val="000000"/>
                <w:sz w:val="24"/>
                <w:szCs w:val="24"/>
              </w:rPr>
            </w:pPr>
            <w:r w:rsidRPr="007C5AC4">
              <w:rPr>
                <w:b/>
                <w:sz w:val="24"/>
                <w:szCs w:val="24"/>
              </w:rPr>
              <w:t>Задача  1 Подпрограммы</w:t>
            </w:r>
            <w:r w:rsidRPr="007C5AC4">
              <w:rPr>
                <w:b/>
                <w:i/>
                <w:sz w:val="24"/>
                <w:szCs w:val="24"/>
              </w:rPr>
              <w:t xml:space="preserve"> </w:t>
            </w:r>
            <w:r w:rsidRPr="007C5AC4">
              <w:rPr>
                <w:b/>
                <w:sz w:val="24"/>
                <w:szCs w:val="24"/>
              </w:rPr>
              <w:t>1</w:t>
            </w:r>
            <w:r w:rsidRPr="007C5AC4">
              <w:rPr>
                <w:b/>
                <w:i/>
                <w:sz w:val="24"/>
                <w:szCs w:val="24"/>
              </w:rPr>
              <w:t xml:space="preserve"> - </w:t>
            </w:r>
            <w:r w:rsidRPr="007C5AC4">
              <w:rPr>
                <w:b/>
                <w:sz w:val="24"/>
                <w:szCs w:val="24"/>
              </w:rPr>
              <w:t xml:space="preserve">  Повышение качества муниципального управления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</w:tcPr>
          <w:p w:rsidR="00B26C81" w:rsidRPr="007C5AC4" w:rsidRDefault="00B26C81" w:rsidP="006A00B0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13</w:t>
            </w:r>
          </w:p>
        </w:tc>
        <w:tc>
          <w:tcPr>
            <w:tcW w:w="3501" w:type="dxa"/>
          </w:tcPr>
          <w:p w:rsidR="00B26C81" w:rsidRPr="007C5AC4" w:rsidRDefault="00B26C81" w:rsidP="007C5AC4">
            <w:pPr>
              <w:jc w:val="both"/>
              <w:rPr>
                <w:sz w:val="24"/>
                <w:szCs w:val="24"/>
                <w:u w:val="single"/>
              </w:rPr>
            </w:pPr>
            <w:r w:rsidRPr="007C5AC4">
              <w:rPr>
                <w:sz w:val="24"/>
                <w:szCs w:val="24"/>
                <w:u w:val="single"/>
              </w:rPr>
              <w:t xml:space="preserve">Показатель 1 задачи 1 Подпрограммы 1 </w:t>
            </w:r>
          </w:p>
          <w:p w:rsidR="00B26C81" w:rsidRPr="007C5AC4" w:rsidRDefault="00B26C81" w:rsidP="007C5AC4">
            <w:pPr>
              <w:jc w:val="both"/>
              <w:rPr>
                <w:sz w:val="24"/>
                <w:szCs w:val="24"/>
                <w:u w:val="single"/>
              </w:rPr>
            </w:pPr>
            <w:r w:rsidRPr="007C5AC4">
              <w:rPr>
                <w:sz w:val="24"/>
                <w:szCs w:val="24"/>
              </w:rPr>
              <w:t>Количество муниципальных служащих и лиц, замещающих муниципальные должности, прошедших повышение квалификации</w:t>
            </w: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</w:p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чел.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vAlign w:val="center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4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42" w:type="dxa"/>
          </w:tcPr>
          <w:p w:rsidR="00B26C81" w:rsidRPr="007C5AC4" w:rsidRDefault="00B26C81" w:rsidP="00307C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76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</w:tcPr>
          <w:p w:rsidR="00B26C81" w:rsidRPr="007C5AC4" w:rsidRDefault="00B26C81" w:rsidP="006A00B0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14</w:t>
            </w:r>
          </w:p>
        </w:tc>
        <w:tc>
          <w:tcPr>
            <w:tcW w:w="3501" w:type="dxa"/>
          </w:tcPr>
          <w:p w:rsidR="00B26C81" w:rsidRPr="007C5AC4" w:rsidRDefault="00B26C81" w:rsidP="007C5AC4">
            <w:pPr>
              <w:jc w:val="both"/>
              <w:rPr>
                <w:sz w:val="24"/>
                <w:szCs w:val="24"/>
                <w:u w:val="single"/>
              </w:rPr>
            </w:pPr>
            <w:r w:rsidRPr="007C5AC4">
              <w:rPr>
                <w:sz w:val="24"/>
                <w:szCs w:val="24"/>
                <w:u w:val="single"/>
              </w:rPr>
              <w:t>Показатель 2 задачи 1 Подпрограммы 1</w:t>
            </w:r>
          </w:p>
          <w:p w:rsidR="00B26C81" w:rsidRPr="007C5AC4" w:rsidRDefault="00B26C81" w:rsidP="007C5AC4">
            <w:pPr>
              <w:jc w:val="both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Доля муниципальных служащих и лиц, замещающих муниципальные должности, работающих с электронными информационными  ресурсами, в том числе с информационно-правовыми системами</w:t>
            </w: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</w:p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</w:p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</w:p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</w:p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%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6A00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53" w:type="dxa"/>
          </w:tcPr>
          <w:p w:rsidR="00B26C81" w:rsidRDefault="00B26C81" w:rsidP="007C5AC4">
            <w:pPr>
              <w:jc w:val="center"/>
            </w:pPr>
            <w:r>
              <w:t>100</w:t>
            </w:r>
          </w:p>
        </w:tc>
        <w:tc>
          <w:tcPr>
            <w:tcW w:w="996" w:type="dxa"/>
          </w:tcPr>
          <w:p w:rsidR="00B26C81" w:rsidRDefault="00B26C81" w:rsidP="007C5AC4">
            <w:pPr>
              <w:jc w:val="center"/>
            </w:pPr>
            <w:r>
              <w:t>100</w:t>
            </w:r>
          </w:p>
        </w:tc>
        <w:tc>
          <w:tcPr>
            <w:tcW w:w="953" w:type="dxa"/>
          </w:tcPr>
          <w:p w:rsidR="00B26C81" w:rsidRDefault="00B26C81" w:rsidP="007C5AC4">
            <w:pPr>
              <w:jc w:val="center"/>
            </w:pPr>
            <w:r>
              <w:t>100</w:t>
            </w:r>
          </w:p>
        </w:tc>
        <w:tc>
          <w:tcPr>
            <w:tcW w:w="953" w:type="dxa"/>
          </w:tcPr>
          <w:p w:rsidR="00B26C81" w:rsidRDefault="00B26C81" w:rsidP="007C5AC4">
            <w:pPr>
              <w:jc w:val="center"/>
            </w:pPr>
            <w:r>
              <w:t>100</w:t>
            </w:r>
          </w:p>
        </w:tc>
        <w:tc>
          <w:tcPr>
            <w:tcW w:w="953" w:type="dxa"/>
          </w:tcPr>
          <w:p w:rsidR="00B26C81" w:rsidRDefault="00B26C81" w:rsidP="007C5AC4">
            <w:pPr>
              <w:jc w:val="center"/>
            </w:pPr>
            <w:r>
              <w:t>100</w:t>
            </w:r>
          </w:p>
        </w:tc>
        <w:tc>
          <w:tcPr>
            <w:tcW w:w="94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76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 w:val="restart"/>
          </w:tcPr>
          <w:p w:rsidR="00B26C81" w:rsidRPr="007C5AC4" w:rsidRDefault="00B26C81" w:rsidP="00FB2DB7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15</w:t>
            </w:r>
          </w:p>
        </w:tc>
        <w:tc>
          <w:tcPr>
            <w:tcW w:w="3501" w:type="dxa"/>
            <w:vMerge w:val="restart"/>
          </w:tcPr>
          <w:p w:rsidR="00B26C81" w:rsidRPr="007C5AC4" w:rsidRDefault="00B26C81" w:rsidP="007C5AC4">
            <w:pPr>
              <w:jc w:val="both"/>
              <w:rPr>
                <w:sz w:val="24"/>
                <w:szCs w:val="24"/>
                <w:u w:val="single"/>
              </w:rPr>
            </w:pPr>
            <w:r w:rsidRPr="007C5AC4">
              <w:rPr>
                <w:sz w:val="24"/>
                <w:szCs w:val="24"/>
                <w:u w:val="single"/>
              </w:rPr>
              <w:t>Основное мероприятие задачи 1 Подпрограммы 1</w:t>
            </w:r>
          </w:p>
          <w:p w:rsidR="00B26C81" w:rsidRPr="007C5AC4" w:rsidRDefault="00B26C81" w:rsidP="007C5AC4">
            <w:pPr>
              <w:jc w:val="both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 xml:space="preserve"> "Реализация мер по повышению эффективности деятельности органов местного самоуправления с</w:t>
            </w:r>
            <w:r>
              <w:rPr>
                <w:sz w:val="24"/>
                <w:szCs w:val="24"/>
              </w:rPr>
              <w:t>ельского поселения Излегощенский</w:t>
            </w:r>
            <w:r w:rsidRPr="007C5AC4">
              <w:rPr>
                <w:sz w:val="24"/>
                <w:szCs w:val="24"/>
              </w:rPr>
              <w:t xml:space="preserve">  сельсовет"</w:t>
            </w: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Всего, тыс.руб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1488,5</w:t>
            </w:r>
          </w:p>
        </w:tc>
        <w:tc>
          <w:tcPr>
            <w:tcW w:w="996" w:type="dxa"/>
            <w:vAlign w:val="center"/>
          </w:tcPr>
          <w:p w:rsidR="00B26C81" w:rsidRPr="007C5AC4" w:rsidRDefault="00B26C81" w:rsidP="007C5AC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1467,1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1514,0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1613,1</w:t>
            </w:r>
          </w:p>
        </w:tc>
        <w:tc>
          <w:tcPr>
            <w:tcW w:w="953" w:type="dxa"/>
          </w:tcPr>
          <w:p w:rsidR="00B26C81" w:rsidRDefault="00B26C81">
            <w:r w:rsidRPr="00080874">
              <w:rPr>
                <w:b/>
                <w:color w:val="000000"/>
                <w:sz w:val="24"/>
                <w:szCs w:val="24"/>
              </w:rPr>
              <w:t>1613,1</w:t>
            </w:r>
          </w:p>
        </w:tc>
        <w:tc>
          <w:tcPr>
            <w:tcW w:w="943" w:type="dxa"/>
          </w:tcPr>
          <w:p w:rsidR="00B26C81" w:rsidRDefault="00B26C81">
            <w:r w:rsidRPr="00080874">
              <w:rPr>
                <w:b/>
                <w:color w:val="000000"/>
                <w:sz w:val="24"/>
                <w:szCs w:val="24"/>
              </w:rPr>
              <w:t>1613,1</w:t>
            </w:r>
          </w:p>
        </w:tc>
        <w:tc>
          <w:tcPr>
            <w:tcW w:w="942" w:type="dxa"/>
          </w:tcPr>
          <w:p w:rsidR="00B26C81" w:rsidRDefault="00B26C81">
            <w:r w:rsidRPr="00080874">
              <w:rPr>
                <w:b/>
                <w:color w:val="000000"/>
                <w:sz w:val="24"/>
                <w:szCs w:val="24"/>
              </w:rPr>
              <w:t>1613,1</w:t>
            </w:r>
          </w:p>
        </w:tc>
        <w:tc>
          <w:tcPr>
            <w:tcW w:w="942" w:type="dxa"/>
          </w:tcPr>
          <w:p w:rsidR="00B26C81" w:rsidRDefault="00B26C81">
            <w:r w:rsidRPr="00080874">
              <w:rPr>
                <w:b/>
                <w:color w:val="000000"/>
                <w:sz w:val="24"/>
                <w:szCs w:val="24"/>
              </w:rPr>
              <w:t>1613,1</w:t>
            </w:r>
          </w:p>
        </w:tc>
        <w:tc>
          <w:tcPr>
            <w:tcW w:w="876" w:type="dxa"/>
          </w:tcPr>
          <w:p w:rsidR="00B26C81" w:rsidRDefault="00B26C81">
            <w:r w:rsidRPr="00080874">
              <w:rPr>
                <w:b/>
                <w:color w:val="000000"/>
                <w:sz w:val="24"/>
                <w:szCs w:val="24"/>
              </w:rPr>
              <w:t>1613,1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FB2DB7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FB2DB7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925457">
              <w:t>местный 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1488,5</w:t>
            </w:r>
          </w:p>
        </w:tc>
        <w:tc>
          <w:tcPr>
            <w:tcW w:w="996" w:type="dxa"/>
            <w:vAlign w:val="center"/>
          </w:tcPr>
          <w:p w:rsidR="00B26C81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1467,1</w:t>
            </w:r>
          </w:p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1514,0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1613,1</w:t>
            </w:r>
          </w:p>
        </w:tc>
        <w:tc>
          <w:tcPr>
            <w:tcW w:w="953" w:type="dxa"/>
          </w:tcPr>
          <w:p w:rsidR="00B26C81" w:rsidRDefault="00B26C81">
            <w:r w:rsidRPr="00080874">
              <w:rPr>
                <w:b/>
                <w:color w:val="000000"/>
                <w:sz w:val="24"/>
                <w:szCs w:val="24"/>
              </w:rPr>
              <w:t>1613,1</w:t>
            </w:r>
          </w:p>
        </w:tc>
        <w:tc>
          <w:tcPr>
            <w:tcW w:w="943" w:type="dxa"/>
          </w:tcPr>
          <w:p w:rsidR="00B26C81" w:rsidRDefault="00B26C81">
            <w:r w:rsidRPr="00080874">
              <w:rPr>
                <w:b/>
                <w:color w:val="000000"/>
                <w:sz w:val="24"/>
                <w:szCs w:val="24"/>
              </w:rPr>
              <w:t>1613,1</w:t>
            </w:r>
          </w:p>
        </w:tc>
        <w:tc>
          <w:tcPr>
            <w:tcW w:w="942" w:type="dxa"/>
          </w:tcPr>
          <w:p w:rsidR="00B26C81" w:rsidRDefault="00B26C81">
            <w:r w:rsidRPr="00080874">
              <w:rPr>
                <w:b/>
                <w:color w:val="000000"/>
                <w:sz w:val="24"/>
                <w:szCs w:val="24"/>
              </w:rPr>
              <w:t>1613,1</w:t>
            </w:r>
          </w:p>
        </w:tc>
        <w:tc>
          <w:tcPr>
            <w:tcW w:w="942" w:type="dxa"/>
          </w:tcPr>
          <w:p w:rsidR="00B26C81" w:rsidRDefault="00B26C81">
            <w:r w:rsidRPr="00080874">
              <w:rPr>
                <w:b/>
                <w:color w:val="000000"/>
                <w:sz w:val="24"/>
                <w:szCs w:val="24"/>
              </w:rPr>
              <w:t>1613,1</w:t>
            </w:r>
          </w:p>
        </w:tc>
        <w:tc>
          <w:tcPr>
            <w:tcW w:w="876" w:type="dxa"/>
          </w:tcPr>
          <w:p w:rsidR="00B26C81" w:rsidRDefault="00B26C81">
            <w:r w:rsidRPr="00080874">
              <w:rPr>
                <w:b/>
                <w:color w:val="000000"/>
                <w:sz w:val="24"/>
                <w:szCs w:val="24"/>
              </w:rPr>
              <w:t>1613,1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FB2DB7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FB2DB7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925457">
              <w:t>районный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FB2DB7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FB2DB7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925457" w:rsidRDefault="00B26C81" w:rsidP="007C5AC4">
            <w:pPr>
              <w:jc w:val="center"/>
            </w:pPr>
            <w:r w:rsidRPr="00925457">
              <w:t>областной бюджет</w:t>
            </w:r>
          </w:p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 w:val="restart"/>
          </w:tcPr>
          <w:p w:rsidR="00B26C81" w:rsidRPr="007C5AC4" w:rsidRDefault="00B26C81" w:rsidP="008E3920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16</w:t>
            </w:r>
          </w:p>
        </w:tc>
        <w:tc>
          <w:tcPr>
            <w:tcW w:w="3501" w:type="dxa"/>
            <w:vMerge w:val="restart"/>
          </w:tcPr>
          <w:p w:rsidR="00B26C81" w:rsidRPr="007C5AC4" w:rsidRDefault="00B26C81" w:rsidP="007C5AC4">
            <w:pPr>
              <w:jc w:val="both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Расходы по оплате труда работников органов местного самоуправления сельского поселения</w:t>
            </w: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Всего, тыс.руб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685,0</w:t>
            </w:r>
          </w:p>
        </w:tc>
        <w:tc>
          <w:tcPr>
            <w:tcW w:w="996" w:type="dxa"/>
            <w:vAlign w:val="center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644,3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688,9</w:t>
            </w:r>
          </w:p>
        </w:tc>
        <w:tc>
          <w:tcPr>
            <w:tcW w:w="953" w:type="dxa"/>
          </w:tcPr>
          <w:p w:rsidR="00B26C81" w:rsidRDefault="00B26C81">
            <w:r w:rsidRPr="00B927F5">
              <w:rPr>
                <w:color w:val="000000"/>
                <w:sz w:val="24"/>
                <w:szCs w:val="24"/>
              </w:rPr>
              <w:t>688,9</w:t>
            </w:r>
          </w:p>
        </w:tc>
        <w:tc>
          <w:tcPr>
            <w:tcW w:w="953" w:type="dxa"/>
          </w:tcPr>
          <w:p w:rsidR="00B26C81" w:rsidRDefault="00B26C81">
            <w:r w:rsidRPr="00B927F5">
              <w:rPr>
                <w:color w:val="000000"/>
                <w:sz w:val="24"/>
                <w:szCs w:val="24"/>
              </w:rPr>
              <w:t>688,9</w:t>
            </w:r>
          </w:p>
        </w:tc>
        <w:tc>
          <w:tcPr>
            <w:tcW w:w="943" w:type="dxa"/>
          </w:tcPr>
          <w:p w:rsidR="00B26C81" w:rsidRDefault="00B26C81">
            <w:r w:rsidRPr="00B927F5">
              <w:rPr>
                <w:color w:val="000000"/>
                <w:sz w:val="24"/>
                <w:szCs w:val="24"/>
              </w:rPr>
              <w:t>688,9</w:t>
            </w:r>
          </w:p>
        </w:tc>
        <w:tc>
          <w:tcPr>
            <w:tcW w:w="942" w:type="dxa"/>
          </w:tcPr>
          <w:p w:rsidR="00B26C81" w:rsidRDefault="00B26C81">
            <w:r w:rsidRPr="00B927F5">
              <w:rPr>
                <w:color w:val="000000"/>
                <w:sz w:val="24"/>
                <w:szCs w:val="24"/>
              </w:rPr>
              <w:t>688,9</w:t>
            </w:r>
          </w:p>
        </w:tc>
        <w:tc>
          <w:tcPr>
            <w:tcW w:w="942" w:type="dxa"/>
          </w:tcPr>
          <w:p w:rsidR="00B26C81" w:rsidRDefault="00B26C81">
            <w:r w:rsidRPr="00B927F5">
              <w:rPr>
                <w:color w:val="000000"/>
                <w:sz w:val="24"/>
                <w:szCs w:val="24"/>
              </w:rPr>
              <w:t>688,9</w:t>
            </w:r>
          </w:p>
        </w:tc>
        <w:tc>
          <w:tcPr>
            <w:tcW w:w="876" w:type="dxa"/>
          </w:tcPr>
          <w:p w:rsidR="00B26C81" w:rsidRDefault="00B26C81">
            <w:r w:rsidRPr="00B927F5">
              <w:rPr>
                <w:color w:val="000000"/>
                <w:sz w:val="24"/>
                <w:szCs w:val="24"/>
              </w:rPr>
              <w:t>688,9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8E3920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8E3920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5A6DEA">
              <w:t>местный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685,0</w:t>
            </w:r>
          </w:p>
        </w:tc>
        <w:tc>
          <w:tcPr>
            <w:tcW w:w="996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644,3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688,9</w:t>
            </w:r>
          </w:p>
        </w:tc>
        <w:tc>
          <w:tcPr>
            <w:tcW w:w="953" w:type="dxa"/>
          </w:tcPr>
          <w:p w:rsidR="00B26C81" w:rsidRDefault="00B26C81">
            <w:r w:rsidRPr="00593130">
              <w:rPr>
                <w:sz w:val="24"/>
                <w:szCs w:val="24"/>
              </w:rPr>
              <w:t>688,9</w:t>
            </w:r>
          </w:p>
        </w:tc>
        <w:tc>
          <w:tcPr>
            <w:tcW w:w="953" w:type="dxa"/>
          </w:tcPr>
          <w:p w:rsidR="00B26C81" w:rsidRDefault="00B26C81">
            <w:r w:rsidRPr="00593130">
              <w:rPr>
                <w:sz w:val="24"/>
                <w:szCs w:val="24"/>
              </w:rPr>
              <w:t>688,9</w:t>
            </w:r>
          </w:p>
        </w:tc>
        <w:tc>
          <w:tcPr>
            <w:tcW w:w="943" w:type="dxa"/>
          </w:tcPr>
          <w:p w:rsidR="00B26C81" w:rsidRDefault="00B26C81">
            <w:r w:rsidRPr="00593130">
              <w:rPr>
                <w:sz w:val="24"/>
                <w:szCs w:val="24"/>
              </w:rPr>
              <w:t>688,9</w:t>
            </w:r>
          </w:p>
        </w:tc>
        <w:tc>
          <w:tcPr>
            <w:tcW w:w="942" w:type="dxa"/>
          </w:tcPr>
          <w:p w:rsidR="00B26C81" w:rsidRDefault="00B26C81">
            <w:r w:rsidRPr="00593130">
              <w:rPr>
                <w:sz w:val="24"/>
                <w:szCs w:val="24"/>
              </w:rPr>
              <w:t>688,9</w:t>
            </w:r>
          </w:p>
        </w:tc>
        <w:tc>
          <w:tcPr>
            <w:tcW w:w="942" w:type="dxa"/>
          </w:tcPr>
          <w:p w:rsidR="00B26C81" w:rsidRDefault="00B26C81">
            <w:r w:rsidRPr="00593130">
              <w:rPr>
                <w:sz w:val="24"/>
                <w:szCs w:val="24"/>
              </w:rPr>
              <w:t>688,9</w:t>
            </w:r>
          </w:p>
        </w:tc>
        <w:tc>
          <w:tcPr>
            <w:tcW w:w="876" w:type="dxa"/>
          </w:tcPr>
          <w:p w:rsidR="00B26C81" w:rsidRDefault="00B26C81">
            <w:r w:rsidRPr="00593130">
              <w:rPr>
                <w:sz w:val="24"/>
                <w:szCs w:val="24"/>
              </w:rPr>
              <w:t>688,9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8E3920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8E3920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t>районный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8E3920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8E3920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t>о</w:t>
            </w:r>
            <w:r w:rsidRPr="008C5E10">
              <w:t>бластной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 w:val="restart"/>
          </w:tcPr>
          <w:p w:rsidR="00B26C81" w:rsidRPr="007C5AC4" w:rsidRDefault="00B26C81" w:rsidP="008E3920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17</w:t>
            </w:r>
          </w:p>
        </w:tc>
        <w:tc>
          <w:tcPr>
            <w:tcW w:w="3501" w:type="dxa"/>
            <w:vMerge w:val="restart"/>
          </w:tcPr>
          <w:p w:rsidR="00B26C81" w:rsidRPr="007C5AC4" w:rsidRDefault="00B26C81" w:rsidP="007C5AC4">
            <w:pPr>
              <w:jc w:val="both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Расходы по оплате труда работников, заключивших трудовой договор о работе в органах местного самоуправления сельского поселения</w:t>
            </w: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Всего, тыс.руб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996" w:type="dxa"/>
            <w:vAlign w:val="center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FF4C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943" w:type="dxa"/>
            <w:vAlign w:val="center"/>
          </w:tcPr>
          <w:p w:rsidR="00B26C81" w:rsidRPr="007C5AC4" w:rsidRDefault="00B26C81" w:rsidP="00FF4C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942" w:type="dxa"/>
            <w:vAlign w:val="center"/>
          </w:tcPr>
          <w:p w:rsidR="00B26C81" w:rsidRPr="007C5AC4" w:rsidRDefault="00B26C81" w:rsidP="00FF4C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942" w:type="dxa"/>
            <w:vAlign w:val="center"/>
          </w:tcPr>
          <w:p w:rsidR="00B26C81" w:rsidRPr="007C5AC4" w:rsidRDefault="00B26C81" w:rsidP="00FF4C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876" w:type="dxa"/>
            <w:vAlign w:val="center"/>
          </w:tcPr>
          <w:p w:rsidR="00B26C81" w:rsidRPr="007C5AC4" w:rsidRDefault="00B26C81" w:rsidP="00FF4C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80,0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8E3920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8E3920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5A6DEA">
              <w:t>местный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180,0</w:t>
            </w:r>
          </w:p>
        </w:tc>
        <w:tc>
          <w:tcPr>
            <w:tcW w:w="996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FF4C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943" w:type="dxa"/>
            <w:vAlign w:val="center"/>
          </w:tcPr>
          <w:p w:rsidR="00B26C81" w:rsidRPr="007C5AC4" w:rsidRDefault="00B26C81" w:rsidP="00FF4C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942" w:type="dxa"/>
            <w:vAlign w:val="center"/>
          </w:tcPr>
          <w:p w:rsidR="00B26C81" w:rsidRPr="007C5AC4" w:rsidRDefault="00B26C81" w:rsidP="00FF4C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942" w:type="dxa"/>
            <w:vAlign w:val="center"/>
          </w:tcPr>
          <w:p w:rsidR="00B26C81" w:rsidRPr="007C5AC4" w:rsidRDefault="00B26C81" w:rsidP="00FF4C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876" w:type="dxa"/>
            <w:vAlign w:val="center"/>
          </w:tcPr>
          <w:p w:rsidR="00B26C81" w:rsidRPr="007C5AC4" w:rsidRDefault="00B26C81" w:rsidP="00FF4C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8E3920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8E3920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t>районный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8E3920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8E3920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Default="00B26C81" w:rsidP="007C5AC4">
            <w:pPr>
              <w:jc w:val="center"/>
            </w:pPr>
            <w:r>
              <w:t>о</w:t>
            </w:r>
            <w:r w:rsidRPr="008C5E10">
              <w:t>бластной бюджет</w:t>
            </w:r>
          </w:p>
          <w:p w:rsidR="00B26C81" w:rsidRDefault="00B26C81" w:rsidP="007C5AC4">
            <w:pPr>
              <w:jc w:val="center"/>
            </w:pPr>
          </w:p>
          <w:p w:rsidR="00B26C81" w:rsidRDefault="00B26C81" w:rsidP="007C5AC4">
            <w:pPr>
              <w:jc w:val="center"/>
            </w:pPr>
          </w:p>
          <w:p w:rsidR="00B26C81" w:rsidRDefault="00B26C81" w:rsidP="007C5AC4">
            <w:pPr>
              <w:jc w:val="center"/>
            </w:pPr>
          </w:p>
          <w:p w:rsidR="00B26C81" w:rsidRDefault="00B26C81" w:rsidP="007C5AC4">
            <w:pPr>
              <w:jc w:val="center"/>
            </w:pPr>
          </w:p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 w:val="restart"/>
          </w:tcPr>
          <w:p w:rsidR="00B26C81" w:rsidRPr="007C5AC4" w:rsidRDefault="00B26C81" w:rsidP="008E3920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18</w:t>
            </w:r>
          </w:p>
        </w:tc>
        <w:tc>
          <w:tcPr>
            <w:tcW w:w="3501" w:type="dxa"/>
            <w:vMerge w:val="restart"/>
          </w:tcPr>
          <w:p w:rsidR="00B26C81" w:rsidRPr="007C5AC4" w:rsidRDefault="00B26C81" w:rsidP="007C5AC4">
            <w:pPr>
              <w:jc w:val="both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Расходы на обеспечение функций органов местного самоуправления сельского поселения (за исключением расходов на выплаты по оплате труда работников указанных органов)</w:t>
            </w: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Всего, тыс.руб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FF4C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996" w:type="dxa"/>
            <w:vAlign w:val="center"/>
          </w:tcPr>
          <w:p w:rsidR="00B26C81" w:rsidRPr="007C5AC4" w:rsidRDefault="00B26C81" w:rsidP="00FF4C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546,5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FF4C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715,5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FF4C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801,2</w:t>
            </w:r>
          </w:p>
        </w:tc>
        <w:tc>
          <w:tcPr>
            <w:tcW w:w="953" w:type="dxa"/>
          </w:tcPr>
          <w:p w:rsidR="00B26C81" w:rsidRDefault="00B26C81" w:rsidP="00FF4C27">
            <w:r w:rsidRPr="005E54D3">
              <w:rPr>
                <w:color w:val="000000"/>
                <w:sz w:val="24"/>
                <w:szCs w:val="24"/>
              </w:rPr>
              <w:t>801,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43" w:type="dxa"/>
          </w:tcPr>
          <w:p w:rsidR="00B26C81" w:rsidRDefault="00B26C81" w:rsidP="00FF4C27">
            <w:r w:rsidRPr="00905F4E">
              <w:rPr>
                <w:color w:val="000000"/>
                <w:sz w:val="24"/>
                <w:szCs w:val="24"/>
              </w:rPr>
              <w:t>801,2</w:t>
            </w:r>
          </w:p>
        </w:tc>
        <w:tc>
          <w:tcPr>
            <w:tcW w:w="942" w:type="dxa"/>
          </w:tcPr>
          <w:p w:rsidR="00B26C81" w:rsidRDefault="00B26C81" w:rsidP="00FF4C27">
            <w:r w:rsidRPr="00905F4E">
              <w:rPr>
                <w:color w:val="000000"/>
                <w:sz w:val="24"/>
                <w:szCs w:val="24"/>
              </w:rPr>
              <w:t>801,2</w:t>
            </w:r>
          </w:p>
        </w:tc>
        <w:tc>
          <w:tcPr>
            <w:tcW w:w="942" w:type="dxa"/>
          </w:tcPr>
          <w:p w:rsidR="00B26C81" w:rsidRDefault="00B26C81" w:rsidP="00FF4C27">
            <w:r w:rsidRPr="00905F4E">
              <w:rPr>
                <w:color w:val="000000"/>
                <w:sz w:val="24"/>
                <w:szCs w:val="24"/>
              </w:rPr>
              <w:t>801,2</w:t>
            </w:r>
          </w:p>
        </w:tc>
        <w:tc>
          <w:tcPr>
            <w:tcW w:w="876" w:type="dxa"/>
          </w:tcPr>
          <w:p w:rsidR="00B26C81" w:rsidRDefault="00B26C81" w:rsidP="00FF4C27">
            <w:r w:rsidRPr="00905F4E">
              <w:rPr>
                <w:color w:val="000000"/>
                <w:sz w:val="24"/>
                <w:szCs w:val="24"/>
              </w:rPr>
              <w:t>801,2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8E3920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8E3920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t xml:space="preserve">местный </w:t>
            </w:r>
            <w:r w:rsidRPr="008C5E10">
              <w:t xml:space="preserve">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FF4C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605,0</w:t>
            </w:r>
          </w:p>
        </w:tc>
        <w:tc>
          <w:tcPr>
            <w:tcW w:w="996" w:type="dxa"/>
            <w:vAlign w:val="center"/>
          </w:tcPr>
          <w:p w:rsidR="00B26C81" w:rsidRPr="007C5AC4" w:rsidRDefault="00B26C81" w:rsidP="00FF4C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546,5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FF4C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715,5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FF4C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801,2</w:t>
            </w:r>
          </w:p>
        </w:tc>
        <w:tc>
          <w:tcPr>
            <w:tcW w:w="953" w:type="dxa"/>
          </w:tcPr>
          <w:p w:rsidR="00B26C81" w:rsidRDefault="00B26C81" w:rsidP="00FF4C27">
            <w:r w:rsidRPr="005E54D3">
              <w:rPr>
                <w:color w:val="000000"/>
                <w:sz w:val="24"/>
                <w:szCs w:val="24"/>
              </w:rPr>
              <w:t>801,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43" w:type="dxa"/>
          </w:tcPr>
          <w:p w:rsidR="00B26C81" w:rsidRDefault="00B26C81" w:rsidP="00FF4C27">
            <w:r w:rsidRPr="00905F4E">
              <w:rPr>
                <w:color w:val="000000"/>
                <w:sz w:val="24"/>
                <w:szCs w:val="24"/>
              </w:rPr>
              <w:t>801,2</w:t>
            </w:r>
          </w:p>
        </w:tc>
        <w:tc>
          <w:tcPr>
            <w:tcW w:w="942" w:type="dxa"/>
          </w:tcPr>
          <w:p w:rsidR="00B26C81" w:rsidRDefault="00B26C81" w:rsidP="00FF4C27">
            <w:r w:rsidRPr="00905F4E">
              <w:rPr>
                <w:color w:val="000000"/>
                <w:sz w:val="24"/>
                <w:szCs w:val="24"/>
              </w:rPr>
              <w:t>801,2</w:t>
            </w:r>
          </w:p>
        </w:tc>
        <w:tc>
          <w:tcPr>
            <w:tcW w:w="942" w:type="dxa"/>
          </w:tcPr>
          <w:p w:rsidR="00B26C81" w:rsidRDefault="00B26C81" w:rsidP="00FF4C27">
            <w:r w:rsidRPr="00905F4E">
              <w:rPr>
                <w:color w:val="000000"/>
                <w:sz w:val="24"/>
                <w:szCs w:val="24"/>
              </w:rPr>
              <w:t>801,2</w:t>
            </w:r>
          </w:p>
        </w:tc>
        <w:tc>
          <w:tcPr>
            <w:tcW w:w="876" w:type="dxa"/>
          </w:tcPr>
          <w:p w:rsidR="00B26C81" w:rsidRDefault="00B26C81" w:rsidP="00FF4C27">
            <w:r w:rsidRPr="00905F4E">
              <w:rPr>
                <w:color w:val="000000"/>
                <w:sz w:val="24"/>
                <w:szCs w:val="24"/>
              </w:rPr>
              <w:t>801,2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8E3920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8E3920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t>районный</w:t>
            </w:r>
            <w:r w:rsidRPr="008C5E10">
              <w:t xml:space="preserve">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8E3920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8E3920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t>областной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 w:val="restart"/>
          </w:tcPr>
          <w:p w:rsidR="00B26C81" w:rsidRPr="007C5AC4" w:rsidRDefault="00B26C81" w:rsidP="00762A3A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19</w:t>
            </w:r>
          </w:p>
        </w:tc>
        <w:tc>
          <w:tcPr>
            <w:tcW w:w="3501" w:type="dxa"/>
            <w:vMerge w:val="restart"/>
          </w:tcPr>
          <w:p w:rsidR="00B26C81" w:rsidRPr="007C5AC4" w:rsidRDefault="00B26C81" w:rsidP="007C5AC4">
            <w:pPr>
              <w:jc w:val="both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 xml:space="preserve">Иные межбюджетные трансферты бюджету муниципального района  из бюджета поселения на осуществление полномочий в части контроля за исполнением бюджета поселения в соответствии с ФЗ от 06.10.2013 г. № 131-ФЗ "об общих принципах организации местного самоуправления в РФ" </w:t>
            </w:r>
          </w:p>
          <w:p w:rsidR="00B26C81" w:rsidRPr="007C5AC4" w:rsidRDefault="00B26C81" w:rsidP="007C5A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Всего, тыс.руб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B26C81" w:rsidRPr="00635876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 w:rsidRPr="00635876">
              <w:rPr>
                <w:color w:val="000000"/>
                <w:sz w:val="24"/>
                <w:szCs w:val="24"/>
              </w:rPr>
              <w:t>15,5</w:t>
            </w:r>
          </w:p>
        </w:tc>
        <w:tc>
          <w:tcPr>
            <w:tcW w:w="996" w:type="dxa"/>
            <w:vAlign w:val="center"/>
          </w:tcPr>
          <w:p w:rsidR="00B26C81" w:rsidRPr="00635876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 w:rsidRPr="00635876">
              <w:rPr>
                <w:color w:val="000000"/>
                <w:sz w:val="24"/>
                <w:szCs w:val="24"/>
              </w:rPr>
              <w:t>33,3</w:t>
            </w:r>
          </w:p>
        </w:tc>
        <w:tc>
          <w:tcPr>
            <w:tcW w:w="953" w:type="dxa"/>
            <w:vAlign w:val="center"/>
          </w:tcPr>
          <w:p w:rsidR="00B26C81" w:rsidRPr="00635876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 w:rsidRPr="00635876">
              <w:rPr>
                <w:color w:val="000000"/>
                <w:sz w:val="24"/>
                <w:szCs w:val="24"/>
              </w:rPr>
              <w:t>36,6</w:t>
            </w:r>
          </w:p>
        </w:tc>
        <w:tc>
          <w:tcPr>
            <w:tcW w:w="953" w:type="dxa"/>
            <w:vAlign w:val="center"/>
          </w:tcPr>
          <w:p w:rsidR="00B26C81" w:rsidRPr="00635876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 w:rsidRPr="00635876"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953" w:type="dxa"/>
          </w:tcPr>
          <w:p w:rsidR="00B26C81" w:rsidRPr="00635876" w:rsidRDefault="00B26C81">
            <w:r w:rsidRPr="00635876"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943" w:type="dxa"/>
          </w:tcPr>
          <w:p w:rsidR="00B26C81" w:rsidRPr="00635876" w:rsidRDefault="00B26C81">
            <w:r w:rsidRPr="00635876"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942" w:type="dxa"/>
          </w:tcPr>
          <w:p w:rsidR="00B26C81" w:rsidRPr="00635876" w:rsidRDefault="00B26C81">
            <w:r w:rsidRPr="00635876"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942" w:type="dxa"/>
          </w:tcPr>
          <w:p w:rsidR="00B26C81" w:rsidRPr="00635876" w:rsidRDefault="00B26C81">
            <w:r w:rsidRPr="00635876"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876" w:type="dxa"/>
          </w:tcPr>
          <w:p w:rsidR="00B26C81" w:rsidRPr="00635876" w:rsidRDefault="00B26C81">
            <w:r w:rsidRPr="00635876">
              <w:rPr>
                <w:color w:val="000000"/>
                <w:sz w:val="24"/>
                <w:szCs w:val="24"/>
              </w:rPr>
              <w:t>40,0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762A3A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762A3A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Default="00B26C81" w:rsidP="007C5AC4">
            <w:pPr>
              <w:jc w:val="center"/>
            </w:pPr>
            <w:r>
              <w:t>м</w:t>
            </w:r>
            <w:r w:rsidRPr="008C5E10">
              <w:t>естный бюджет</w:t>
            </w:r>
          </w:p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15,5</w:t>
            </w:r>
          </w:p>
        </w:tc>
        <w:tc>
          <w:tcPr>
            <w:tcW w:w="996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33,3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36,6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953" w:type="dxa"/>
          </w:tcPr>
          <w:p w:rsidR="00B26C81" w:rsidRPr="00635876" w:rsidRDefault="00B26C81">
            <w:r w:rsidRPr="00635876"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943" w:type="dxa"/>
          </w:tcPr>
          <w:p w:rsidR="00B26C81" w:rsidRPr="00635876" w:rsidRDefault="00B26C81">
            <w:r w:rsidRPr="00635876"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942" w:type="dxa"/>
          </w:tcPr>
          <w:p w:rsidR="00B26C81" w:rsidRPr="00635876" w:rsidRDefault="00B26C81">
            <w:r w:rsidRPr="00635876"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942" w:type="dxa"/>
          </w:tcPr>
          <w:p w:rsidR="00B26C81" w:rsidRPr="00635876" w:rsidRDefault="00B26C81">
            <w:r w:rsidRPr="00635876"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876" w:type="dxa"/>
          </w:tcPr>
          <w:p w:rsidR="00B26C81" w:rsidRPr="00635876" w:rsidRDefault="00B26C81">
            <w:r w:rsidRPr="00635876">
              <w:rPr>
                <w:color w:val="000000"/>
                <w:sz w:val="24"/>
                <w:szCs w:val="24"/>
              </w:rPr>
              <w:t>40,0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762A3A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762A3A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Default="00B26C81" w:rsidP="007C5AC4">
            <w:pPr>
              <w:jc w:val="center"/>
            </w:pPr>
            <w:r>
              <w:t>районный бюджет</w:t>
            </w:r>
          </w:p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762A3A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762A3A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t>областной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 w:val="restart"/>
          </w:tcPr>
          <w:p w:rsidR="00B26C81" w:rsidRPr="007C5AC4" w:rsidRDefault="00B26C81" w:rsidP="00762A3A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20</w:t>
            </w:r>
          </w:p>
        </w:tc>
        <w:tc>
          <w:tcPr>
            <w:tcW w:w="3501" w:type="dxa"/>
            <w:vMerge w:val="restart"/>
          </w:tcPr>
          <w:p w:rsidR="00B26C81" w:rsidRPr="007C5AC4" w:rsidRDefault="00B26C81" w:rsidP="007C5AC4">
            <w:pPr>
              <w:jc w:val="both"/>
              <w:rPr>
                <w:sz w:val="24"/>
                <w:szCs w:val="24"/>
              </w:rPr>
            </w:pPr>
          </w:p>
          <w:p w:rsidR="00B26C81" w:rsidRPr="007C5AC4" w:rsidRDefault="00B26C81" w:rsidP="007C5AC4">
            <w:pPr>
              <w:jc w:val="both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Реализация направления расходов основного мероприятия "Реализация мер по повышению эффективности деятельности органом местного самоуправления с</w:t>
            </w:r>
            <w:r>
              <w:rPr>
                <w:sz w:val="24"/>
                <w:szCs w:val="24"/>
              </w:rPr>
              <w:t>ельского поселения Излегощенский</w:t>
            </w:r>
            <w:r w:rsidRPr="007C5AC4">
              <w:rPr>
                <w:sz w:val="24"/>
                <w:szCs w:val="24"/>
              </w:rPr>
              <w:t xml:space="preserve"> сельсовет"</w:t>
            </w: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Всего, тыс.руб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996" w:type="dxa"/>
            <w:vAlign w:val="center"/>
          </w:tcPr>
          <w:p w:rsidR="00B26C81" w:rsidRPr="007C5AC4" w:rsidRDefault="00B26C81" w:rsidP="00FF4C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FF4C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FF4C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FF4C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943" w:type="dxa"/>
            <w:vAlign w:val="center"/>
          </w:tcPr>
          <w:p w:rsidR="00B26C81" w:rsidRPr="007C5AC4" w:rsidRDefault="00B26C81" w:rsidP="00FF4C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942" w:type="dxa"/>
            <w:vAlign w:val="center"/>
          </w:tcPr>
          <w:p w:rsidR="00B26C81" w:rsidRPr="007C5AC4" w:rsidRDefault="00B26C81" w:rsidP="00FF4C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942" w:type="dxa"/>
            <w:vAlign w:val="center"/>
          </w:tcPr>
          <w:p w:rsidR="00B26C81" w:rsidRPr="007C5AC4" w:rsidRDefault="00B26C81" w:rsidP="00FF4C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876" w:type="dxa"/>
            <w:vAlign w:val="center"/>
          </w:tcPr>
          <w:p w:rsidR="00B26C81" w:rsidRPr="007C5AC4" w:rsidRDefault="00B26C81" w:rsidP="00FF4C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762A3A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762A3A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t>местный</w:t>
            </w:r>
            <w:r w:rsidRPr="008C5E10">
              <w:t xml:space="preserve">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996" w:type="dxa"/>
            <w:vAlign w:val="center"/>
          </w:tcPr>
          <w:p w:rsidR="00B26C81" w:rsidRPr="007C5AC4" w:rsidRDefault="00B26C81" w:rsidP="00FF4C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FF4C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FF4C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FF4C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943" w:type="dxa"/>
            <w:vAlign w:val="center"/>
          </w:tcPr>
          <w:p w:rsidR="00B26C81" w:rsidRPr="007C5AC4" w:rsidRDefault="00B26C81" w:rsidP="00FF4C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942" w:type="dxa"/>
            <w:vAlign w:val="center"/>
          </w:tcPr>
          <w:p w:rsidR="00B26C81" w:rsidRPr="007C5AC4" w:rsidRDefault="00B26C81" w:rsidP="00FF4C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942" w:type="dxa"/>
            <w:vAlign w:val="center"/>
          </w:tcPr>
          <w:p w:rsidR="00B26C81" w:rsidRPr="007C5AC4" w:rsidRDefault="00B26C81" w:rsidP="00FF4C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876" w:type="dxa"/>
            <w:vAlign w:val="center"/>
          </w:tcPr>
          <w:p w:rsidR="00B26C81" w:rsidRPr="007C5AC4" w:rsidRDefault="00B26C81" w:rsidP="00FF4C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762A3A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762A3A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Default="00B26C81" w:rsidP="007C5AC4">
            <w:pPr>
              <w:jc w:val="center"/>
            </w:pPr>
            <w:r>
              <w:t>районный бюджет</w:t>
            </w:r>
          </w:p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762A3A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762A3A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Default="00B26C81" w:rsidP="007C5AC4">
            <w:pPr>
              <w:jc w:val="center"/>
            </w:pPr>
            <w:r>
              <w:t>областной</w:t>
            </w:r>
            <w:r w:rsidRPr="008C5E10">
              <w:t xml:space="preserve"> бюджет</w:t>
            </w:r>
          </w:p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 w:val="restart"/>
          </w:tcPr>
          <w:p w:rsidR="00B26C81" w:rsidRPr="007C5AC4" w:rsidRDefault="00B26C81" w:rsidP="007760AA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21</w:t>
            </w:r>
          </w:p>
        </w:tc>
        <w:tc>
          <w:tcPr>
            <w:tcW w:w="3501" w:type="dxa"/>
            <w:vMerge w:val="restart"/>
          </w:tcPr>
          <w:p w:rsidR="00B26C81" w:rsidRPr="007C5AC4" w:rsidRDefault="00B26C81" w:rsidP="007C5AC4">
            <w:pPr>
              <w:jc w:val="both"/>
              <w:rPr>
                <w:sz w:val="24"/>
                <w:szCs w:val="24"/>
                <w:u w:val="single"/>
              </w:rPr>
            </w:pPr>
            <w:r w:rsidRPr="007C5AC4">
              <w:rPr>
                <w:sz w:val="24"/>
                <w:szCs w:val="24"/>
                <w:u w:val="single"/>
              </w:rPr>
              <w:t>Мероприятие 2 задачи 1 Подпрограммы 1</w:t>
            </w:r>
          </w:p>
          <w:p w:rsidR="00B26C81" w:rsidRPr="007C5AC4" w:rsidRDefault="00B26C81" w:rsidP="007C5AC4">
            <w:pPr>
              <w:jc w:val="both"/>
              <w:rPr>
                <w:sz w:val="24"/>
                <w:szCs w:val="24"/>
                <w:u w:val="single"/>
              </w:rPr>
            </w:pPr>
            <w:r w:rsidRPr="007C5AC4">
              <w:rPr>
                <w:sz w:val="24"/>
                <w:szCs w:val="24"/>
              </w:rPr>
              <w:t>Заключение договоров на получение консалтинговых услуг, предоставляемых ООО "Гарант-Сервис" (ООО "Консультант Плюс")</w:t>
            </w:r>
          </w:p>
          <w:p w:rsidR="00B26C81" w:rsidRPr="007C5AC4" w:rsidRDefault="00B26C81" w:rsidP="007C5A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Всего, тыс.руб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996" w:type="dxa"/>
          </w:tcPr>
          <w:p w:rsidR="00B26C81" w:rsidRDefault="00B26C81" w:rsidP="007760AA">
            <w:r>
              <w:t>47,9</w:t>
            </w:r>
          </w:p>
        </w:tc>
        <w:tc>
          <w:tcPr>
            <w:tcW w:w="953" w:type="dxa"/>
          </w:tcPr>
          <w:p w:rsidR="00B26C81" w:rsidRDefault="00B26C81" w:rsidP="007C5AC4">
            <w:pPr>
              <w:jc w:val="center"/>
            </w:pPr>
            <w:r>
              <w:t>49,7</w:t>
            </w:r>
          </w:p>
        </w:tc>
        <w:tc>
          <w:tcPr>
            <w:tcW w:w="953" w:type="dxa"/>
          </w:tcPr>
          <w:p w:rsidR="00B26C81" w:rsidRDefault="00B26C81" w:rsidP="00FF4C27">
            <w:pPr>
              <w:jc w:val="center"/>
            </w:pPr>
            <w:r>
              <w:t>49,7</w:t>
            </w:r>
          </w:p>
        </w:tc>
        <w:tc>
          <w:tcPr>
            <w:tcW w:w="953" w:type="dxa"/>
          </w:tcPr>
          <w:p w:rsidR="00B26C81" w:rsidRDefault="00B26C81" w:rsidP="00FF4C27">
            <w:pPr>
              <w:jc w:val="center"/>
            </w:pPr>
            <w:r>
              <w:t>54,0</w:t>
            </w:r>
          </w:p>
        </w:tc>
        <w:tc>
          <w:tcPr>
            <w:tcW w:w="943" w:type="dxa"/>
          </w:tcPr>
          <w:p w:rsidR="00B26C81" w:rsidRDefault="00B26C81" w:rsidP="00FF4C27">
            <w:pPr>
              <w:jc w:val="center"/>
            </w:pPr>
            <w:r>
              <w:t>49,7</w:t>
            </w:r>
          </w:p>
        </w:tc>
        <w:tc>
          <w:tcPr>
            <w:tcW w:w="942" w:type="dxa"/>
          </w:tcPr>
          <w:p w:rsidR="00B26C81" w:rsidRDefault="00B26C81" w:rsidP="00FF4C27">
            <w:pPr>
              <w:jc w:val="center"/>
            </w:pPr>
            <w:r>
              <w:t>49,7</w:t>
            </w:r>
          </w:p>
        </w:tc>
        <w:tc>
          <w:tcPr>
            <w:tcW w:w="942" w:type="dxa"/>
          </w:tcPr>
          <w:p w:rsidR="00B26C81" w:rsidRDefault="00B26C81" w:rsidP="00FF4C27">
            <w:pPr>
              <w:jc w:val="center"/>
            </w:pPr>
            <w:r>
              <w:t>49,7</w:t>
            </w:r>
          </w:p>
        </w:tc>
        <w:tc>
          <w:tcPr>
            <w:tcW w:w="876" w:type="dxa"/>
          </w:tcPr>
          <w:p w:rsidR="00B26C81" w:rsidRDefault="00B26C81" w:rsidP="00FF4C27">
            <w:pPr>
              <w:jc w:val="center"/>
            </w:pPr>
            <w:r>
              <w:t>49,7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7760AA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7760AA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t>местный</w:t>
            </w:r>
            <w:r w:rsidRPr="008C5E10">
              <w:t xml:space="preserve">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996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19,2</w:t>
            </w:r>
          </w:p>
        </w:tc>
        <w:tc>
          <w:tcPr>
            <w:tcW w:w="953" w:type="dxa"/>
          </w:tcPr>
          <w:p w:rsidR="00B26C81" w:rsidRDefault="00B26C81">
            <w:r w:rsidRPr="00A83C01">
              <w:rPr>
                <w:sz w:val="24"/>
                <w:szCs w:val="24"/>
              </w:rPr>
              <w:t>19,2</w:t>
            </w:r>
          </w:p>
        </w:tc>
        <w:tc>
          <w:tcPr>
            <w:tcW w:w="953" w:type="dxa"/>
          </w:tcPr>
          <w:p w:rsidR="00B26C81" w:rsidRDefault="00B26C81">
            <w:r>
              <w:rPr>
                <w:sz w:val="24"/>
                <w:szCs w:val="24"/>
              </w:rPr>
              <w:t>3,8</w:t>
            </w:r>
          </w:p>
        </w:tc>
        <w:tc>
          <w:tcPr>
            <w:tcW w:w="943" w:type="dxa"/>
          </w:tcPr>
          <w:p w:rsidR="00B26C81" w:rsidRDefault="00B26C81">
            <w:r w:rsidRPr="00A83C01">
              <w:rPr>
                <w:sz w:val="24"/>
                <w:szCs w:val="24"/>
              </w:rPr>
              <w:t>19,2</w:t>
            </w:r>
          </w:p>
        </w:tc>
        <w:tc>
          <w:tcPr>
            <w:tcW w:w="942" w:type="dxa"/>
          </w:tcPr>
          <w:p w:rsidR="00B26C81" w:rsidRDefault="00B26C81">
            <w:r w:rsidRPr="00A83C01">
              <w:rPr>
                <w:sz w:val="24"/>
                <w:szCs w:val="24"/>
              </w:rPr>
              <w:t>19,2</w:t>
            </w:r>
          </w:p>
        </w:tc>
        <w:tc>
          <w:tcPr>
            <w:tcW w:w="942" w:type="dxa"/>
          </w:tcPr>
          <w:p w:rsidR="00B26C81" w:rsidRDefault="00B26C81">
            <w:r w:rsidRPr="00A83C01">
              <w:rPr>
                <w:sz w:val="24"/>
                <w:szCs w:val="24"/>
              </w:rPr>
              <w:t>19,2</w:t>
            </w:r>
          </w:p>
        </w:tc>
        <w:tc>
          <w:tcPr>
            <w:tcW w:w="876" w:type="dxa"/>
          </w:tcPr>
          <w:p w:rsidR="00B26C81" w:rsidRDefault="00B26C81">
            <w:r w:rsidRPr="00A83C01">
              <w:rPr>
                <w:sz w:val="24"/>
                <w:szCs w:val="24"/>
              </w:rPr>
              <w:t>19,2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7760AA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7760AA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t>районый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7760AA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7760AA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Default="00B26C81" w:rsidP="007C5AC4">
            <w:pPr>
              <w:jc w:val="center"/>
            </w:pPr>
            <w:r>
              <w:t>областной</w:t>
            </w:r>
            <w:r w:rsidRPr="008C5E10">
              <w:t xml:space="preserve"> бюджет</w:t>
            </w:r>
          </w:p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27,9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30,5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FF4C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30,5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FF4C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50,2</w:t>
            </w:r>
          </w:p>
        </w:tc>
        <w:tc>
          <w:tcPr>
            <w:tcW w:w="943" w:type="dxa"/>
            <w:vAlign w:val="center"/>
          </w:tcPr>
          <w:p w:rsidR="00B26C81" w:rsidRPr="007C5AC4" w:rsidRDefault="00B26C81" w:rsidP="00FF4C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30,5</w:t>
            </w:r>
          </w:p>
        </w:tc>
        <w:tc>
          <w:tcPr>
            <w:tcW w:w="942" w:type="dxa"/>
            <w:vAlign w:val="center"/>
          </w:tcPr>
          <w:p w:rsidR="00B26C81" w:rsidRPr="007C5AC4" w:rsidRDefault="00B26C81" w:rsidP="00FF4C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30,5</w:t>
            </w:r>
          </w:p>
        </w:tc>
        <w:tc>
          <w:tcPr>
            <w:tcW w:w="942" w:type="dxa"/>
            <w:vAlign w:val="center"/>
          </w:tcPr>
          <w:p w:rsidR="00B26C81" w:rsidRPr="007C5AC4" w:rsidRDefault="00B26C81" w:rsidP="00FF4C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30,5</w:t>
            </w:r>
          </w:p>
        </w:tc>
        <w:tc>
          <w:tcPr>
            <w:tcW w:w="876" w:type="dxa"/>
            <w:vAlign w:val="center"/>
          </w:tcPr>
          <w:p w:rsidR="00B26C81" w:rsidRPr="007C5AC4" w:rsidRDefault="00B26C81" w:rsidP="00FF4C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30,5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 w:val="restart"/>
          </w:tcPr>
          <w:p w:rsidR="00B26C81" w:rsidRPr="007C5AC4" w:rsidRDefault="00B26C81" w:rsidP="007760AA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22</w:t>
            </w:r>
          </w:p>
        </w:tc>
        <w:tc>
          <w:tcPr>
            <w:tcW w:w="3501" w:type="dxa"/>
            <w:vMerge w:val="restart"/>
          </w:tcPr>
          <w:p w:rsidR="00B26C81" w:rsidRPr="007C5AC4" w:rsidRDefault="00B26C81" w:rsidP="007C5AC4">
            <w:pPr>
              <w:jc w:val="both"/>
              <w:rPr>
                <w:sz w:val="24"/>
                <w:szCs w:val="24"/>
                <w:u w:val="single"/>
              </w:rPr>
            </w:pPr>
            <w:r w:rsidRPr="007C5AC4">
              <w:rPr>
                <w:sz w:val="24"/>
                <w:szCs w:val="24"/>
                <w:u w:val="single"/>
              </w:rPr>
              <w:t>Мероприятие 3 задачи 1 Подпрограммы 1</w:t>
            </w:r>
          </w:p>
          <w:p w:rsidR="00B26C81" w:rsidRPr="007C5AC4" w:rsidRDefault="00B26C81" w:rsidP="007C5AC4">
            <w:pPr>
              <w:jc w:val="both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Заключение договора на приобретение услуг по сопровождению сетевого программного обеспечения по электронному ведению похозяйственного учета</w:t>
            </w: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Всего, тыс.руб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14,0</w:t>
            </w:r>
          </w:p>
        </w:tc>
        <w:tc>
          <w:tcPr>
            <w:tcW w:w="996" w:type="dxa"/>
          </w:tcPr>
          <w:p w:rsidR="00B26C81" w:rsidRDefault="00B26C81" w:rsidP="007C5AC4">
            <w:pPr>
              <w:jc w:val="center"/>
            </w:pPr>
            <w:r>
              <w:t>13,0</w:t>
            </w:r>
          </w:p>
        </w:tc>
        <w:tc>
          <w:tcPr>
            <w:tcW w:w="953" w:type="dxa"/>
          </w:tcPr>
          <w:p w:rsidR="00B26C81" w:rsidRDefault="00B26C81" w:rsidP="007C5AC4">
            <w:pPr>
              <w:jc w:val="center"/>
            </w:pPr>
            <w:r>
              <w:t>14,0</w:t>
            </w:r>
          </w:p>
        </w:tc>
        <w:tc>
          <w:tcPr>
            <w:tcW w:w="953" w:type="dxa"/>
          </w:tcPr>
          <w:p w:rsidR="00B26C81" w:rsidRDefault="00B26C81" w:rsidP="00FF4C27">
            <w:pPr>
              <w:jc w:val="center"/>
            </w:pPr>
            <w:r>
              <w:t>14,0</w:t>
            </w:r>
          </w:p>
        </w:tc>
        <w:tc>
          <w:tcPr>
            <w:tcW w:w="953" w:type="dxa"/>
          </w:tcPr>
          <w:p w:rsidR="00B26C81" w:rsidRDefault="00B26C81" w:rsidP="00FF4C27">
            <w:pPr>
              <w:jc w:val="center"/>
            </w:pPr>
            <w:r>
              <w:t>15,0</w:t>
            </w:r>
          </w:p>
        </w:tc>
        <w:tc>
          <w:tcPr>
            <w:tcW w:w="943" w:type="dxa"/>
          </w:tcPr>
          <w:p w:rsidR="00B26C81" w:rsidRDefault="00B26C81" w:rsidP="00FF4C27">
            <w:pPr>
              <w:jc w:val="center"/>
            </w:pPr>
            <w:r>
              <w:t>14,0</w:t>
            </w:r>
          </w:p>
        </w:tc>
        <w:tc>
          <w:tcPr>
            <w:tcW w:w="942" w:type="dxa"/>
          </w:tcPr>
          <w:p w:rsidR="00B26C81" w:rsidRDefault="00B26C81" w:rsidP="00FF4C27">
            <w:pPr>
              <w:jc w:val="center"/>
            </w:pPr>
            <w:r>
              <w:t>14,0</w:t>
            </w:r>
          </w:p>
        </w:tc>
        <w:tc>
          <w:tcPr>
            <w:tcW w:w="942" w:type="dxa"/>
          </w:tcPr>
          <w:p w:rsidR="00B26C81" w:rsidRDefault="00B26C81" w:rsidP="00FF4C27">
            <w:pPr>
              <w:jc w:val="center"/>
            </w:pPr>
            <w:r>
              <w:t>14,0</w:t>
            </w:r>
          </w:p>
        </w:tc>
        <w:tc>
          <w:tcPr>
            <w:tcW w:w="876" w:type="dxa"/>
          </w:tcPr>
          <w:p w:rsidR="00B26C81" w:rsidRDefault="00B26C81" w:rsidP="00FF4C27">
            <w:pPr>
              <w:jc w:val="center"/>
            </w:pPr>
            <w:r>
              <w:t>14,0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7760AA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7760AA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t>местный</w:t>
            </w:r>
            <w:r w:rsidRPr="008C5E10">
              <w:t xml:space="preserve">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996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953" w:type="dxa"/>
          </w:tcPr>
          <w:p w:rsidR="00B26C81" w:rsidRPr="007C5AC4" w:rsidRDefault="00B26C81" w:rsidP="00FF4C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953" w:type="dxa"/>
          </w:tcPr>
          <w:p w:rsidR="00B26C81" w:rsidRPr="007C5AC4" w:rsidRDefault="00B26C81" w:rsidP="00FF4C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943" w:type="dxa"/>
          </w:tcPr>
          <w:p w:rsidR="00B26C81" w:rsidRPr="007C5AC4" w:rsidRDefault="00B26C81" w:rsidP="00FF4C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942" w:type="dxa"/>
          </w:tcPr>
          <w:p w:rsidR="00B26C81" w:rsidRPr="007C5AC4" w:rsidRDefault="00B26C81" w:rsidP="00FF4C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942" w:type="dxa"/>
          </w:tcPr>
          <w:p w:rsidR="00B26C81" w:rsidRPr="007C5AC4" w:rsidRDefault="00B26C81" w:rsidP="00FF4C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876" w:type="dxa"/>
          </w:tcPr>
          <w:p w:rsidR="00B26C81" w:rsidRPr="007C5AC4" w:rsidRDefault="00B26C81" w:rsidP="00FF4C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7760AA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7760AA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t>районный</w:t>
            </w:r>
            <w:r w:rsidRPr="008C5E10">
              <w:t xml:space="preserve">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7760AA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7760AA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t>областной</w:t>
            </w:r>
            <w:r w:rsidRPr="008C5E10">
              <w:t xml:space="preserve">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996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FF4C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FF4C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14,0</w:t>
            </w:r>
          </w:p>
        </w:tc>
        <w:tc>
          <w:tcPr>
            <w:tcW w:w="943" w:type="dxa"/>
            <w:vAlign w:val="center"/>
          </w:tcPr>
          <w:p w:rsidR="00B26C81" w:rsidRPr="007C5AC4" w:rsidRDefault="00B26C81" w:rsidP="00FF4C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942" w:type="dxa"/>
            <w:vAlign w:val="center"/>
          </w:tcPr>
          <w:p w:rsidR="00B26C81" w:rsidRPr="007C5AC4" w:rsidRDefault="00B26C81" w:rsidP="00FF4C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942" w:type="dxa"/>
            <w:vAlign w:val="center"/>
          </w:tcPr>
          <w:p w:rsidR="00B26C81" w:rsidRPr="007C5AC4" w:rsidRDefault="00B26C81" w:rsidP="00FF4C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76" w:type="dxa"/>
            <w:vAlign w:val="center"/>
          </w:tcPr>
          <w:p w:rsidR="00B26C81" w:rsidRPr="007C5AC4" w:rsidRDefault="00B26C81" w:rsidP="00FF4C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 w:val="restart"/>
          </w:tcPr>
          <w:p w:rsidR="00B26C81" w:rsidRPr="007C5AC4" w:rsidRDefault="00B26C81" w:rsidP="007760AA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23</w:t>
            </w:r>
          </w:p>
        </w:tc>
        <w:tc>
          <w:tcPr>
            <w:tcW w:w="3501" w:type="dxa"/>
            <w:vMerge w:val="restart"/>
          </w:tcPr>
          <w:p w:rsidR="00B26C81" w:rsidRPr="007C5AC4" w:rsidRDefault="00B26C81" w:rsidP="007C5AC4">
            <w:pPr>
              <w:jc w:val="both"/>
              <w:rPr>
                <w:sz w:val="24"/>
                <w:szCs w:val="24"/>
                <w:u w:val="single"/>
              </w:rPr>
            </w:pPr>
            <w:r w:rsidRPr="007C5AC4">
              <w:rPr>
                <w:sz w:val="24"/>
                <w:szCs w:val="24"/>
                <w:u w:val="single"/>
              </w:rPr>
              <w:t>Мероприятие 3 задачи 1 Подпрограммы 1</w:t>
            </w:r>
          </w:p>
          <w:p w:rsidR="00B26C81" w:rsidRPr="007C5AC4" w:rsidRDefault="00B26C81" w:rsidP="007C5AC4">
            <w:pPr>
              <w:jc w:val="both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Повышение  квалификации муниципальных служащих органов местного самоуправления</w:t>
            </w: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Всего, тыс.руб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7760AA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7760AA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t>местный</w:t>
            </w:r>
            <w:r w:rsidRPr="008C5E10">
              <w:t xml:space="preserve">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7760AA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7760AA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t>районный</w:t>
            </w:r>
            <w:r w:rsidRPr="008C5E10">
              <w:t xml:space="preserve">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7760AA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7760AA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t>областной</w:t>
            </w:r>
            <w:r w:rsidRPr="008C5E10">
              <w:t xml:space="preserve">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 w:val="restart"/>
          </w:tcPr>
          <w:p w:rsidR="00B26C81" w:rsidRPr="007C5AC4" w:rsidRDefault="00B26C81" w:rsidP="00B915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501" w:type="dxa"/>
            <w:vMerge w:val="restart"/>
          </w:tcPr>
          <w:p w:rsidR="00B26C81" w:rsidRPr="007C5AC4" w:rsidRDefault="00B26C81" w:rsidP="007C5AC4">
            <w:pPr>
              <w:jc w:val="both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Мероприятие 4 задачи 1 Подпрограммы 1</w:t>
            </w:r>
          </w:p>
          <w:p w:rsidR="00B26C81" w:rsidRPr="007C5AC4" w:rsidRDefault="00B26C81" w:rsidP="007C5AC4">
            <w:pPr>
              <w:jc w:val="both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Реализация мероприятий, направленных на совершенствование муниципального управления за счет средств областного бюджета</w:t>
            </w: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Всего, тыс.руб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B915B3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B915B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t>местный</w:t>
            </w:r>
            <w:r w:rsidRPr="008C5E10">
              <w:t xml:space="preserve">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B915B3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B915B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t>районный</w:t>
            </w:r>
            <w:r w:rsidRPr="008C5E10">
              <w:t xml:space="preserve">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B915B3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B915B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t>областной</w:t>
            </w:r>
            <w:r w:rsidRPr="008C5E10">
              <w:t xml:space="preserve">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 w:val="restart"/>
          </w:tcPr>
          <w:p w:rsidR="00B26C81" w:rsidRPr="007C5AC4" w:rsidRDefault="00B26C81" w:rsidP="00B915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3501" w:type="dxa"/>
            <w:vMerge w:val="restart"/>
          </w:tcPr>
          <w:p w:rsidR="00B26C81" w:rsidRPr="007C5AC4" w:rsidRDefault="00B26C81" w:rsidP="007C5AC4">
            <w:pPr>
              <w:jc w:val="both"/>
              <w:rPr>
                <w:sz w:val="24"/>
                <w:szCs w:val="24"/>
                <w:u w:val="single"/>
              </w:rPr>
            </w:pPr>
            <w:r w:rsidRPr="007C5AC4">
              <w:rPr>
                <w:sz w:val="24"/>
                <w:szCs w:val="24"/>
                <w:u w:val="single"/>
              </w:rPr>
              <w:t>Основное мероприятие задачи 2 Подпрограммы 1</w:t>
            </w:r>
          </w:p>
          <w:p w:rsidR="00B26C81" w:rsidRPr="007C5AC4" w:rsidRDefault="00B26C81" w:rsidP="007C5AC4">
            <w:pPr>
              <w:jc w:val="both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 xml:space="preserve"> "Социальная поддержка отдельных категорий граждан»"</w:t>
            </w: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Всего, тыс.руб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B915B3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B915B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t>местный</w:t>
            </w:r>
            <w:r w:rsidRPr="008C5E10">
              <w:t xml:space="preserve">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B915B3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B915B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t>районный</w:t>
            </w:r>
            <w:r w:rsidRPr="008C5E10">
              <w:t xml:space="preserve">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B915B3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B915B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t>областной</w:t>
            </w:r>
            <w:r w:rsidRPr="008C5E10">
              <w:t xml:space="preserve">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 w:val="restart"/>
          </w:tcPr>
          <w:p w:rsidR="00B26C81" w:rsidRPr="007C5AC4" w:rsidRDefault="00B26C81" w:rsidP="00B915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3501" w:type="dxa"/>
            <w:vMerge w:val="restart"/>
          </w:tcPr>
          <w:p w:rsidR="00B26C81" w:rsidRPr="007C5AC4" w:rsidRDefault="00B26C81" w:rsidP="007C5AC4">
            <w:pPr>
              <w:jc w:val="both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Доплаты к пенсиям муниципальных служащих с</w:t>
            </w:r>
            <w:r>
              <w:rPr>
                <w:sz w:val="24"/>
                <w:szCs w:val="24"/>
              </w:rPr>
              <w:t>ельского поселения Излегощенский</w:t>
            </w:r>
            <w:r w:rsidRPr="007C5AC4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Всего, тыс.руб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14,3</w:t>
            </w:r>
          </w:p>
        </w:tc>
        <w:tc>
          <w:tcPr>
            <w:tcW w:w="953" w:type="dxa"/>
          </w:tcPr>
          <w:p w:rsidR="00B26C81" w:rsidRPr="007C5AC4" w:rsidRDefault="00B26C81" w:rsidP="00FF4C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14,3</w:t>
            </w:r>
          </w:p>
        </w:tc>
        <w:tc>
          <w:tcPr>
            <w:tcW w:w="953" w:type="dxa"/>
          </w:tcPr>
          <w:p w:rsidR="00B26C81" w:rsidRPr="007C5AC4" w:rsidRDefault="00B26C81" w:rsidP="00FF4C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14,3</w:t>
            </w:r>
          </w:p>
        </w:tc>
        <w:tc>
          <w:tcPr>
            <w:tcW w:w="953" w:type="dxa"/>
          </w:tcPr>
          <w:p w:rsidR="00B26C81" w:rsidRPr="007C5AC4" w:rsidRDefault="00B26C81" w:rsidP="00FF4C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14,3</w:t>
            </w:r>
          </w:p>
        </w:tc>
        <w:tc>
          <w:tcPr>
            <w:tcW w:w="943" w:type="dxa"/>
          </w:tcPr>
          <w:p w:rsidR="00B26C81" w:rsidRPr="007C5AC4" w:rsidRDefault="00B26C81" w:rsidP="00FF4C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14,3</w:t>
            </w:r>
          </w:p>
        </w:tc>
        <w:tc>
          <w:tcPr>
            <w:tcW w:w="942" w:type="dxa"/>
          </w:tcPr>
          <w:p w:rsidR="00B26C81" w:rsidRPr="007C5AC4" w:rsidRDefault="00B26C81" w:rsidP="00FF4C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14,3</w:t>
            </w:r>
          </w:p>
        </w:tc>
        <w:tc>
          <w:tcPr>
            <w:tcW w:w="942" w:type="dxa"/>
          </w:tcPr>
          <w:p w:rsidR="00B26C81" w:rsidRPr="007C5AC4" w:rsidRDefault="00B26C81" w:rsidP="00FF4C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14,3</w:t>
            </w:r>
          </w:p>
        </w:tc>
        <w:tc>
          <w:tcPr>
            <w:tcW w:w="876" w:type="dxa"/>
          </w:tcPr>
          <w:p w:rsidR="00B26C81" w:rsidRPr="007C5AC4" w:rsidRDefault="00B26C81" w:rsidP="00FF4C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14,3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B915B3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B915B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t>местный</w:t>
            </w:r>
            <w:r w:rsidRPr="008C5E10">
              <w:t xml:space="preserve">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14,3</w:t>
            </w:r>
          </w:p>
        </w:tc>
        <w:tc>
          <w:tcPr>
            <w:tcW w:w="953" w:type="dxa"/>
          </w:tcPr>
          <w:p w:rsidR="00B26C81" w:rsidRPr="007C5AC4" w:rsidRDefault="00B26C81" w:rsidP="00FF4C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14,3</w:t>
            </w:r>
          </w:p>
        </w:tc>
        <w:tc>
          <w:tcPr>
            <w:tcW w:w="953" w:type="dxa"/>
          </w:tcPr>
          <w:p w:rsidR="00B26C81" w:rsidRPr="007C5AC4" w:rsidRDefault="00B26C81" w:rsidP="00FF4C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14,3</w:t>
            </w:r>
          </w:p>
        </w:tc>
        <w:tc>
          <w:tcPr>
            <w:tcW w:w="953" w:type="dxa"/>
          </w:tcPr>
          <w:p w:rsidR="00B26C81" w:rsidRPr="007C5AC4" w:rsidRDefault="00B26C81" w:rsidP="00FF4C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14,3</w:t>
            </w:r>
          </w:p>
        </w:tc>
        <w:tc>
          <w:tcPr>
            <w:tcW w:w="943" w:type="dxa"/>
          </w:tcPr>
          <w:p w:rsidR="00B26C81" w:rsidRPr="007C5AC4" w:rsidRDefault="00B26C81" w:rsidP="00FF4C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14,3</w:t>
            </w:r>
          </w:p>
        </w:tc>
        <w:tc>
          <w:tcPr>
            <w:tcW w:w="942" w:type="dxa"/>
          </w:tcPr>
          <w:p w:rsidR="00B26C81" w:rsidRPr="007C5AC4" w:rsidRDefault="00B26C81" w:rsidP="00FF4C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14,3</w:t>
            </w:r>
          </w:p>
        </w:tc>
        <w:tc>
          <w:tcPr>
            <w:tcW w:w="942" w:type="dxa"/>
          </w:tcPr>
          <w:p w:rsidR="00B26C81" w:rsidRPr="007C5AC4" w:rsidRDefault="00B26C81" w:rsidP="00FF4C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14,3</w:t>
            </w:r>
          </w:p>
        </w:tc>
        <w:tc>
          <w:tcPr>
            <w:tcW w:w="876" w:type="dxa"/>
          </w:tcPr>
          <w:p w:rsidR="00B26C81" w:rsidRPr="007C5AC4" w:rsidRDefault="00B26C81" w:rsidP="00FF4C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14,3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B915B3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B915B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t>районный</w:t>
            </w:r>
            <w:r w:rsidRPr="008C5E10">
              <w:t xml:space="preserve">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B915B3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B915B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t>областной</w:t>
            </w:r>
            <w:r w:rsidRPr="008C5E10">
              <w:t xml:space="preserve">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 w:val="restart"/>
          </w:tcPr>
          <w:p w:rsidR="00B26C81" w:rsidRPr="007C5AC4" w:rsidRDefault="00B26C81" w:rsidP="00B915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3501" w:type="dxa"/>
            <w:vMerge w:val="restart"/>
          </w:tcPr>
          <w:p w:rsidR="00B26C81" w:rsidRPr="007C5AC4" w:rsidRDefault="00B26C81" w:rsidP="007C5AC4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7C5AC4">
              <w:rPr>
                <w:b/>
                <w:sz w:val="24"/>
                <w:szCs w:val="24"/>
                <w:u w:val="single"/>
              </w:rPr>
              <w:t xml:space="preserve">Итого по Подпрограмме 1 </w:t>
            </w: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b/>
                <w:sz w:val="24"/>
                <w:szCs w:val="24"/>
              </w:rPr>
            </w:pPr>
            <w:r w:rsidRPr="007C5AC4">
              <w:rPr>
                <w:b/>
                <w:sz w:val="24"/>
                <w:szCs w:val="24"/>
              </w:rPr>
              <w:t>Всего, тыс.руб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1512,5</w:t>
            </w:r>
          </w:p>
        </w:tc>
        <w:tc>
          <w:tcPr>
            <w:tcW w:w="996" w:type="dxa"/>
            <w:vAlign w:val="center"/>
          </w:tcPr>
          <w:p w:rsidR="00B26C81" w:rsidRPr="007C5AC4" w:rsidRDefault="00B26C81" w:rsidP="007C5AC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1562,3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1592,0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1692,1</w:t>
            </w:r>
          </w:p>
        </w:tc>
        <w:tc>
          <w:tcPr>
            <w:tcW w:w="953" w:type="dxa"/>
          </w:tcPr>
          <w:p w:rsidR="00B26C81" w:rsidRDefault="00B26C81">
            <w:r w:rsidRPr="004018E8">
              <w:rPr>
                <w:b/>
                <w:color w:val="000000"/>
                <w:sz w:val="24"/>
                <w:szCs w:val="24"/>
              </w:rPr>
              <w:t>1691,1</w:t>
            </w:r>
          </w:p>
        </w:tc>
        <w:tc>
          <w:tcPr>
            <w:tcW w:w="943" w:type="dxa"/>
          </w:tcPr>
          <w:p w:rsidR="00B26C81" w:rsidRDefault="00B26C81">
            <w:r w:rsidRPr="004018E8">
              <w:rPr>
                <w:b/>
                <w:color w:val="000000"/>
                <w:sz w:val="24"/>
                <w:szCs w:val="24"/>
              </w:rPr>
              <w:t>1691,1</w:t>
            </w:r>
          </w:p>
        </w:tc>
        <w:tc>
          <w:tcPr>
            <w:tcW w:w="942" w:type="dxa"/>
          </w:tcPr>
          <w:p w:rsidR="00B26C81" w:rsidRDefault="00B26C81">
            <w:r w:rsidRPr="004018E8">
              <w:rPr>
                <w:b/>
                <w:color w:val="000000"/>
                <w:sz w:val="24"/>
                <w:szCs w:val="24"/>
              </w:rPr>
              <w:t>1691,1</w:t>
            </w:r>
          </w:p>
        </w:tc>
        <w:tc>
          <w:tcPr>
            <w:tcW w:w="942" w:type="dxa"/>
          </w:tcPr>
          <w:p w:rsidR="00B26C81" w:rsidRDefault="00B26C81">
            <w:r w:rsidRPr="004018E8">
              <w:rPr>
                <w:b/>
                <w:color w:val="000000"/>
                <w:sz w:val="24"/>
                <w:szCs w:val="24"/>
              </w:rPr>
              <w:t>1691,1</w:t>
            </w:r>
          </w:p>
        </w:tc>
        <w:tc>
          <w:tcPr>
            <w:tcW w:w="876" w:type="dxa"/>
          </w:tcPr>
          <w:p w:rsidR="00B26C81" w:rsidRDefault="00B26C81">
            <w:r w:rsidRPr="004018E8">
              <w:rPr>
                <w:b/>
                <w:color w:val="000000"/>
                <w:sz w:val="24"/>
                <w:szCs w:val="24"/>
              </w:rPr>
              <w:t>1691,1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B915B3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B915B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b/>
                <w:sz w:val="24"/>
                <w:szCs w:val="24"/>
              </w:rPr>
            </w:pPr>
            <w:r w:rsidRPr="007C5AC4">
              <w:rPr>
                <w:b/>
              </w:rPr>
              <w:t>местный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1502,5</w:t>
            </w:r>
          </w:p>
        </w:tc>
        <w:tc>
          <w:tcPr>
            <w:tcW w:w="996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1524,4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1551,5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1650,6</w:t>
            </w:r>
          </w:p>
        </w:tc>
        <w:tc>
          <w:tcPr>
            <w:tcW w:w="953" w:type="dxa"/>
          </w:tcPr>
          <w:p w:rsidR="00B26C81" w:rsidRDefault="00B26C81">
            <w:r w:rsidRPr="006324B9">
              <w:rPr>
                <w:sz w:val="24"/>
                <w:szCs w:val="24"/>
              </w:rPr>
              <w:t>1650,6</w:t>
            </w:r>
          </w:p>
        </w:tc>
        <w:tc>
          <w:tcPr>
            <w:tcW w:w="943" w:type="dxa"/>
          </w:tcPr>
          <w:p w:rsidR="00B26C81" w:rsidRDefault="00B26C81">
            <w:r w:rsidRPr="006324B9">
              <w:rPr>
                <w:sz w:val="24"/>
                <w:szCs w:val="24"/>
              </w:rPr>
              <w:t>1650,6</w:t>
            </w:r>
          </w:p>
        </w:tc>
        <w:tc>
          <w:tcPr>
            <w:tcW w:w="942" w:type="dxa"/>
          </w:tcPr>
          <w:p w:rsidR="00B26C81" w:rsidRDefault="00B26C81">
            <w:r w:rsidRPr="006324B9">
              <w:rPr>
                <w:sz w:val="24"/>
                <w:szCs w:val="24"/>
              </w:rPr>
              <w:t>1650,6</w:t>
            </w:r>
          </w:p>
        </w:tc>
        <w:tc>
          <w:tcPr>
            <w:tcW w:w="942" w:type="dxa"/>
          </w:tcPr>
          <w:p w:rsidR="00B26C81" w:rsidRDefault="00B26C81">
            <w:r w:rsidRPr="006324B9">
              <w:rPr>
                <w:sz w:val="24"/>
                <w:szCs w:val="24"/>
              </w:rPr>
              <w:t>1650,6</w:t>
            </w:r>
          </w:p>
        </w:tc>
        <w:tc>
          <w:tcPr>
            <w:tcW w:w="876" w:type="dxa"/>
          </w:tcPr>
          <w:p w:rsidR="00B26C81" w:rsidRDefault="00B26C81">
            <w:r w:rsidRPr="006324B9">
              <w:rPr>
                <w:sz w:val="24"/>
                <w:szCs w:val="24"/>
              </w:rPr>
              <w:t>1650,6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B915B3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B915B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b/>
                <w:sz w:val="24"/>
                <w:szCs w:val="24"/>
              </w:rPr>
            </w:pPr>
            <w:r w:rsidRPr="007C5AC4">
              <w:rPr>
                <w:b/>
              </w:rPr>
              <w:t>районный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B915B3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B915B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b/>
              </w:rPr>
            </w:pPr>
            <w:r w:rsidRPr="007C5AC4">
              <w:rPr>
                <w:b/>
              </w:rPr>
              <w:t>областной бюджет</w:t>
            </w:r>
          </w:p>
          <w:p w:rsidR="00B26C81" w:rsidRPr="007C5AC4" w:rsidRDefault="00B26C81" w:rsidP="007C5AC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996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37,9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40,5</w:t>
            </w:r>
          </w:p>
        </w:tc>
        <w:tc>
          <w:tcPr>
            <w:tcW w:w="953" w:type="dxa"/>
          </w:tcPr>
          <w:p w:rsidR="00B26C81" w:rsidRDefault="00B26C81">
            <w:r w:rsidRPr="00F03680">
              <w:rPr>
                <w:sz w:val="24"/>
                <w:szCs w:val="24"/>
              </w:rPr>
              <w:t>40,5</w:t>
            </w:r>
          </w:p>
        </w:tc>
        <w:tc>
          <w:tcPr>
            <w:tcW w:w="953" w:type="dxa"/>
          </w:tcPr>
          <w:p w:rsidR="00B26C81" w:rsidRDefault="00B26C81">
            <w:r w:rsidRPr="00F03680">
              <w:rPr>
                <w:sz w:val="24"/>
                <w:szCs w:val="24"/>
              </w:rPr>
              <w:t>40,5</w:t>
            </w:r>
          </w:p>
        </w:tc>
        <w:tc>
          <w:tcPr>
            <w:tcW w:w="943" w:type="dxa"/>
          </w:tcPr>
          <w:p w:rsidR="00B26C81" w:rsidRDefault="00B26C81">
            <w:r w:rsidRPr="00F03680">
              <w:rPr>
                <w:sz w:val="24"/>
                <w:szCs w:val="24"/>
              </w:rPr>
              <w:t>40,5</w:t>
            </w:r>
          </w:p>
        </w:tc>
        <w:tc>
          <w:tcPr>
            <w:tcW w:w="942" w:type="dxa"/>
          </w:tcPr>
          <w:p w:rsidR="00B26C81" w:rsidRDefault="00B26C81">
            <w:r w:rsidRPr="00F03680">
              <w:rPr>
                <w:sz w:val="24"/>
                <w:szCs w:val="24"/>
              </w:rPr>
              <w:t>40,5</w:t>
            </w:r>
          </w:p>
        </w:tc>
        <w:tc>
          <w:tcPr>
            <w:tcW w:w="942" w:type="dxa"/>
          </w:tcPr>
          <w:p w:rsidR="00B26C81" w:rsidRDefault="00B26C81">
            <w:r w:rsidRPr="00F03680">
              <w:rPr>
                <w:sz w:val="24"/>
                <w:szCs w:val="24"/>
              </w:rPr>
              <w:t>40,5</w:t>
            </w:r>
          </w:p>
        </w:tc>
        <w:tc>
          <w:tcPr>
            <w:tcW w:w="876" w:type="dxa"/>
          </w:tcPr>
          <w:p w:rsidR="00B26C81" w:rsidRDefault="00B26C81">
            <w:r w:rsidRPr="00F03680">
              <w:rPr>
                <w:sz w:val="24"/>
                <w:szCs w:val="24"/>
              </w:rPr>
              <w:t>40,5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</w:tcPr>
          <w:p w:rsidR="00B26C81" w:rsidRPr="007C5AC4" w:rsidRDefault="00B26C81" w:rsidP="006F78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4652" w:type="dxa"/>
            <w:gridSpan w:val="12"/>
          </w:tcPr>
          <w:p w:rsidR="00B26C81" w:rsidRPr="007C5AC4" w:rsidRDefault="00B26C81" w:rsidP="006F7893">
            <w:pPr>
              <w:rPr>
                <w:b/>
                <w:sz w:val="24"/>
                <w:szCs w:val="24"/>
              </w:rPr>
            </w:pPr>
          </w:p>
          <w:p w:rsidR="00B26C81" w:rsidRDefault="00B26C81" w:rsidP="006F7893">
            <w:pPr>
              <w:rPr>
                <w:b/>
                <w:bCs/>
                <w:sz w:val="24"/>
                <w:szCs w:val="24"/>
              </w:rPr>
            </w:pPr>
            <w:r w:rsidRPr="007C5AC4">
              <w:rPr>
                <w:b/>
                <w:sz w:val="24"/>
                <w:szCs w:val="24"/>
              </w:rPr>
              <w:t xml:space="preserve">Подпрограмма 2 "Обеспечение безопасности человека и природной среды на территории </w:t>
            </w:r>
            <w:r w:rsidRPr="007C5AC4">
              <w:rPr>
                <w:b/>
                <w:bCs/>
                <w:sz w:val="24"/>
                <w:szCs w:val="24"/>
              </w:rPr>
              <w:t>сельского пос</w:t>
            </w:r>
            <w:r>
              <w:rPr>
                <w:b/>
                <w:bCs/>
                <w:sz w:val="24"/>
                <w:szCs w:val="24"/>
              </w:rPr>
              <w:t xml:space="preserve">еления  Излегощенский </w:t>
            </w:r>
            <w:r w:rsidRPr="007C5AC4">
              <w:rPr>
                <w:b/>
                <w:bCs/>
                <w:sz w:val="24"/>
                <w:szCs w:val="24"/>
              </w:rPr>
              <w:t>сельсовет в  2016-2024 годах".</w:t>
            </w:r>
          </w:p>
          <w:p w:rsidR="00B26C81" w:rsidRPr="007C5AC4" w:rsidRDefault="00B26C81" w:rsidP="006F789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</w:tcPr>
          <w:p w:rsidR="00B26C81" w:rsidRPr="007C5AC4" w:rsidRDefault="00B26C81" w:rsidP="006F78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4652" w:type="dxa"/>
            <w:gridSpan w:val="12"/>
          </w:tcPr>
          <w:p w:rsidR="00B26C81" w:rsidRPr="007C5AC4" w:rsidRDefault="00B26C81" w:rsidP="006F7893">
            <w:pPr>
              <w:rPr>
                <w:b/>
                <w:i/>
                <w:color w:val="000000"/>
                <w:sz w:val="24"/>
                <w:szCs w:val="24"/>
              </w:rPr>
            </w:pPr>
            <w:r w:rsidRPr="007C5AC4">
              <w:rPr>
                <w:b/>
                <w:i/>
                <w:sz w:val="24"/>
                <w:szCs w:val="24"/>
              </w:rPr>
              <w:t>Задача 1 Подпрограммы 2 – Обеспечение проведения мероприятий по повышению безопасности населения и природной среды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</w:tcPr>
          <w:p w:rsidR="00B26C81" w:rsidRPr="007C5AC4" w:rsidRDefault="00B26C81" w:rsidP="004606AE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30</w:t>
            </w:r>
          </w:p>
        </w:tc>
        <w:tc>
          <w:tcPr>
            <w:tcW w:w="3501" w:type="dxa"/>
          </w:tcPr>
          <w:p w:rsidR="00B26C81" w:rsidRPr="007C5AC4" w:rsidRDefault="00B26C81" w:rsidP="004606AE">
            <w:pPr>
              <w:rPr>
                <w:sz w:val="24"/>
                <w:szCs w:val="24"/>
                <w:u w:val="single"/>
              </w:rPr>
            </w:pPr>
            <w:r w:rsidRPr="007C5AC4">
              <w:rPr>
                <w:sz w:val="24"/>
                <w:szCs w:val="24"/>
                <w:u w:val="single"/>
              </w:rPr>
              <w:t>Показатель 1 задачи 1 Подпрограммы 2</w:t>
            </w:r>
          </w:p>
          <w:p w:rsidR="00B26C81" w:rsidRPr="007C5AC4" w:rsidRDefault="00B26C81" w:rsidP="004606AE">
            <w:pPr>
              <w:rPr>
                <w:sz w:val="24"/>
                <w:szCs w:val="24"/>
                <w:u w:val="single"/>
              </w:rPr>
            </w:pPr>
            <w:r w:rsidRPr="007C5AC4">
              <w:rPr>
                <w:color w:val="000000"/>
                <w:sz w:val="24"/>
                <w:szCs w:val="24"/>
              </w:rPr>
              <w:t>Доля населения, охваченного системой оповещения в случай возникновения ЧС</w:t>
            </w:r>
          </w:p>
        </w:tc>
        <w:tc>
          <w:tcPr>
            <w:tcW w:w="166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%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6" w:type="dxa"/>
          </w:tcPr>
          <w:p w:rsidR="00B26C81" w:rsidRDefault="00B26C81">
            <w:r w:rsidRPr="009F1ED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53" w:type="dxa"/>
          </w:tcPr>
          <w:p w:rsidR="00B26C81" w:rsidRDefault="00B26C81">
            <w:r w:rsidRPr="009F1ED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53" w:type="dxa"/>
          </w:tcPr>
          <w:p w:rsidR="00B26C81" w:rsidRDefault="00B26C81">
            <w:r w:rsidRPr="009F1ED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53" w:type="dxa"/>
          </w:tcPr>
          <w:p w:rsidR="00B26C81" w:rsidRDefault="00B26C81">
            <w:r w:rsidRPr="009F1ED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43" w:type="dxa"/>
          </w:tcPr>
          <w:p w:rsidR="00B26C81" w:rsidRDefault="00B26C81">
            <w:r w:rsidRPr="009F1ED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42" w:type="dxa"/>
          </w:tcPr>
          <w:p w:rsidR="00B26C81" w:rsidRDefault="00B26C81">
            <w:r w:rsidRPr="009F1ED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42" w:type="dxa"/>
          </w:tcPr>
          <w:p w:rsidR="00B26C81" w:rsidRDefault="00B26C81">
            <w:r w:rsidRPr="009F1ED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876" w:type="dxa"/>
          </w:tcPr>
          <w:p w:rsidR="00B26C81" w:rsidRDefault="00B26C81">
            <w:r w:rsidRPr="009F1ED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 w:val="restart"/>
          </w:tcPr>
          <w:p w:rsidR="00B26C81" w:rsidRPr="007C5AC4" w:rsidRDefault="00B26C81" w:rsidP="00533D92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31</w:t>
            </w:r>
          </w:p>
        </w:tc>
        <w:tc>
          <w:tcPr>
            <w:tcW w:w="3501" w:type="dxa"/>
            <w:vMerge w:val="restart"/>
          </w:tcPr>
          <w:p w:rsidR="00B26C81" w:rsidRPr="007C5AC4" w:rsidRDefault="00B26C81" w:rsidP="00533D92">
            <w:pPr>
              <w:rPr>
                <w:sz w:val="24"/>
                <w:szCs w:val="24"/>
                <w:u w:val="single"/>
              </w:rPr>
            </w:pPr>
            <w:r w:rsidRPr="007C5AC4">
              <w:rPr>
                <w:sz w:val="24"/>
                <w:szCs w:val="24"/>
                <w:u w:val="single"/>
              </w:rPr>
              <w:t>Основное мероприятие задачи 1 Подпрограммы 2</w:t>
            </w:r>
          </w:p>
          <w:p w:rsidR="00B26C81" w:rsidRPr="007C5AC4" w:rsidRDefault="00B26C81" w:rsidP="00533D92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"Предупреждение и ликвидация последствий чрезвычайных ситуаций"</w:t>
            </w: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Всего, тыс.руб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vAlign w:val="center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36,5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CB4E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36,5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CB4E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36,5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CB4E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36,5</w:t>
            </w:r>
          </w:p>
        </w:tc>
        <w:tc>
          <w:tcPr>
            <w:tcW w:w="943" w:type="dxa"/>
            <w:vAlign w:val="center"/>
          </w:tcPr>
          <w:p w:rsidR="00B26C81" w:rsidRPr="007C5AC4" w:rsidRDefault="00B26C81" w:rsidP="00CB4E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36,5</w:t>
            </w:r>
          </w:p>
        </w:tc>
        <w:tc>
          <w:tcPr>
            <w:tcW w:w="942" w:type="dxa"/>
            <w:vAlign w:val="center"/>
          </w:tcPr>
          <w:p w:rsidR="00B26C81" w:rsidRPr="007C5AC4" w:rsidRDefault="00B26C81" w:rsidP="00CB4E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36,5</w:t>
            </w:r>
          </w:p>
        </w:tc>
        <w:tc>
          <w:tcPr>
            <w:tcW w:w="942" w:type="dxa"/>
            <w:vAlign w:val="center"/>
          </w:tcPr>
          <w:p w:rsidR="00B26C81" w:rsidRPr="007C5AC4" w:rsidRDefault="00B26C81" w:rsidP="00CB4E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36,5</w:t>
            </w:r>
          </w:p>
        </w:tc>
        <w:tc>
          <w:tcPr>
            <w:tcW w:w="876" w:type="dxa"/>
            <w:vAlign w:val="center"/>
          </w:tcPr>
          <w:p w:rsidR="00B26C81" w:rsidRPr="007C5AC4" w:rsidRDefault="00B26C81" w:rsidP="00CB4E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36,5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533D92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533D92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Default="00B26C81" w:rsidP="007C5AC4">
            <w:pPr>
              <w:jc w:val="center"/>
            </w:pPr>
            <w:r>
              <w:t>районный</w:t>
            </w:r>
            <w:r w:rsidRPr="008C5E10">
              <w:t xml:space="preserve"> бюджет</w:t>
            </w:r>
          </w:p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36,5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36,5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36,5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36,5</w:t>
            </w:r>
          </w:p>
        </w:tc>
        <w:tc>
          <w:tcPr>
            <w:tcW w:w="943" w:type="dxa"/>
            <w:vAlign w:val="center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36,5</w:t>
            </w:r>
          </w:p>
        </w:tc>
        <w:tc>
          <w:tcPr>
            <w:tcW w:w="942" w:type="dxa"/>
            <w:vAlign w:val="center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36,5</w:t>
            </w:r>
          </w:p>
        </w:tc>
        <w:tc>
          <w:tcPr>
            <w:tcW w:w="942" w:type="dxa"/>
            <w:vAlign w:val="center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36,5</w:t>
            </w:r>
          </w:p>
        </w:tc>
        <w:tc>
          <w:tcPr>
            <w:tcW w:w="876" w:type="dxa"/>
            <w:vAlign w:val="center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36,5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 w:val="restart"/>
          </w:tcPr>
          <w:p w:rsidR="00B26C81" w:rsidRPr="007C5AC4" w:rsidRDefault="00B26C81" w:rsidP="00533D92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32</w:t>
            </w:r>
          </w:p>
        </w:tc>
        <w:tc>
          <w:tcPr>
            <w:tcW w:w="3501" w:type="dxa"/>
            <w:vMerge w:val="restart"/>
          </w:tcPr>
          <w:p w:rsidR="00B26C81" w:rsidRPr="007C5AC4" w:rsidRDefault="00B26C81" w:rsidP="00533D92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Реализация переданных полномочий в части предупреждения и ликвидации последствий чрезвычайных ситуаций</w:t>
            </w: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Всего, тыс.руб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vAlign w:val="center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533D92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533D92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Default="00B26C81" w:rsidP="007C5AC4">
            <w:pPr>
              <w:jc w:val="center"/>
            </w:pPr>
            <w:r>
              <w:t>районный</w:t>
            </w:r>
            <w:r w:rsidRPr="008C5E10">
              <w:t xml:space="preserve"> бюджет</w:t>
            </w:r>
          </w:p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 w:val="restart"/>
          </w:tcPr>
          <w:p w:rsidR="00B26C81" w:rsidRPr="007C5AC4" w:rsidRDefault="00B26C81" w:rsidP="00533D92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33</w:t>
            </w:r>
          </w:p>
        </w:tc>
        <w:tc>
          <w:tcPr>
            <w:tcW w:w="3501" w:type="dxa"/>
            <w:vMerge w:val="restart"/>
          </w:tcPr>
          <w:p w:rsidR="00B26C81" w:rsidRPr="007C5AC4" w:rsidRDefault="00B26C81" w:rsidP="00533D92">
            <w:pPr>
              <w:rPr>
                <w:b/>
                <w:sz w:val="24"/>
                <w:szCs w:val="24"/>
                <w:u w:val="single"/>
              </w:rPr>
            </w:pPr>
            <w:r w:rsidRPr="007C5AC4">
              <w:rPr>
                <w:b/>
                <w:sz w:val="24"/>
                <w:szCs w:val="24"/>
                <w:u w:val="single"/>
              </w:rPr>
              <w:t>Итого по Подпрограмме 2</w:t>
            </w: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b/>
                <w:sz w:val="24"/>
                <w:szCs w:val="24"/>
              </w:rPr>
            </w:pPr>
            <w:r w:rsidRPr="007C5AC4">
              <w:rPr>
                <w:b/>
                <w:sz w:val="24"/>
                <w:szCs w:val="24"/>
              </w:rPr>
              <w:t>Всего, тыс.руб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vAlign w:val="center"/>
          </w:tcPr>
          <w:p w:rsidR="00B26C81" w:rsidRPr="007C5AC4" w:rsidRDefault="00B26C81" w:rsidP="00CB4E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36,5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CB4E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36,5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CB4E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36,5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CB4E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36,5</w:t>
            </w:r>
          </w:p>
        </w:tc>
        <w:tc>
          <w:tcPr>
            <w:tcW w:w="943" w:type="dxa"/>
            <w:vAlign w:val="center"/>
          </w:tcPr>
          <w:p w:rsidR="00B26C81" w:rsidRPr="007C5AC4" w:rsidRDefault="00B26C81" w:rsidP="00CB4E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36,5</w:t>
            </w:r>
          </w:p>
        </w:tc>
        <w:tc>
          <w:tcPr>
            <w:tcW w:w="942" w:type="dxa"/>
            <w:vAlign w:val="center"/>
          </w:tcPr>
          <w:p w:rsidR="00B26C81" w:rsidRPr="007C5AC4" w:rsidRDefault="00B26C81" w:rsidP="00CB4E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36,5</w:t>
            </w:r>
          </w:p>
        </w:tc>
        <w:tc>
          <w:tcPr>
            <w:tcW w:w="942" w:type="dxa"/>
            <w:vAlign w:val="center"/>
          </w:tcPr>
          <w:p w:rsidR="00B26C81" w:rsidRPr="007C5AC4" w:rsidRDefault="00B26C81" w:rsidP="00CB4E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36,5</w:t>
            </w:r>
          </w:p>
        </w:tc>
        <w:tc>
          <w:tcPr>
            <w:tcW w:w="876" w:type="dxa"/>
            <w:vAlign w:val="center"/>
          </w:tcPr>
          <w:p w:rsidR="00B26C81" w:rsidRPr="007C5AC4" w:rsidRDefault="00B26C81" w:rsidP="00CB4E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36,5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533D92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533D92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b/>
              </w:rPr>
            </w:pPr>
            <w:r w:rsidRPr="007C5AC4">
              <w:rPr>
                <w:b/>
              </w:rPr>
              <w:t>районный бюджет</w:t>
            </w:r>
          </w:p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  <w:vAlign w:val="center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36,5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36,5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36,5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36,5</w:t>
            </w:r>
          </w:p>
        </w:tc>
        <w:tc>
          <w:tcPr>
            <w:tcW w:w="943" w:type="dxa"/>
            <w:vAlign w:val="center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36,5</w:t>
            </w:r>
          </w:p>
        </w:tc>
        <w:tc>
          <w:tcPr>
            <w:tcW w:w="942" w:type="dxa"/>
            <w:vAlign w:val="center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36,5</w:t>
            </w:r>
          </w:p>
        </w:tc>
        <w:tc>
          <w:tcPr>
            <w:tcW w:w="942" w:type="dxa"/>
            <w:vAlign w:val="center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36,5</w:t>
            </w:r>
          </w:p>
        </w:tc>
        <w:tc>
          <w:tcPr>
            <w:tcW w:w="876" w:type="dxa"/>
            <w:vAlign w:val="center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36,5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</w:tcPr>
          <w:p w:rsidR="00B26C81" w:rsidRPr="007C5AC4" w:rsidRDefault="00B26C81" w:rsidP="00A66982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34</w:t>
            </w:r>
          </w:p>
        </w:tc>
        <w:tc>
          <w:tcPr>
            <w:tcW w:w="14652" w:type="dxa"/>
            <w:gridSpan w:val="12"/>
          </w:tcPr>
          <w:p w:rsidR="00B26C81" w:rsidRPr="007C5AC4" w:rsidRDefault="00B26C81" w:rsidP="00A66982">
            <w:pPr>
              <w:rPr>
                <w:b/>
                <w:sz w:val="24"/>
                <w:szCs w:val="24"/>
              </w:rPr>
            </w:pPr>
          </w:p>
          <w:p w:rsidR="00B26C81" w:rsidRPr="007C5AC4" w:rsidRDefault="00B26C81" w:rsidP="00A66982">
            <w:pPr>
              <w:rPr>
                <w:b/>
                <w:bCs/>
                <w:sz w:val="24"/>
                <w:szCs w:val="24"/>
              </w:rPr>
            </w:pPr>
            <w:r w:rsidRPr="007C5AC4">
              <w:rPr>
                <w:b/>
                <w:sz w:val="24"/>
                <w:szCs w:val="24"/>
              </w:rPr>
              <w:t xml:space="preserve">Подпрограмма 3 - Развитие инфраструктуры и повышение уровня благоустройства на территории </w:t>
            </w:r>
            <w:r w:rsidRPr="007C5AC4">
              <w:rPr>
                <w:b/>
                <w:bCs/>
                <w:sz w:val="24"/>
                <w:szCs w:val="24"/>
              </w:rPr>
              <w:t>сельского по</w:t>
            </w:r>
            <w:r>
              <w:rPr>
                <w:b/>
                <w:bCs/>
                <w:sz w:val="24"/>
                <w:szCs w:val="24"/>
              </w:rPr>
              <w:t xml:space="preserve">селения Излегощенский </w:t>
            </w:r>
            <w:r w:rsidRPr="007C5AC4">
              <w:rPr>
                <w:b/>
                <w:bCs/>
                <w:sz w:val="24"/>
                <w:szCs w:val="24"/>
              </w:rPr>
              <w:t>сельсовет в 2016-2024 годах</w:t>
            </w:r>
          </w:p>
          <w:p w:rsidR="00B26C81" w:rsidRPr="007C5AC4" w:rsidRDefault="00B26C81" w:rsidP="00A66982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</w:tcPr>
          <w:p w:rsidR="00B26C81" w:rsidRPr="007C5AC4" w:rsidRDefault="00B26C81" w:rsidP="00A66982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35</w:t>
            </w:r>
          </w:p>
        </w:tc>
        <w:tc>
          <w:tcPr>
            <w:tcW w:w="14652" w:type="dxa"/>
            <w:gridSpan w:val="12"/>
          </w:tcPr>
          <w:p w:rsidR="00B26C81" w:rsidRPr="007C5AC4" w:rsidRDefault="00B26C81" w:rsidP="00A66982">
            <w:pPr>
              <w:rPr>
                <w:b/>
                <w:i/>
                <w:color w:val="000000"/>
                <w:sz w:val="24"/>
                <w:szCs w:val="24"/>
              </w:rPr>
            </w:pPr>
            <w:r w:rsidRPr="007C5AC4">
              <w:rPr>
                <w:b/>
                <w:i/>
                <w:sz w:val="24"/>
                <w:szCs w:val="24"/>
              </w:rPr>
              <w:t>Задача 1 Подпрограммы 3 – Модернизация дорожной и коммунальной инфраструктуры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</w:tcPr>
          <w:p w:rsidR="00B26C81" w:rsidRPr="007C5AC4" w:rsidRDefault="00B26C81" w:rsidP="003A2857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36</w:t>
            </w:r>
          </w:p>
        </w:tc>
        <w:tc>
          <w:tcPr>
            <w:tcW w:w="3501" w:type="dxa"/>
          </w:tcPr>
          <w:p w:rsidR="00B26C81" w:rsidRPr="007C5AC4" w:rsidRDefault="00B26C81" w:rsidP="003A2857">
            <w:pPr>
              <w:rPr>
                <w:sz w:val="24"/>
                <w:szCs w:val="24"/>
                <w:u w:val="single"/>
              </w:rPr>
            </w:pPr>
            <w:r w:rsidRPr="007C5AC4">
              <w:rPr>
                <w:sz w:val="24"/>
                <w:szCs w:val="24"/>
                <w:u w:val="single"/>
              </w:rPr>
              <w:t>Показатель 1 задачи 1 Подпрограммы 3</w:t>
            </w:r>
          </w:p>
          <w:p w:rsidR="00B26C81" w:rsidRPr="007C5AC4" w:rsidRDefault="00B26C81" w:rsidP="003A2857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Протяженность построенных, капитально отремонтированных и прошедших текущий ремонт дорог</w:t>
            </w:r>
          </w:p>
        </w:tc>
        <w:tc>
          <w:tcPr>
            <w:tcW w:w="166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км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1,1</w:t>
            </w:r>
          </w:p>
        </w:tc>
        <w:tc>
          <w:tcPr>
            <w:tcW w:w="996" w:type="dxa"/>
          </w:tcPr>
          <w:p w:rsidR="00B26C81" w:rsidRDefault="00B26C81" w:rsidP="007C5AC4">
            <w:pPr>
              <w:snapToGrid w:val="0"/>
              <w:jc w:val="center"/>
            </w:pPr>
            <w:r>
              <w:t>0,75</w:t>
            </w:r>
          </w:p>
        </w:tc>
        <w:tc>
          <w:tcPr>
            <w:tcW w:w="953" w:type="dxa"/>
          </w:tcPr>
          <w:p w:rsidR="00B26C81" w:rsidRDefault="00B26C81" w:rsidP="007C5AC4">
            <w:pPr>
              <w:snapToGrid w:val="0"/>
              <w:jc w:val="center"/>
            </w:pPr>
            <w:r>
              <w:t>0,3</w:t>
            </w:r>
          </w:p>
        </w:tc>
        <w:tc>
          <w:tcPr>
            <w:tcW w:w="953" w:type="dxa"/>
          </w:tcPr>
          <w:p w:rsidR="00B26C81" w:rsidRDefault="00B26C81" w:rsidP="007C5AC4">
            <w:pPr>
              <w:snapToGrid w:val="0"/>
              <w:jc w:val="center"/>
            </w:pPr>
            <w:r>
              <w:t>1,0</w:t>
            </w:r>
          </w:p>
        </w:tc>
        <w:tc>
          <w:tcPr>
            <w:tcW w:w="953" w:type="dxa"/>
          </w:tcPr>
          <w:p w:rsidR="00B26C81" w:rsidRDefault="00B26C81" w:rsidP="007C5AC4">
            <w:pPr>
              <w:snapToGrid w:val="0"/>
              <w:jc w:val="center"/>
            </w:pPr>
            <w:r>
              <w:t>1,0</w:t>
            </w:r>
          </w:p>
        </w:tc>
        <w:tc>
          <w:tcPr>
            <w:tcW w:w="94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76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 w:val="restart"/>
          </w:tcPr>
          <w:p w:rsidR="00B26C81" w:rsidRPr="007C5AC4" w:rsidRDefault="00B26C81" w:rsidP="00F31903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37</w:t>
            </w:r>
          </w:p>
        </w:tc>
        <w:tc>
          <w:tcPr>
            <w:tcW w:w="3501" w:type="dxa"/>
            <w:vMerge w:val="restart"/>
          </w:tcPr>
          <w:p w:rsidR="00B26C81" w:rsidRPr="007C5AC4" w:rsidRDefault="00B26C81" w:rsidP="00F31903">
            <w:pPr>
              <w:rPr>
                <w:sz w:val="24"/>
                <w:szCs w:val="24"/>
                <w:u w:val="single"/>
              </w:rPr>
            </w:pPr>
            <w:r w:rsidRPr="007C5AC4">
              <w:rPr>
                <w:sz w:val="24"/>
                <w:szCs w:val="24"/>
                <w:u w:val="single"/>
              </w:rPr>
              <w:t>Основное мероприятие   задачи  1 Подпрограммы 3</w:t>
            </w:r>
          </w:p>
          <w:p w:rsidR="00B26C81" w:rsidRPr="007C5AC4" w:rsidRDefault="00B26C81" w:rsidP="00F31903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"Капитальный ремонт, ремонт и содержание автомобильных дорог общего пользования"</w:t>
            </w:r>
          </w:p>
        </w:tc>
        <w:tc>
          <w:tcPr>
            <w:tcW w:w="1660" w:type="dxa"/>
          </w:tcPr>
          <w:p w:rsidR="00B26C81" w:rsidRPr="007C5AC4" w:rsidRDefault="00B26C81" w:rsidP="00F31903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Всего, тыс.руб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F31903">
            <w:pPr>
              <w:jc w:val="center"/>
              <w:rPr>
                <w:color w:val="000000"/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B26C81" w:rsidRPr="0051220B" w:rsidRDefault="00B26C81" w:rsidP="00F3190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1162,6</w:t>
            </w:r>
          </w:p>
        </w:tc>
        <w:tc>
          <w:tcPr>
            <w:tcW w:w="996" w:type="dxa"/>
            <w:vAlign w:val="center"/>
          </w:tcPr>
          <w:p w:rsidR="00B26C81" w:rsidRPr="0051220B" w:rsidRDefault="00B26C81" w:rsidP="00F3190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1070,7</w:t>
            </w:r>
          </w:p>
        </w:tc>
        <w:tc>
          <w:tcPr>
            <w:tcW w:w="953" w:type="dxa"/>
            <w:vAlign w:val="center"/>
          </w:tcPr>
          <w:p w:rsidR="00B26C81" w:rsidRPr="0051220B" w:rsidRDefault="00B26C81" w:rsidP="00F3190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1105,8</w:t>
            </w:r>
          </w:p>
        </w:tc>
        <w:tc>
          <w:tcPr>
            <w:tcW w:w="953" w:type="dxa"/>
            <w:vAlign w:val="center"/>
          </w:tcPr>
          <w:p w:rsidR="00B26C81" w:rsidRPr="0051220B" w:rsidRDefault="00B26C81" w:rsidP="00F3190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1250,4</w:t>
            </w:r>
          </w:p>
        </w:tc>
        <w:tc>
          <w:tcPr>
            <w:tcW w:w="953" w:type="dxa"/>
            <w:vAlign w:val="center"/>
          </w:tcPr>
          <w:p w:rsidR="00B26C81" w:rsidRPr="0051220B" w:rsidRDefault="00B26C81" w:rsidP="00CB4E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1250,4</w:t>
            </w:r>
          </w:p>
        </w:tc>
        <w:tc>
          <w:tcPr>
            <w:tcW w:w="943" w:type="dxa"/>
            <w:vAlign w:val="center"/>
          </w:tcPr>
          <w:p w:rsidR="00B26C81" w:rsidRPr="0051220B" w:rsidRDefault="00B26C81" w:rsidP="00CB4E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1250,4</w:t>
            </w:r>
          </w:p>
        </w:tc>
        <w:tc>
          <w:tcPr>
            <w:tcW w:w="942" w:type="dxa"/>
            <w:vAlign w:val="center"/>
          </w:tcPr>
          <w:p w:rsidR="00B26C81" w:rsidRPr="0051220B" w:rsidRDefault="00B26C81" w:rsidP="00CB4E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1250,4</w:t>
            </w:r>
          </w:p>
        </w:tc>
        <w:tc>
          <w:tcPr>
            <w:tcW w:w="942" w:type="dxa"/>
            <w:vAlign w:val="center"/>
          </w:tcPr>
          <w:p w:rsidR="00B26C81" w:rsidRPr="0051220B" w:rsidRDefault="00B26C81" w:rsidP="00CB4E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1250,4</w:t>
            </w:r>
          </w:p>
        </w:tc>
        <w:tc>
          <w:tcPr>
            <w:tcW w:w="876" w:type="dxa"/>
            <w:vAlign w:val="center"/>
          </w:tcPr>
          <w:p w:rsidR="00B26C81" w:rsidRPr="0051220B" w:rsidRDefault="00B26C81" w:rsidP="00CB4E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1250,4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F31903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F3190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F31903">
            <w:pPr>
              <w:jc w:val="center"/>
              <w:rPr>
                <w:sz w:val="24"/>
                <w:szCs w:val="24"/>
              </w:rPr>
            </w:pPr>
            <w:r>
              <w:t>местный</w:t>
            </w:r>
            <w:r w:rsidRPr="008C5E10">
              <w:t xml:space="preserve">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F31903">
            <w:pPr>
              <w:jc w:val="center"/>
              <w:rPr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372CBC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372CBC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Default="00B26C81" w:rsidP="007C5AC4">
            <w:pPr>
              <w:jc w:val="center"/>
            </w:pPr>
          </w:p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t>районный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B26C81" w:rsidRPr="0051220B" w:rsidRDefault="00B26C81" w:rsidP="00CB4E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1162,6</w:t>
            </w:r>
          </w:p>
        </w:tc>
        <w:tc>
          <w:tcPr>
            <w:tcW w:w="996" w:type="dxa"/>
            <w:vAlign w:val="center"/>
          </w:tcPr>
          <w:p w:rsidR="00B26C81" w:rsidRPr="0051220B" w:rsidRDefault="00B26C81" w:rsidP="00CB4E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1070,7</w:t>
            </w:r>
          </w:p>
        </w:tc>
        <w:tc>
          <w:tcPr>
            <w:tcW w:w="953" w:type="dxa"/>
            <w:vAlign w:val="center"/>
          </w:tcPr>
          <w:p w:rsidR="00B26C81" w:rsidRPr="0051220B" w:rsidRDefault="00B26C81" w:rsidP="00CB4E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1105,8</w:t>
            </w:r>
          </w:p>
        </w:tc>
        <w:tc>
          <w:tcPr>
            <w:tcW w:w="953" w:type="dxa"/>
            <w:vAlign w:val="center"/>
          </w:tcPr>
          <w:p w:rsidR="00B26C81" w:rsidRPr="0051220B" w:rsidRDefault="00B26C81" w:rsidP="00CB4E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1250,4</w:t>
            </w:r>
          </w:p>
        </w:tc>
        <w:tc>
          <w:tcPr>
            <w:tcW w:w="953" w:type="dxa"/>
            <w:vAlign w:val="center"/>
          </w:tcPr>
          <w:p w:rsidR="00B26C81" w:rsidRPr="0051220B" w:rsidRDefault="00B26C81" w:rsidP="00CB4E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1250,4</w:t>
            </w:r>
          </w:p>
        </w:tc>
        <w:tc>
          <w:tcPr>
            <w:tcW w:w="943" w:type="dxa"/>
            <w:vAlign w:val="center"/>
          </w:tcPr>
          <w:p w:rsidR="00B26C81" w:rsidRPr="0051220B" w:rsidRDefault="00B26C81" w:rsidP="00CB4E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1250,4</w:t>
            </w:r>
          </w:p>
        </w:tc>
        <w:tc>
          <w:tcPr>
            <w:tcW w:w="942" w:type="dxa"/>
            <w:vAlign w:val="center"/>
          </w:tcPr>
          <w:p w:rsidR="00B26C81" w:rsidRPr="0051220B" w:rsidRDefault="00B26C81" w:rsidP="00CB4E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1250,4</w:t>
            </w:r>
          </w:p>
        </w:tc>
        <w:tc>
          <w:tcPr>
            <w:tcW w:w="942" w:type="dxa"/>
            <w:vAlign w:val="center"/>
          </w:tcPr>
          <w:p w:rsidR="00B26C81" w:rsidRPr="0051220B" w:rsidRDefault="00B26C81" w:rsidP="00CB4E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1250,4</w:t>
            </w:r>
          </w:p>
        </w:tc>
        <w:tc>
          <w:tcPr>
            <w:tcW w:w="876" w:type="dxa"/>
            <w:vAlign w:val="center"/>
          </w:tcPr>
          <w:p w:rsidR="00B26C81" w:rsidRPr="0051220B" w:rsidRDefault="00B26C81" w:rsidP="00CB4E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1250,4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372CBC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372CBC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Default="00B26C81" w:rsidP="007C5AC4">
            <w:pPr>
              <w:jc w:val="center"/>
            </w:pPr>
            <w:r>
              <w:t xml:space="preserve">  областной</w:t>
            </w:r>
            <w:r w:rsidRPr="008C5E10">
              <w:t xml:space="preserve"> бюджет</w:t>
            </w:r>
          </w:p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 w:val="restart"/>
          </w:tcPr>
          <w:p w:rsidR="00B26C81" w:rsidRPr="007C5AC4" w:rsidRDefault="00B26C81" w:rsidP="00372CBC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38</w:t>
            </w:r>
          </w:p>
        </w:tc>
        <w:tc>
          <w:tcPr>
            <w:tcW w:w="3501" w:type="dxa"/>
            <w:vMerge w:val="restart"/>
          </w:tcPr>
          <w:p w:rsidR="00B26C81" w:rsidRPr="007C5AC4" w:rsidRDefault="00B26C81" w:rsidP="00372CBC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Реализация переданных полномочий на осуществление дорожной деятельности сельского поселения</w:t>
            </w: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Всего, тыс.руб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372CBC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372CBC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t xml:space="preserve">         местный</w:t>
            </w:r>
            <w:r w:rsidRPr="008C5E10">
              <w:t xml:space="preserve">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372CBC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372CBC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t xml:space="preserve">         районный</w:t>
            </w:r>
            <w:r w:rsidRPr="008C5E10">
              <w:t xml:space="preserve">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372CBC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372CBC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Default="00B26C81" w:rsidP="007C5AC4">
            <w:pPr>
              <w:jc w:val="center"/>
            </w:pPr>
            <w:r>
              <w:t xml:space="preserve">   областной </w:t>
            </w:r>
            <w:r w:rsidRPr="008C5E10">
              <w:t xml:space="preserve"> бюджет</w:t>
            </w:r>
          </w:p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 w:val="restart"/>
          </w:tcPr>
          <w:p w:rsidR="00B26C81" w:rsidRPr="007C5AC4" w:rsidRDefault="00B26C81" w:rsidP="00050FFB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39</w:t>
            </w:r>
          </w:p>
        </w:tc>
        <w:tc>
          <w:tcPr>
            <w:tcW w:w="3501" w:type="dxa"/>
            <w:vMerge w:val="restart"/>
          </w:tcPr>
          <w:p w:rsidR="00B26C81" w:rsidRPr="007C5AC4" w:rsidRDefault="00B26C81" w:rsidP="00050FFB">
            <w:pPr>
              <w:rPr>
                <w:sz w:val="24"/>
                <w:szCs w:val="24"/>
                <w:u w:val="single"/>
              </w:rPr>
            </w:pPr>
            <w:r w:rsidRPr="007C5AC4">
              <w:rPr>
                <w:sz w:val="24"/>
                <w:szCs w:val="24"/>
              </w:rPr>
              <w:t>Реализация направления расходов основного мероприятия</w:t>
            </w:r>
            <w:r w:rsidRPr="007C5AC4">
              <w:rPr>
                <w:sz w:val="24"/>
                <w:szCs w:val="24"/>
                <w:u w:val="single"/>
              </w:rPr>
              <w:t xml:space="preserve"> </w:t>
            </w:r>
            <w:r w:rsidRPr="007C5AC4">
              <w:rPr>
                <w:sz w:val="24"/>
                <w:szCs w:val="24"/>
              </w:rPr>
              <w:t>"Повышение уровня благоустройства на территории сельского поселения"</w:t>
            </w:r>
          </w:p>
        </w:tc>
        <w:tc>
          <w:tcPr>
            <w:tcW w:w="1660" w:type="dxa"/>
          </w:tcPr>
          <w:p w:rsidR="00B26C81" w:rsidRPr="007C5AC4" w:rsidRDefault="00B26C81" w:rsidP="00050FFB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Всего, тыс.руб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050FFB">
            <w:pPr>
              <w:jc w:val="center"/>
              <w:rPr>
                <w:color w:val="000000"/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B26C81" w:rsidRPr="0051220B" w:rsidRDefault="00B26C81" w:rsidP="00050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215,0</w:t>
            </w:r>
          </w:p>
        </w:tc>
        <w:tc>
          <w:tcPr>
            <w:tcW w:w="996" w:type="dxa"/>
            <w:vAlign w:val="center"/>
          </w:tcPr>
          <w:p w:rsidR="00B26C81" w:rsidRPr="0051220B" w:rsidRDefault="00B26C81" w:rsidP="00050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245,1</w:t>
            </w:r>
          </w:p>
        </w:tc>
        <w:tc>
          <w:tcPr>
            <w:tcW w:w="953" w:type="dxa"/>
            <w:vAlign w:val="center"/>
          </w:tcPr>
          <w:p w:rsidR="00B26C81" w:rsidRPr="0051220B" w:rsidRDefault="00B26C81" w:rsidP="00050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246,0</w:t>
            </w:r>
          </w:p>
        </w:tc>
        <w:tc>
          <w:tcPr>
            <w:tcW w:w="953" w:type="dxa"/>
            <w:vAlign w:val="center"/>
          </w:tcPr>
          <w:p w:rsidR="00B26C81" w:rsidRPr="0051220B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246,0</w:t>
            </w:r>
          </w:p>
        </w:tc>
        <w:tc>
          <w:tcPr>
            <w:tcW w:w="953" w:type="dxa"/>
            <w:vAlign w:val="center"/>
          </w:tcPr>
          <w:p w:rsidR="00B26C81" w:rsidRPr="0051220B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246,0</w:t>
            </w:r>
          </w:p>
        </w:tc>
        <w:tc>
          <w:tcPr>
            <w:tcW w:w="943" w:type="dxa"/>
            <w:vAlign w:val="center"/>
          </w:tcPr>
          <w:p w:rsidR="00B26C81" w:rsidRPr="0051220B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246,0</w:t>
            </w:r>
          </w:p>
        </w:tc>
        <w:tc>
          <w:tcPr>
            <w:tcW w:w="942" w:type="dxa"/>
            <w:vAlign w:val="center"/>
          </w:tcPr>
          <w:p w:rsidR="00B26C81" w:rsidRPr="0051220B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246,0</w:t>
            </w:r>
          </w:p>
        </w:tc>
        <w:tc>
          <w:tcPr>
            <w:tcW w:w="942" w:type="dxa"/>
            <w:vAlign w:val="center"/>
          </w:tcPr>
          <w:p w:rsidR="00B26C81" w:rsidRPr="0051220B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246,0</w:t>
            </w:r>
          </w:p>
        </w:tc>
        <w:tc>
          <w:tcPr>
            <w:tcW w:w="876" w:type="dxa"/>
            <w:vAlign w:val="center"/>
          </w:tcPr>
          <w:p w:rsidR="00B26C81" w:rsidRPr="0051220B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246,0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050FFB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050FFB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050FFB">
            <w:pPr>
              <w:jc w:val="center"/>
              <w:rPr>
                <w:sz w:val="24"/>
                <w:szCs w:val="24"/>
              </w:rPr>
            </w:pPr>
            <w:r>
              <w:t xml:space="preserve">         местный</w:t>
            </w:r>
            <w:r w:rsidRPr="008C5E10">
              <w:t xml:space="preserve">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050FFB">
            <w:pPr>
              <w:jc w:val="center"/>
              <w:rPr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B26C81" w:rsidRPr="0051220B" w:rsidRDefault="00B26C81" w:rsidP="00050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215,0</w:t>
            </w:r>
          </w:p>
        </w:tc>
        <w:tc>
          <w:tcPr>
            <w:tcW w:w="996" w:type="dxa"/>
            <w:vAlign w:val="center"/>
          </w:tcPr>
          <w:p w:rsidR="00B26C81" w:rsidRPr="0051220B" w:rsidRDefault="00B26C81" w:rsidP="00050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245,1</w:t>
            </w:r>
          </w:p>
        </w:tc>
        <w:tc>
          <w:tcPr>
            <w:tcW w:w="953" w:type="dxa"/>
            <w:vAlign w:val="center"/>
          </w:tcPr>
          <w:p w:rsidR="00B26C81" w:rsidRPr="0051220B" w:rsidRDefault="00B26C81" w:rsidP="00050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246,0</w:t>
            </w:r>
          </w:p>
        </w:tc>
        <w:tc>
          <w:tcPr>
            <w:tcW w:w="953" w:type="dxa"/>
            <w:vAlign w:val="center"/>
          </w:tcPr>
          <w:p w:rsidR="00B26C81" w:rsidRPr="0051220B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246,0</w:t>
            </w:r>
          </w:p>
        </w:tc>
        <w:tc>
          <w:tcPr>
            <w:tcW w:w="953" w:type="dxa"/>
            <w:vAlign w:val="center"/>
          </w:tcPr>
          <w:p w:rsidR="00B26C81" w:rsidRPr="0051220B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246,0</w:t>
            </w:r>
          </w:p>
        </w:tc>
        <w:tc>
          <w:tcPr>
            <w:tcW w:w="943" w:type="dxa"/>
            <w:vAlign w:val="center"/>
          </w:tcPr>
          <w:p w:rsidR="00B26C81" w:rsidRPr="0051220B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246,0</w:t>
            </w:r>
          </w:p>
        </w:tc>
        <w:tc>
          <w:tcPr>
            <w:tcW w:w="942" w:type="dxa"/>
            <w:vAlign w:val="center"/>
          </w:tcPr>
          <w:p w:rsidR="00B26C81" w:rsidRPr="0051220B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246,0</w:t>
            </w:r>
          </w:p>
        </w:tc>
        <w:tc>
          <w:tcPr>
            <w:tcW w:w="942" w:type="dxa"/>
            <w:vAlign w:val="center"/>
          </w:tcPr>
          <w:p w:rsidR="00B26C81" w:rsidRPr="0051220B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246,0</w:t>
            </w:r>
          </w:p>
        </w:tc>
        <w:tc>
          <w:tcPr>
            <w:tcW w:w="876" w:type="dxa"/>
            <w:vAlign w:val="center"/>
          </w:tcPr>
          <w:p w:rsidR="00B26C81" w:rsidRPr="0051220B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246,0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372CBC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372CBC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t xml:space="preserve">         районный</w:t>
            </w:r>
            <w:r w:rsidRPr="008C5E10">
              <w:t xml:space="preserve">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372CBC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372CBC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Default="00B26C81" w:rsidP="007C5AC4">
            <w:pPr>
              <w:jc w:val="center"/>
            </w:pPr>
            <w:r>
              <w:t xml:space="preserve">   областной </w:t>
            </w:r>
            <w:r w:rsidRPr="008C5E10">
              <w:t xml:space="preserve"> бюджет</w:t>
            </w:r>
          </w:p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</w:tcPr>
          <w:p w:rsidR="00B26C81" w:rsidRPr="007C5AC4" w:rsidRDefault="00B26C81" w:rsidP="00372CBC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40</w:t>
            </w:r>
          </w:p>
        </w:tc>
        <w:tc>
          <w:tcPr>
            <w:tcW w:w="14652" w:type="dxa"/>
            <w:gridSpan w:val="12"/>
          </w:tcPr>
          <w:p w:rsidR="00B26C81" w:rsidRPr="007C5AC4" w:rsidRDefault="00B26C81" w:rsidP="0022081D">
            <w:pPr>
              <w:rPr>
                <w:sz w:val="24"/>
                <w:szCs w:val="24"/>
              </w:rPr>
            </w:pPr>
            <w:r w:rsidRPr="007C5AC4">
              <w:rPr>
                <w:b/>
                <w:sz w:val="24"/>
                <w:szCs w:val="24"/>
              </w:rPr>
              <w:t xml:space="preserve">Задача 2 Подпрограммы 3 </w:t>
            </w:r>
            <w:r w:rsidRPr="007C5AC4">
              <w:rPr>
                <w:rStyle w:val="s1"/>
                <w:b/>
                <w:bCs/>
                <w:color w:val="000000"/>
                <w:sz w:val="24"/>
                <w:szCs w:val="24"/>
              </w:rPr>
              <w:t>- Решение вопросов местного значения   в сфере архитектуры и градостроительства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</w:tcPr>
          <w:p w:rsidR="00B26C81" w:rsidRPr="007C5AC4" w:rsidRDefault="00B26C81" w:rsidP="00005DCB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41</w:t>
            </w:r>
          </w:p>
        </w:tc>
        <w:tc>
          <w:tcPr>
            <w:tcW w:w="3501" w:type="dxa"/>
          </w:tcPr>
          <w:p w:rsidR="00B26C81" w:rsidRPr="007C5AC4" w:rsidRDefault="00B26C81" w:rsidP="007C5AC4">
            <w:pPr>
              <w:jc w:val="both"/>
              <w:rPr>
                <w:sz w:val="24"/>
                <w:szCs w:val="24"/>
                <w:u w:val="single"/>
              </w:rPr>
            </w:pPr>
            <w:r w:rsidRPr="007C5AC4">
              <w:rPr>
                <w:sz w:val="24"/>
                <w:szCs w:val="24"/>
                <w:u w:val="single"/>
              </w:rPr>
              <w:t xml:space="preserve">Показатель 1 задачи 2 Подпрограммы 3 </w:t>
            </w:r>
          </w:p>
          <w:p w:rsidR="00B26C81" w:rsidRPr="007C5AC4" w:rsidRDefault="00B26C81" w:rsidP="00005DCB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Доля разработки основного документа градостроительного</w:t>
            </w:r>
          </w:p>
          <w:p w:rsidR="00B26C81" w:rsidRPr="007C5AC4" w:rsidRDefault="00B26C81" w:rsidP="00005DCB">
            <w:pPr>
              <w:rPr>
                <w:sz w:val="24"/>
                <w:szCs w:val="24"/>
                <w:u w:val="single"/>
              </w:rPr>
            </w:pPr>
            <w:r w:rsidRPr="007C5AC4">
              <w:rPr>
                <w:sz w:val="24"/>
                <w:szCs w:val="24"/>
              </w:rPr>
              <w:t>зонирования</w:t>
            </w:r>
          </w:p>
        </w:tc>
        <w:tc>
          <w:tcPr>
            <w:tcW w:w="1660" w:type="dxa"/>
          </w:tcPr>
          <w:p w:rsidR="00B26C81" w:rsidRDefault="00B26C81" w:rsidP="007C5AC4">
            <w:pPr>
              <w:jc w:val="center"/>
            </w:pPr>
          </w:p>
          <w:p w:rsidR="00B26C81" w:rsidRDefault="00B26C81" w:rsidP="007C5AC4">
            <w:pPr>
              <w:jc w:val="center"/>
            </w:pPr>
            <w:r>
              <w:t>%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996" w:type="dxa"/>
          </w:tcPr>
          <w:p w:rsidR="00B26C81" w:rsidRDefault="00B26C81" w:rsidP="00005DCB">
            <w:r>
              <w:t>70</w:t>
            </w:r>
          </w:p>
        </w:tc>
        <w:tc>
          <w:tcPr>
            <w:tcW w:w="953" w:type="dxa"/>
          </w:tcPr>
          <w:p w:rsidR="00B26C81" w:rsidRPr="007C5AC4" w:rsidRDefault="00B26C81" w:rsidP="00005DCB">
            <w:pPr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953" w:type="dxa"/>
          </w:tcPr>
          <w:p w:rsidR="00B26C81" w:rsidRDefault="00B26C81" w:rsidP="00005DCB">
            <w:r>
              <w:t>90</w:t>
            </w:r>
          </w:p>
        </w:tc>
        <w:tc>
          <w:tcPr>
            <w:tcW w:w="953" w:type="dxa"/>
          </w:tcPr>
          <w:p w:rsidR="00B26C81" w:rsidRPr="007C5AC4" w:rsidRDefault="00B26C81" w:rsidP="00005DCB">
            <w:pPr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43" w:type="dxa"/>
          </w:tcPr>
          <w:p w:rsidR="00B26C81" w:rsidRPr="007C5AC4" w:rsidRDefault="00B26C81" w:rsidP="00005D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42" w:type="dxa"/>
          </w:tcPr>
          <w:p w:rsidR="00B26C81" w:rsidRPr="007C5AC4" w:rsidRDefault="00B26C81" w:rsidP="00005D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42" w:type="dxa"/>
          </w:tcPr>
          <w:p w:rsidR="00B26C81" w:rsidRPr="007C5AC4" w:rsidRDefault="00B26C81" w:rsidP="00005D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76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 w:val="restart"/>
          </w:tcPr>
          <w:p w:rsidR="00B26C81" w:rsidRPr="007C5AC4" w:rsidRDefault="00B26C81" w:rsidP="00D83ECD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42</w:t>
            </w:r>
          </w:p>
        </w:tc>
        <w:tc>
          <w:tcPr>
            <w:tcW w:w="3501" w:type="dxa"/>
            <w:vMerge w:val="restart"/>
          </w:tcPr>
          <w:p w:rsidR="00B26C81" w:rsidRPr="007C5AC4" w:rsidRDefault="00B26C81" w:rsidP="00D83ECD">
            <w:pPr>
              <w:rPr>
                <w:sz w:val="24"/>
                <w:szCs w:val="24"/>
                <w:u w:val="single"/>
              </w:rPr>
            </w:pPr>
          </w:p>
          <w:p w:rsidR="00B26C81" w:rsidRPr="007C5AC4" w:rsidRDefault="00B26C81" w:rsidP="00D83ECD">
            <w:pPr>
              <w:rPr>
                <w:sz w:val="24"/>
                <w:szCs w:val="24"/>
                <w:u w:val="single"/>
              </w:rPr>
            </w:pPr>
            <w:r w:rsidRPr="007C5AC4">
              <w:rPr>
                <w:sz w:val="24"/>
                <w:szCs w:val="24"/>
                <w:u w:val="single"/>
              </w:rPr>
              <w:t>Основное мероприятие задачи 2 Подпрограммы 3</w:t>
            </w:r>
          </w:p>
          <w:p w:rsidR="00B26C81" w:rsidRPr="007C5AC4" w:rsidRDefault="00B26C81" w:rsidP="00D83ECD">
            <w:pPr>
              <w:rPr>
                <w:sz w:val="24"/>
                <w:szCs w:val="24"/>
                <w:u w:val="single"/>
              </w:rPr>
            </w:pPr>
            <w:r w:rsidRPr="007C5AC4">
              <w:rPr>
                <w:sz w:val="24"/>
                <w:szCs w:val="24"/>
                <w:u w:val="single"/>
              </w:rPr>
              <w:t xml:space="preserve"> «Разработка комплекса землеустроительных работ по подготовке карт (планов) границ населенных пунктов,  территориальных зон»</w:t>
            </w:r>
          </w:p>
          <w:p w:rsidR="00B26C81" w:rsidRPr="007C5AC4" w:rsidRDefault="00B26C81" w:rsidP="00D83ECD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1660" w:type="dxa"/>
          </w:tcPr>
          <w:p w:rsidR="00B26C81" w:rsidRDefault="00B26C81" w:rsidP="007C5AC4">
            <w:pPr>
              <w:jc w:val="center"/>
            </w:pPr>
            <w:r>
              <w:t>ВСЕГО, тыс.руб.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595,0</w:t>
            </w:r>
          </w:p>
        </w:tc>
        <w:tc>
          <w:tcPr>
            <w:tcW w:w="996" w:type="dxa"/>
          </w:tcPr>
          <w:p w:rsidR="00B26C81" w:rsidRDefault="00B26C81" w:rsidP="00D83ECD">
            <w:r>
              <w:t>196,8</w:t>
            </w:r>
          </w:p>
        </w:tc>
        <w:tc>
          <w:tcPr>
            <w:tcW w:w="953" w:type="dxa"/>
          </w:tcPr>
          <w:p w:rsidR="00B26C81" w:rsidRPr="007C5AC4" w:rsidRDefault="00B26C81" w:rsidP="00D83ECD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53" w:type="dxa"/>
          </w:tcPr>
          <w:p w:rsidR="00B26C81" w:rsidRDefault="00B26C81" w:rsidP="00D83ECD">
            <w:r>
              <w:t>0</w:t>
            </w:r>
          </w:p>
        </w:tc>
        <w:tc>
          <w:tcPr>
            <w:tcW w:w="953" w:type="dxa"/>
          </w:tcPr>
          <w:p w:rsidR="00B26C81" w:rsidRPr="007C5AC4" w:rsidRDefault="00B26C81" w:rsidP="00D83ECD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D83ECD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D83ECD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t>местный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59,5</w:t>
            </w:r>
          </w:p>
        </w:tc>
        <w:tc>
          <w:tcPr>
            <w:tcW w:w="996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29,5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D83ECD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D83ECD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t>районный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D83ECD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D83ECD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t>областной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535,5</w:t>
            </w:r>
          </w:p>
        </w:tc>
        <w:tc>
          <w:tcPr>
            <w:tcW w:w="996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167,3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 w:val="restart"/>
          </w:tcPr>
          <w:p w:rsidR="00B26C81" w:rsidRPr="007C5AC4" w:rsidRDefault="00B26C81" w:rsidP="00D83ECD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43</w:t>
            </w:r>
          </w:p>
        </w:tc>
        <w:tc>
          <w:tcPr>
            <w:tcW w:w="3501" w:type="dxa"/>
            <w:vMerge w:val="restart"/>
          </w:tcPr>
          <w:p w:rsidR="00B26C81" w:rsidRPr="007C5AC4" w:rsidRDefault="00B26C81" w:rsidP="00D83ECD">
            <w:pPr>
              <w:rPr>
                <w:sz w:val="24"/>
                <w:szCs w:val="24"/>
                <w:u w:val="single"/>
              </w:rPr>
            </w:pPr>
            <w:r w:rsidRPr="007C5AC4">
              <w:rPr>
                <w:sz w:val="24"/>
                <w:szCs w:val="24"/>
                <w:u w:val="single"/>
              </w:rPr>
              <w:t>Реализация мероприятий по разработкае комплекса землеустроительных работ по подготовке карт (планов) границ населенных пунктов,  территориальных зон</w:t>
            </w:r>
          </w:p>
          <w:p w:rsidR="00B26C81" w:rsidRPr="007C5AC4" w:rsidRDefault="00B26C81" w:rsidP="00D83ECD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1660" w:type="dxa"/>
          </w:tcPr>
          <w:p w:rsidR="00B26C81" w:rsidRDefault="00B26C81" w:rsidP="007C5AC4">
            <w:pPr>
              <w:jc w:val="center"/>
            </w:pPr>
            <w:r>
              <w:t>ВСЕГО, тыс.руб.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color w:val="000000"/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CB4E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595,0</w:t>
            </w:r>
          </w:p>
        </w:tc>
        <w:tc>
          <w:tcPr>
            <w:tcW w:w="996" w:type="dxa"/>
          </w:tcPr>
          <w:p w:rsidR="00B26C81" w:rsidRDefault="00B26C81" w:rsidP="00CB4E88">
            <w:r>
              <w:t>196,8</w:t>
            </w:r>
          </w:p>
        </w:tc>
        <w:tc>
          <w:tcPr>
            <w:tcW w:w="953" w:type="dxa"/>
          </w:tcPr>
          <w:p w:rsidR="00B26C81" w:rsidRPr="007C5AC4" w:rsidRDefault="00B26C81" w:rsidP="00CB4E88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53" w:type="dxa"/>
          </w:tcPr>
          <w:p w:rsidR="00B26C81" w:rsidRDefault="00B26C81" w:rsidP="00CB4E88">
            <w:r>
              <w:t>0</w:t>
            </w:r>
          </w:p>
        </w:tc>
        <w:tc>
          <w:tcPr>
            <w:tcW w:w="953" w:type="dxa"/>
          </w:tcPr>
          <w:p w:rsidR="00B26C81" w:rsidRPr="007C5AC4" w:rsidRDefault="00B26C81" w:rsidP="00CB4E88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D83ECD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D83ECD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t>местный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59,5</w:t>
            </w:r>
          </w:p>
        </w:tc>
        <w:tc>
          <w:tcPr>
            <w:tcW w:w="996" w:type="dxa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29,5</w:t>
            </w:r>
          </w:p>
        </w:tc>
        <w:tc>
          <w:tcPr>
            <w:tcW w:w="953" w:type="dxa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D83ECD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D83ECD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t>районный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D83ECD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D83ECD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t>областной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535,5</w:t>
            </w:r>
          </w:p>
        </w:tc>
        <w:tc>
          <w:tcPr>
            <w:tcW w:w="996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167,3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</w:tcPr>
          <w:p w:rsidR="00B26C81" w:rsidRPr="007C5AC4" w:rsidRDefault="00B26C81" w:rsidP="00D83ECD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44</w:t>
            </w:r>
          </w:p>
        </w:tc>
        <w:tc>
          <w:tcPr>
            <w:tcW w:w="14652" w:type="dxa"/>
            <w:gridSpan w:val="12"/>
          </w:tcPr>
          <w:p w:rsidR="00B26C81" w:rsidRPr="007C5AC4" w:rsidRDefault="00B26C81" w:rsidP="002A2003">
            <w:pPr>
              <w:rPr>
                <w:sz w:val="24"/>
                <w:szCs w:val="24"/>
              </w:rPr>
            </w:pP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</w:tcPr>
          <w:p w:rsidR="00B26C81" w:rsidRPr="007C5AC4" w:rsidRDefault="00B26C81" w:rsidP="00BB0EEC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45</w:t>
            </w:r>
          </w:p>
        </w:tc>
        <w:tc>
          <w:tcPr>
            <w:tcW w:w="3501" w:type="dxa"/>
          </w:tcPr>
          <w:p w:rsidR="00B26C81" w:rsidRPr="007C5AC4" w:rsidRDefault="00B26C81" w:rsidP="007C5AC4">
            <w:pPr>
              <w:jc w:val="both"/>
              <w:rPr>
                <w:sz w:val="24"/>
                <w:szCs w:val="24"/>
                <w:u w:val="single"/>
              </w:rPr>
            </w:pPr>
            <w:r w:rsidRPr="007C5AC4">
              <w:rPr>
                <w:sz w:val="24"/>
                <w:szCs w:val="24"/>
                <w:u w:val="single"/>
              </w:rPr>
              <w:t xml:space="preserve">Показатель 1 задачи 3 Подпрограммы 3 </w:t>
            </w:r>
          </w:p>
          <w:p w:rsidR="00B26C81" w:rsidRPr="007C5AC4" w:rsidRDefault="00B26C81" w:rsidP="007C5AC4">
            <w:pPr>
              <w:jc w:val="both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Ежегодное снижение объема потребления энергоресурсов бюджетными учреждениями от фактически потребленных в предшествующем году</w:t>
            </w:r>
          </w:p>
        </w:tc>
        <w:tc>
          <w:tcPr>
            <w:tcW w:w="166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%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3</w:t>
            </w:r>
          </w:p>
        </w:tc>
        <w:tc>
          <w:tcPr>
            <w:tcW w:w="953" w:type="dxa"/>
          </w:tcPr>
          <w:p w:rsidR="00B26C81" w:rsidRDefault="00B26C81">
            <w:r w:rsidRPr="00CB2040">
              <w:rPr>
                <w:sz w:val="24"/>
                <w:szCs w:val="24"/>
              </w:rPr>
              <w:t>3</w:t>
            </w:r>
          </w:p>
        </w:tc>
        <w:tc>
          <w:tcPr>
            <w:tcW w:w="996" w:type="dxa"/>
          </w:tcPr>
          <w:p w:rsidR="00B26C81" w:rsidRDefault="00B26C81">
            <w:r w:rsidRPr="00CB2040">
              <w:rPr>
                <w:sz w:val="24"/>
                <w:szCs w:val="24"/>
              </w:rPr>
              <w:t>3</w:t>
            </w:r>
          </w:p>
        </w:tc>
        <w:tc>
          <w:tcPr>
            <w:tcW w:w="953" w:type="dxa"/>
          </w:tcPr>
          <w:p w:rsidR="00B26C81" w:rsidRDefault="00B26C81">
            <w:r w:rsidRPr="00CB2040">
              <w:rPr>
                <w:sz w:val="24"/>
                <w:szCs w:val="24"/>
              </w:rPr>
              <w:t>3</w:t>
            </w:r>
          </w:p>
        </w:tc>
        <w:tc>
          <w:tcPr>
            <w:tcW w:w="953" w:type="dxa"/>
          </w:tcPr>
          <w:p w:rsidR="00B26C81" w:rsidRDefault="00B26C81">
            <w:r w:rsidRPr="00CB2040">
              <w:rPr>
                <w:sz w:val="24"/>
                <w:szCs w:val="24"/>
              </w:rPr>
              <w:t>3</w:t>
            </w:r>
          </w:p>
        </w:tc>
        <w:tc>
          <w:tcPr>
            <w:tcW w:w="953" w:type="dxa"/>
          </w:tcPr>
          <w:p w:rsidR="00B26C81" w:rsidRDefault="00B26C81">
            <w:r w:rsidRPr="00CB2040">
              <w:rPr>
                <w:sz w:val="24"/>
                <w:szCs w:val="24"/>
              </w:rPr>
              <w:t>3</w:t>
            </w:r>
          </w:p>
        </w:tc>
        <w:tc>
          <w:tcPr>
            <w:tcW w:w="943" w:type="dxa"/>
          </w:tcPr>
          <w:p w:rsidR="00B26C81" w:rsidRDefault="00B26C81">
            <w:r w:rsidRPr="00CB2040">
              <w:rPr>
                <w:sz w:val="24"/>
                <w:szCs w:val="24"/>
              </w:rPr>
              <w:t>3</w:t>
            </w:r>
          </w:p>
        </w:tc>
        <w:tc>
          <w:tcPr>
            <w:tcW w:w="942" w:type="dxa"/>
          </w:tcPr>
          <w:p w:rsidR="00B26C81" w:rsidRDefault="00B26C81">
            <w:r w:rsidRPr="00CB2040">
              <w:rPr>
                <w:sz w:val="24"/>
                <w:szCs w:val="24"/>
              </w:rPr>
              <w:t>3</w:t>
            </w:r>
          </w:p>
        </w:tc>
        <w:tc>
          <w:tcPr>
            <w:tcW w:w="942" w:type="dxa"/>
          </w:tcPr>
          <w:p w:rsidR="00B26C81" w:rsidRDefault="00B26C81">
            <w:r w:rsidRPr="00CB2040">
              <w:rPr>
                <w:sz w:val="24"/>
                <w:szCs w:val="24"/>
              </w:rPr>
              <w:t>3</w:t>
            </w:r>
          </w:p>
        </w:tc>
        <w:tc>
          <w:tcPr>
            <w:tcW w:w="876" w:type="dxa"/>
          </w:tcPr>
          <w:p w:rsidR="00B26C81" w:rsidRDefault="00B26C81">
            <w:r w:rsidRPr="00CB2040">
              <w:rPr>
                <w:sz w:val="24"/>
                <w:szCs w:val="24"/>
              </w:rPr>
              <w:t>3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</w:tcPr>
          <w:p w:rsidR="00B26C81" w:rsidRPr="007C5AC4" w:rsidRDefault="00B26C81" w:rsidP="00BB0EEC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46</w:t>
            </w:r>
          </w:p>
        </w:tc>
        <w:tc>
          <w:tcPr>
            <w:tcW w:w="3501" w:type="dxa"/>
          </w:tcPr>
          <w:p w:rsidR="00B26C81" w:rsidRPr="007C5AC4" w:rsidRDefault="00B26C81" w:rsidP="00BB0EEC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  <w:u w:val="single"/>
              </w:rPr>
              <w:t>Показатель 2  задачи 3 Подпрограммы</w:t>
            </w:r>
            <w:r w:rsidRPr="007C5AC4">
              <w:rPr>
                <w:sz w:val="24"/>
                <w:szCs w:val="24"/>
              </w:rPr>
              <w:t xml:space="preserve"> 3</w:t>
            </w:r>
          </w:p>
          <w:p w:rsidR="00B26C81" w:rsidRPr="007C5AC4" w:rsidRDefault="00B26C81" w:rsidP="00BB0EEC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Количество  установленных (замененных)  светильников уличного освещения</w:t>
            </w:r>
          </w:p>
        </w:tc>
        <w:tc>
          <w:tcPr>
            <w:tcW w:w="166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ед.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14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6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4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76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</w:tcPr>
          <w:p w:rsidR="00B26C81" w:rsidRPr="007C5AC4" w:rsidRDefault="00B26C81" w:rsidP="00BB0EEC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47</w:t>
            </w:r>
          </w:p>
        </w:tc>
        <w:tc>
          <w:tcPr>
            <w:tcW w:w="3501" w:type="dxa"/>
          </w:tcPr>
          <w:p w:rsidR="00B26C81" w:rsidRPr="007C5AC4" w:rsidRDefault="00B26C81" w:rsidP="00BB0EEC">
            <w:pPr>
              <w:rPr>
                <w:sz w:val="24"/>
                <w:szCs w:val="24"/>
                <w:u w:val="single"/>
              </w:rPr>
            </w:pPr>
            <w:r w:rsidRPr="007C5AC4">
              <w:rPr>
                <w:sz w:val="24"/>
                <w:szCs w:val="24"/>
                <w:u w:val="single"/>
              </w:rPr>
              <w:t>Показатель 3 задачи 3 Подпрограммы 3</w:t>
            </w:r>
          </w:p>
          <w:p w:rsidR="00B26C81" w:rsidRPr="007C5AC4" w:rsidRDefault="00B26C81" w:rsidP="00BB0EEC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Количество высаженных деревьев, декоративных кустарников</w:t>
            </w:r>
          </w:p>
        </w:tc>
        <w:tc>
          <w:tcPr>
            <w:tcW w:w="166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ед.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30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996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94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876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</w:tcPr>
          <w:p w:rsidR="00B26C81" w:rsidRPr="007C5AC4" w:rsidRDefault="00B26C81" w:rsidP="00BB0EEC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48</w:t>
            </w:r>
          </w:p>
        </w:tc>
        <w:tc>
          <w:tcPr>
            <w:tcW w:w="3501" w:type="dxa"/>
          </w:tcPr>
          <w:p w:rsidR="00B26C81" w:rsidRPr="007C5AC4" w:rsidRDefault="00B26C81" w:rsidP="00BB0EEC">
            <w:pPr>
              <w:rPr>
                <w:sz w:val="24"/>
                <w:szCs w:val="24"/>
                <w:u w:val="single"/>
              </w:rPr>
            </w:pPr>
            <w:r w:rsidRPr="007C5AC4">
              <w:rPr>
                <w:sz w:val="24"/>
                <w:szCs w:val="24"/>
                <w:u w:val="single"/>
              </w:rPr>
              <w:t>Показатель 4 задачи 3 Подпрограммы 3</w:t>
            </w:r>
          </w:p>
          <w:p w:rsidR="00B26C81" w:rsidRPr="007C5AC4" w:rsidRDefault="00B26C81" w:rsidP="00BB0EEC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Количество ликвидированных несанкционированных свалок</w:t>
            </w:r>
          </w:p>
          <w:p w:rsidR="00B26C81" w:rsidRPr="007C5AC4" w:rsidRDefault="00B26C81" w:rsidP="00BB0EEC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ед.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3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6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4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76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 w:val="restart"/>
          </w:tcPr>
          <w:p w:rsidR="00B26C81" w:rsidRPr="007C5AC4" w:rsidRDefault="00B26C81" w:rsidP="00CB4E88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49</w:t>
            </w:r>
          </w:p>
        </w:tc>
        <w:tc>
          <w:tcPr>
            <w:tcW w:w="3501" w:type="dxa"/>
            <w:vMerge w:val="restart"/>
          </w:tcPr>
          <w:p w:rsidR="00B26C81" w:rsidRPr="007C5AC4" w:rsidRDefault="00B26C81" w:rsidP="00CB4E88">
            <w:pPr>
              <w:rPr>
                <w:sz w:val="24"/>
                <w:szCs w:val="24"/>
                <w:u w:val="single"/>
              </w:rPr>
            </w:pPr>
            <w:r w:rsidRPr="007C5AC4">
              <w:rPr>
                <w:sz w:val="24"/>
                <w:szCs w:val="24"/>
                <w:u w:val="single"/>
              </w:rPr>
              <w:t>Основное мероприятие задачи 2 Подпрограммы 3</w:t>
            </w:r>
          </w:p>
          <w:p w:rsidR="00B26C81" w:rsidRPr="007C5AC4" w:rsidRDefault="00B26C81" w:rsidP="00CB4E88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"Повышение уровня благоустройства на территории сельского поселения"</w:t>
            </w:r>
          </w:p>
        </w:tc>
        <w:tc>
          <w:tcPr>
            <w:tcW w:w="1660" w:type="dxa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Всего, тыс.руб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B26C81" w:rsidRPr="0051220B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215,0</w:t>
            </w:r>
          </w:p>
        </w:tc>
        <w:tc>
          <w:tcPr>
            <w:tcW w:w="996" w:type="dxa"/>
            <w:vAlign w:val="center"/>
          </w:tcPr>
          <w:p w:rsidR="00B26C81" w:rsidRPr="0051220B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245,1</w:t>
            </w:r>
          </w:p>
        </w:tc>
        <w:tc>
          <w:tcPr>
            <w:tcW w:w="953" w:type="dxa"/>
          </w:tcPr>
          <w:p w:rsidR="00B26C81" w:rsidRDefault="00B26C81" w:rsidP="00CB4E88">
            <w:r>
              <w:t>246,0</w:t>
            </w:r>
          </w:p>
        </w:tc>
        <w:tc>
          <w:tcPr>
            <w:tcW w:w="953" w:type="dxa"/>
          </w:tcPr>
          <w:p w:rsidR="00B26C81" w:rsidRDefault="00B26C81">
            <w:r w:rsidRPr="00F51B34">
              <w:t>246,0</w:t>
            </w:r>
          </w:p>
        </w:tc>
        <w:tc>
          <w:tcPr>
            <w:tcW w:w="953" w:type="dxa"/>
          </w:tcPr>
          <w:p w:rsidR="00B26C81" w:rsidRDefault="00B26C81">
            <w:r w:rsidRPr="00F51B34">
              <w:t>246,0</w:t>
            </w:r>
          </w:p>
        </w:tc>
        <w:tc>
          <w:tcPr>
            <w:tcW w:w="943" w:type="dxa"/>
          </w:tcPr>
          <w:p w:rsidR="00B26C81" w:rsidRDefault="00B26C81">
            <w:r w:rsidRPr="00F51B34">
              <w:t>246,0</w:t>
            </w:r>
          </w:p>
        </w:tc>
        <w:tc>
          <w:tcPr>
            <w:tcW w:w="942" w:type="dxa"/>
          </w:tcPr>
          <w:p w:rsidR="00B26C81" w:rsidRDefault="00B26C81">
            <w:r w:rsidRPr="00F51B34">
              <w:t>246,0</w:t>
            </w:r>
          </w:p>
        </w:tc>
        <w:tc>
          <w:tcPr>
            <w:tcW w:w="942" w:type="dxa"/>
          </w:tcPr>
          <w:p w:rsidR="00B26C81" w:rsidRDefault="00B26C81">
            <w:r w:rsidRPr="00F51B34">
              <w:t>246,0</w:t>
            </w:r>
          </w:p>
        </w:tc>
        <w:tc>
          <w:tcPr>
            <w:tcW w:w="876" w:type="dxa"/>
          </w:tcPr>
          <w:p w:rsidR="00B26C81" w:rsidRDefault="00B26C81">
            <w:r w:rsidRPr="00F51B34">
              <w:t>246,0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CB4E88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CB4E88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  <w:r>
              <w:t xml:space="preserve">местный </w:t>
            </w:r>
            <w:r w:rsidRPr="008C5E10">
              <w:t>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B26C81" w:rsidRPr="0051220B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215,0</w:t>
            </w:r>
          </w:p>
        </w:tc>
        <w:tc>
          <w:tcPr>
            <w:tcW w:w="996" w:type="dxa"/>
            <w:vAlign w:val="center"/>
          </w:tcPr>
          <w:p w:rsidR="00B26C81" w:rsidRPr="0051220B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245,1</w:t>
            </w:r>
          </w:p>
        </w:tc>
        <w:tc>
          <w:tcPr>
            <w:tcW w:w="953" w:type="dxa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246,0</w:t>
            </w:r>
          </w:p>
        </w:tc>
        <w:tc>
          <w:tcPr>
            <w:tcW w:w="953" w:type="dxa"/>
          </w:tcPr>
          <w:p w:rsidR="00B26C81" w:rsidRDefault="00B26C81">
            <w:r w:rsidRPr="00F51B34">
              <w:t>246,0</w:t>
            </w:r>
          </w:p>
        </w:tc>
        <w:tc>
          <w:tcPr>
            <w:tcW w:w="953" w:type="dxa"/>
          </w:tcPr>
          <w:p w:rsidR="00B26C81" w:rsidRDefault="00B26C81">
            <w:r w:rsidRPr="00F51B34">
              <w:t>246,0</w:t>
            </w:r>
          </w:p>
        </w:tc>
        <w:tc>
          <w:tcPr>
            <w:tcW w:w="943" w:type="dxa"/>
          </w:tcPr>
          <w:p w:rsidR="00B26C81" w:rsidRDefault="00B26C81">
            <w:r w:rsidRPr="00F51B34">
              <w:t>246,0</w:t>
            </w:r>
          </w:p>
        </w:tc>
        <w:tc>
          <w:tcPr>
            <w:tcW w:w="942" w:type="dxa"/>
          </w:tcPr>
          <w:p w:rsidR="00B26C81" w:rsidRDefault="00B26C81">
            <w:r w:rsidRPr="00F51B34">
              <w:t>246,0</w:t>
            </w:r>
          </w:p>
        </w:tc>
        <w:tc>
          <w:tcPr>
            <w:tcW w:w="942" w:type="dxa"/>
          </w:tcPr>
          <w:p w:rsidR="00B26C81" w:rsidRDefault="00B26C81">
            <w:r w:rsidRPr="00F51B34">
              <w:t>246,0</w:t>
            </w:r>
          </w:p>
        </w:tc>
        <w:tc>
          <w:tcPr>
            <w:tcW w:w="876" w:type="dxa"/>
          </w:tcPr>
          <w:p w:rsidR="00B26C81" w:rsidRDefault="00B26C81">
            <w:r w:rsidRPr="00F51B34">
              <w:t>246,0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4D01C1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4D01C1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t xml:space="preserve">  районны </w:t>
            </w:r>
            <w:r w:rsidRPr="008C5E10">
              <w:t xml:space="preserve">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4D01C1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4D01C1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t xml:space="preserve">  областной </w:t>
            </w:r>
            <w:r w:rsidRPr="008C5E10">
              <w:t xml:space="preserve">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 w:val="restart"/>
          </w:tcPr>
          <w:p w:rsidR="00B26C81" w:rsidRPr="007C5AC4" w:rsidRDefault="00B26C81" w:rsidP="004D01C1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50</w:t>
            </w:r>
          </w:p>
        </w:tc>
        <w:tc>
          <w:tcPr>
            <w:tcW w:w="3501" w:type="dxa"/>
            <w:vMerge w:val="restart"/>
          </w:tcPr>
          <w:p w:rsidR="00B26C81" w:rsidRPr="007C5AC4" w:rsidRDefault="00B26C81" w:rsidP="004D01C1">
            <w:pPr>
              <w:rPr>
                <w:sz w:val="24"/>
                <w:szCs w:val="24"/>
                <w:u w:val="single"/>
              </w:rPr>
            </w:pPr>
            <w:r w:rsidRPr="007C5AC4">
              <w:rPr>
                <w:sz w:val="24"/>
                <w:szCs w:val="24"/>
              </w:rPr>
              <w:t>Реализация направления расходов основного мероприятия</w:t>
            </w:r>
            <w:r w:rsidRPr="007C5AC4">
              <w:rPr>
                <w:sz w:val="24"/>
                <w:szCs w:val="24"/>
                <w:u w:val="single"/>
              </w:rPr>
              <w:t xml:space="preserve"> </w:t>
            </w:r>
            <w:r w:rsidRPr="007C5AC4">
              <w:rPr>
                <w:sz w:val="24"/>
                <w:szCs w:val="24"/>
              </w:rPr>
              <w:t>"Повышение уровня благоустройства на территории сельского поселения"</w:t>
            </w:r>
            <w:r w:rsidRPr="007C5AC4">
              <w:rPr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Всего, тыс.руб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B26C81" w:rsidRPr="0051220B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215,0</w:t>
            </w:r>
          </w:p>
        </w:tc>
        <w:tc>
          <w:tcPr>
            <w:tcW w:w="996" w:type="dxa"/>
            <w:vAlign w:val="center"/>
          </w:tcPr>
          <w:p w:rsidR="00B26C81" w:rsidRPr="0051220B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245,1</w:t>
            </w:r>
          </w:p>
        </w:tc>
        <w:tc>
          <w:tcPr>
            <w:tcW w:w="953" w:type="dxa"/>
          </w:tcPr>
          <w:p w:rsidR="00B26C81" w:rsidRDefault="00B26C81" w:rsidP="00CB4E88">
            <w:r>
              <w:t>246,0</w:t>
            </w:r>
          </w:p>
        </w:tc>
        <w:tc>
          <w:tcPr>
            <w:tcW w:w="953" w:type="dxa"/>
          </w:tcPr>
          <w:p w:rsidR="00B26C81" w:rsidRDefault="00B26C81" w:rsidP="00CB4E88">
            <w:r w:rsidRPr="00F51B34">
              <w:t>246,0</w:t>
            </w:r>
          </w:p>
        </w:tc>
        <w:tc>
          <w:tcPr>
            <w:tcW w:w="953" w:type="dxa"/>
          </w:tcPr>
          <w:p w:rsidR="00B26C81" w:rsidRDefault="00B26C81" w:rsidP="00CB4E88">
            <w:r w:rsidRPr="00F51B34">
              <w:t>246,0</w:t>
            </w:r>
          </w:p>
        </w:tc>
        <w:tc>
          <w:tcPr>
            <w:tcW w:w="943" w:type="dxa"/>
          </w:tcPr>
          <w:p w:rsidR="00B26C81" w:rsidRDefault="00B26C81" w:rsidP="00CB4E88">
            <w:r w:rsidRPr="00F51B34">
              <w:t>246,0</w:t>
            </w:r>
          </w:p>
        </w:tc>
        <w:tc>
          <w:tcPr>
            <w:tcW w:w="942" w:type="dxa"/>
          </w:tcPr>
          <w:p w:rsidR="00B26C81" w:rsidRDefault="00B26C81" w:rsidP="00CB4E88">
            <w:r w:rsidRPr="00F51B34">
              <w:t>246,0</w:t>
            </w:r>
          </w:p>
        </w:tc>
        <w:tc>
          <w:tcPr>
            <w:tcW w:w="942" w:type="dxa"/>
          </w:tcPr>
          <w:p w:rsidR="00B26C81" w:rsidRDefault="00B26C81" w:rsidP="00CB4E88">
            <w:r w:rsidRPr="00F51B34">
              <w:t>246,0</w:t>
            </w:r>
          </w:p>
        </w:tc>
        <w:tc>
          <w:tcPr>
            <w:tcW w:w="876" w:type="dxa"/>
          </w:tcPr>
          <w:p w:rsidR="00B26C81" w:rsidRDefault="00B26C81" w:rsidP="00CB4E88">
            <w:r w:rsidRPr="00F51B34">
              <w:t>246,0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4D01C1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4D01C1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t>местный</w:t>
            </w:r>
            <w:r w:rsidRPr="008C5E10">
              <w:t xml:space="preserve">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B26C81" w:rsidRPr="0051220B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215,0</w:t>
            </w:r>
          </w:p>
        </w:tc>
        <w:tc>
          <w:tcPr>
            <w:tcW w:w="996" w:type="dxa"/>
            <w:vAlign w:val="center"/>
          </w:tcPr>
          <w:p w:rsidR="00B26C81" w:rsidRPr="0051220B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245,1</w:t>
            </w:r>
          </w:p>
        </w:tc>
        <w:tc>
          <w:tcPr>
            <w:tcW w:w="953" w:type="dxa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246,0</w:t>
            </w:r>
          </w:p>
        </w:tc>
        <w:tc>
          <w:tcPr>
            <w:tcW w:w="953" w:type="dxa"/>
          </w:tcPr>
          <w:p w:rsidR="00B26C81" w:rsidRDefault="00B26C81" w:rsidP="00CB4E88">
            <w:r w:rsidRPr="00F51B34">
              <w:t>246,0</w:t>
            </w:r>
          </w:p>
        </w:tc>
        <w:tc>
          <w:tcPr>
            <w:tcW w:w="953" w:type="dxa"/>
          </w:tcPr>
          <w:p w:rsidR="00B26C81" w:rsidRDefault="00B26C81" w:rsidP="00CB4E88">
            <w:r w:rsidRPr="00F51B34">
              <w:t>246,0</w:t>
            </w:r>
          </w:p>
        </w:tc>
        <w:tc>
          <w:tcPr>
            <w:tcW w:w="943" w:type="dxa"/>
          </w:tcPr>
          <w:p w:rsidR="00B26C81" w:rsidRDefault="00B26C81" w:rsidP="00CB4E88">
            <w:r w:rsidRPr="00F51B34">
              <w:t>246,0</w:t>
            </w:r>
          </w:p>
        </w:tc>
        <w:tc>
          <w:tcPr>
            <w:tcW w:w="942" w:type="dxa"/>
          </w:tcPr>
          <w:p w:rsidR="00B26C81" w:rsidRDefault="00B26C81" w:rsidP="00CB4E88">
            <w:r w:rsidRPr="00F51B34">
              <w:t>246,0</w:t>
            </w:r>
          </w:p>
        </w:tc>
        <w:tc>
          <w:tcPr>
            <w:tcW w:w="942" w:type="dxa"/>
          </w:tcPr>
          <w:p w:rsidR="00B26C81" w:rsidRDefault="00B26C81" w:rsidP="00CB4E88">
            <w:r w:rsidRPr="00F51B34">
              <w:t>246,0</w:t>
            </w:r>
          </w:p>
        </w:tc>
        <w:tc>
          <w:tcPr>
            <w:tcW w:w="876" w:type="dxa"/>
          </w:tcPr>
          <w:p w:rsidR="00B26C81" w:rsidRDefault="00B26C81" w:rsidP="00CB4E88">
            <w:r w:rsidRPr="00F51B34">
              <w:t>246,0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4D01C1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4D01C1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Default="00B26C81" w:rsidP="007C5AC4">
            <w:pPr>
              <w:jc w:val="center"/>
            </w:pPr>
            <w:r>
              <w:t xml:space="preserve">  районный </w:t>
            </w:r>
            <w:r w:rsidRPr="008C5E10">
              <w:t xml:space="preserve"> бюджет</w:t>
            </w:r>
          </w:p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4D01C1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4D01C1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Default="00B26C81" w:rsidP="007C5AC4">
            <w:pPr>
              <w:jc w:val="center"/>
            </w:pPr>
            <w:r>
              <w:t xml:space="preserve">  областной </w:t>
            </w:r>
            <w:r w:rsidRPr="008C5E10">
              <w:t xml:space="preserve"> бюджет</w:t>
            </w:r>
          </w:p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 w:val="restart"/>
          </w:tcPr>
          <w:p w:rsidR="00B26C81" w:rsidRPr="007C5AC4" w:rsidRDefault="00B26C81" w:rsidP="004D01C1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51</w:t>
            </w:r>
          </w:p>
        </w:tc>
        <w:tc>
          <w:tcPr>
            <w:tcW w:w="3501" w:type="dxa"/>
            <w:vMerge w:val="restart"/>
          </w:tcPr>
          <w:p w:rsidR="00B26C81" w:rsidRPr="007C5AC4" w:rsidRDefault="00B26C81" w:rsidP="004D01C1">
            <w:pPr>
              <w:rPr>
                <w:sz w:val="24"/>
                <w:szCs w:val="24"/>
                <w:u w:val="single"/>
              </w:rPr>
            </w:pPr>
            <w:r w:rsidRPr="007C5AC4">
              <w:rPr>
                <w:sz w:val="24"/>
                <w:szCs w:val="24"/>
              </w:rPr>
              <w:t>Реализация направления расходов основного мероприятия</w:t>
            </w:r>
            <w:r w:rsidRPr="007C5AC4">
              <w:rPr>
                <w:sz w:val="24"/>
                <w:szCs w:val="24"/>
                <w:u w:val="single"/>
              </w:rPr>
              <w:t xml:space="preserve"> </w:t>
            </w:r>
            <w:r w:rsidRPr="007C5AC4">
              <w:rPr>
                <w:sz w:val="24"/>
                <w:szCs w:val="24"/>
              </w:rPr>
              <w:t>"Устранение мест захламления территории сельского поселения"</w:t>
            </w:r>
          </w:p>
        </w:tc>
        <w:tc>
          <w:tcPr>
            <w:tcW w:w="1660" w:type="dxa"/>
          </w:tcPr>
          <w:p w:rsidR="00B26C81" w:rsidRDefault="00B26C81" w:rsidP="007C5AC4">
            <w:pPr>
              <w:jc w:val="center"/>
            </w:pPr>
            <w:r>
              <w:t>Всего, тыс.руб.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4D01C1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4D01C1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t>местный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4D01C1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4D01C1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t>районный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4D01C1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4D01C1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t>областной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 w:val="restart"/>
          </w:tcPr>
          <w:p w:rsidR="00B26C81" w:rsidRPr="007C5AC4" w:rsidRDefault="00B26C81" w:rsidP="004D01C1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52</w:t>
            </w:r>
          </w:p>
        </w:tc>
        <w:tc>
          <w:tcPr>
            <w:tcW w:w="3501" w:type="dxa"/>
            <w:vMerge w:val="restart"/>
          </w:tcPr>
          <w:p w:rsidR="00B26C81" w:rsidRPr="007C5AC4" w:rsidRDefault="00B26C81" w:rsidP="004D01C1">
            <w:pPr>
              <w:rPr>
                <w:sz w:val="24"/>
                <w:szCs w:val="24"/>
                <w:u w:val="single"/>
              </w:rPr>
            </w:pPr>
            <w:r w:rsidRPr="007C5AC4">
              <w:rPr>
                <w:sz w:val="24"/>
                <w:szCs w:val="24"/>
                <w:u w:val="single"/>
              </w:rPr>
              <w:t xml:space="preserve">Организация освещения улиц за счет средств областного </w:t>
            </w:r>
          </w:p>
          <w:p w:rsidR="00B26C81" w:rsidRPr="007C5AC4" w:rsidRDefault="00B26C81" w:rsidP="004D01C1">
            <w:pPr>
              <w:rPr>
                <w:sz w:val="24"/>
                <w:szCs w:val="24"/>
                <w:u w:val="single"/>
              </w:rPr>
            </w:pPr>
            <w:r w:rsidRPr="007C5AC4">
              <w:rPr>
                <w:sz w:val="24"/>
                <w:szCs w:val="24"/>
                <w:u w:val="single"/>
              </w:rPr>
              <w:t>бюджета</w:t>
            </w:r>
          </w:p>
          <w:p w:rsidR="00B26C81" w:rsidRPr="007C5AC4" w:rsidRDefault="00B26C81" w:rsidP="004D01C1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1660" w:type="dxa"/>
          </w:tcPr>
          <w:p w:rsidR="00B26C81" w:rsidRDefault="00B26C81" w:rsidP="007C5AC4">
            <w:pPr>
              <w:jc w:val="center"/>
            </w:pPr>
            <w:r>
              <w:t>Всего, тыс.руб.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  <w:vAlign w:val="center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4D01C1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4D01C1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t>местный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  <w:vAlign w:val="center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4D01C1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4D01C1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t>районный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  <w:vAlign w:val="center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CB4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4D01C1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4D01C1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t>областной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C35EF9">
        <w:trPr>
          <w:gridAfter w:val="11"/>
          <w:wAfter w:w="9636" w:type="dxa"/>
          <w:trHeight w:val="450"/>
        </w:trPr>
        <w:tc>
          <w:tcPr>
            <w:tcW w:w="557" w:type="dxa"/>
            <w:vMerge w:val="restart"/>
          </w:tcPr>
          <w:p w:rsidR="00B26C81" w:rsidRPr="007C5AC4" w:rsidRDefault="00B26C81" w:rsidP="004D01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3501" w:type="dxa"/>
            <w:vMerge w:val="restart"/>
          </w:tcPr>
          <w:p w:rsidR="00B26C81" w:rsidRDefault="00B26C81" w:rsidP="00334FFF">
            <w:pPr>
              <w:rPr>
                <w:sz w:val="22"/>
                <w:szCs w:val="22"/>
                <w:u w:val="single"/>
              </w:rPr>
            </w:pPr>
            <w:r w:rsidRPr="00171E47">
              <w:rPr>
                <w:sz w:val="22"/>
                <w:szCs w:val="22"/>
              </w:rPr>
              <w:t>«Организация обустройства мест досуга населения, ре</w:t>
            </w:r>
            <w:r w:rsidRPr="00171E47">
              <w:rPr>
                <w:sz w:val="22"/>
                <w:szCs w:val="22"/>
              </w:rPr>
              <w:t>а</w:t>
            </w:r>
            <w:r w:rsidRPr="00171E47">
              <w:rPr>
                <w:sz w:val="22"/>
                <w:szCs w:val="22"/>
              </w:rPr>
              <w:t>лизация пр</w:t>
            </w:r>
            <w:r w:rsidRPr="00171E47">
              <w:rPr>
                <w:sz w:val="22"/>
                <w:szCs w:val="22"/>
              </w:rPr>
              <w:t>о</w:t>
            </w:r>
            <w:r w:rsidRPr="00171E47">
              <w:rPr>
                <w:sz w:val="22"/>
                <w:szCs w:val="22"/>
              </w:rPr>
              <w:t>екта отобранных на конкурсной основе пре</w:t>
            </w:r>
            <w:r w:rsidRPr="00171E47">
              <w:rPr>
                <w:sz w:val="22"/>
                <w:szCs w:val="22"/>
              </w:rPr>
              <w:t>д</w:t>
            </w:r>
            <w:r w:rsidRPr="00171E47">
              <w:rPr>
                <w:sz w:val="22"/>
                <w:szCs w:val="22"/>
              </w:rPr>
              <w:t>ложенных территориальным общественным самоуправл</w:t>
            </w:r>
            <w:r w:rsidRPr="00171E47">
              <w:rPr>
                <w:sz w:val="22"/>
                <w:szCs w:val="22"/>
              </w:rPr>
              <w:t>е</w:t>
            </w:r>
            <w:r w:rsidRPr="00171E47">
              <w:rPr>
                <w:sz w:val="22"/>
                <w:szCs w:val="22"/>
              </w:rPr>
              <w:t>нием»</w:t>
            </w:r>
          </w:p>
          <w:p w:rsidR="00B26C81" w:rsidRPr="007C5AC4" w:rsidRDefault="00B26C81" w:rsidP="004D01C1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Default="00B26C81" w:rsidP="007C5AC4">
            <w:pPr>
              <w:jc w:val="center"/>
            </w:pPr>
            <w:r>
              <w:t>Всего, тыс.руб.</w:t>
            </w:r>
          </w:p>
          <w:p w:rsidR="00B26C81" w:rsidRDefault="00B26C81" w:rsidP="007C5AC4">
            <w:pPr>
              <w:jc w:val="center"/>
            </w:pP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B26C81" w:rsidRDefault="00B26C81" w:rsidP="007C5A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:rsidR="00B26C81" w:rsidRDefault="00B26C81" w:rsidP="007C5A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B26C81" w:rsidRDefault="00B26C81" w:rsidP="007C5A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B26C81" w:rsidRDefault="00B26C81" w:rsidP="007C5A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B26C81" w:rsidRDefault="00B26C81" w:rsidP="007C5A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</w:tcPr>
          <w:p w:rsidR="00B26C81" w:rsidRDefault="00B26C81" w:rsidP="007C5A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B26C81" w:rsidRDefault="00B26C81" w:rsidP="007C5A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B26C81" w:rsidRDefault="00B26C81" w:rsidP="007C5A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6" w:type="dxa"/>
          </w:tcPr>
          <w:p w:rsidR="00B26C81" w:rsidRDefault="00B26C81" w:rsidP="007C5AC4">
            <w:pPr>
              <w:jc w:val="center"/>
              <w:rPr>
                <w:sz w:val="24"/>
                <w:szCs w:val="24"/>
              </w:rPr>
            </w:pPr>
          </w:p>
        </w:tc>
      </w:tr>
      <w:tr w:rsidR="00B26C81" w:rsidTr="00C35EF9">
        <w:trPr>
          <w:gridAfter w:val="11"/>
          <w:wAfter w:w="9636" w:type="dxa"/>
          <w:trHeight w:val="450"/>
        </w:trPr>
        <w:tc>
          <w:tcPr>
            <w:tcW w:w="557" w:type="dxa"/>
            <w:vMerge/>
          </w:tcPr>
          <w:p w:rsidR="00B26C81" w:rsidRDefault="00B26C81" w:rsidP="004D01C1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171E47" w:rsidRDefault="00B26C81" w:rsidP="00334FFF">
            <w:pPr>
              <w:rPr>
                <w:sz w:val="22"/>
                <w:szCs w:val="22"/>
              </w:rPr>
            </w:pPr>
          </w:p>
        </w:tc>
        <w:tc>
          <w:tcPr>
            <w:tcW w:w="1660" w:type="dxa"/>
          </w:tcPr>
          <w:p w:rsidR="00B26C81" w:rsidRDefault="00B26C81" w:rsidP="007C5AC4">
            <w:pPr>
              <w:jc w:val="center"/>
            </w:pPr>
            <w:r>
              <w:t>Местный бюжет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B26C81" w:rsidRDefault="00B26C81" w:rsidP="007C5A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:rsidR="00B26C81" w:rsidRDefault="00B26C81" w:rsidP="007C5A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B26C81" w:rsidRDefault="00B26C81" w:rsidP="007C5A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B26C81" w:rsidRDefault="00B26C81" w:rsidP="007C5A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B26C81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39,2</w:t>
            </w:r>
          </w:p>
        </w:tc>
        <w:tc>
          <w:tcPr>
            <w:tcW w:w="943" w:type="dxa"/>
          </w:tcPr>
          <w:p w:rsidR="00B26C81" w:rsidRDefault="00B26C81" w:rsidP="007C5A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B26C81" w:rsidRDefault="00B26C81" w:rsidP="007C5A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B26C81" w:rsidRDefault="00B26C81" w:rsidP="007C5A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6" w:type="dxa"/>
          </w:tcPr>
          <w:p w:rsidR="00B26C81" w:rsidRDefault="00B26C81" w:rsidP="007C5AC4">
            <w:pPr>
              <w:jc w:val="center"/>
              <w:rPr>
                <w:sz w:val="24"/>
                <w:szCs w:val="24"/>
              </w:rPr>
            </w:pPr>
          </w:p>
        </w:tc>
      </w:tr>
      <w:tr w:rsidR="00B26C81" w:rsidTr="00C35EF9">
        <w:trPr>
          <w:gridAfter w:val="11"/>
          <w:wAfter w:w="9636" w:type="dxa"/>
          <w:trHeight w:val="450"/>
        </w:trPr>
        <w:tc>
          <w:tcPr>
            <w:tcW w:w="557" w:type="dxa"/>
            <w:vMerge/>
          </w:tcPr>
          <w:p w:rsidR="00B26C81" w:rsidRDefault="00B26C81" w:rsidP="004D01C1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171E47" w:rsidRDefault="00B26C81" w:rsidP="00334FFF">
            <w:pPr>
              <w:rPr>
                <w:sz w:val="22"/>
                <w:szCs w:val="22"/>
              </w:rPr>
            </w:pPr>
          </w:p>
        </w:tc>
        <w:tc>
          <w:tcPr>
            <w:tcW w:w="1660" w:type="dxa"/>
          </w:tcPr>
          <w:p w:rsidR="00B26C81" w:rsidRDefault="00B26C81" w:rsidP="007C5AC4">
            <w:pPr>
              <w:jc w:val="center"/>
            </w:pPr>
            <w:r>
              <w:t>Районный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B26C81" w:rsidRDefault="00B26C81" w:rsidP="007C5A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:rsidR="00B26C81" w:rsidRDefault="00B26C81" w:rsidP="007C5A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B26C81" w:rsidRDefault="00B26C81" w:rsidP="007C5A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B26C81" w:rsidRDefault="00B26C81" w:rsidP="007C5A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B26C81" w:rsidRDefault="00B26C81" w:rsidP="007C5A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</w:tcPr>
          <w:p w:rsidR="00B26C81" w:rsidRDefault="00B26C81" w:rsidP="007C5A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B26C81" w:rsidRDefault="00B26C81" w:rsidP="007C5A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B26C81" w:rsidRDefault="00B26C81" w:rsidP="007C5A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6" w:type="dxa"/>
          </w:tcPr>
          <w:p w:rsidR="00B26C81" w:rsidRDefault="00B26C81" w:rsidP="007C5AC4">
            <w:pPr>
              <w:jc w:val="center"/>
              <w:rPr>
                <w:sz w:val="24"/>
                <w:szCs w:val="24"/>
              </w:rPr>
            </w:pPr>
          </w:p>
        </w:tc>
      </w:tr>
      <w:tr w:rsidR="00B26C81" w:rsidTr="00C35EF9">
        <w:trPr>
          <w:gridAfter w:val="11"/>
          <w:wAfter w:w="9636" w:type="dxa"/>
          <w:trHeight w:val="450"/>
        </w:trPr>
        <w:tc>
          <w:tcPr>
            <w:tcW w:w="557" w:type="dxa"/>
            <w:vMerge/>
          </w:tcPr>
          <w:p w:rsidR="00B26C81" w:rsidRDefault="00B26C81" w:rsidP="004D01C1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171E47" w:rsidRDefault="00B26C81" w:rsidP="00334FFF">
            <w:pPr>
              <w:rPr>
                <w:sz w:val="22"/>
                <w:szCs w:val="22"/>
              </w:rPr>
            </w:pPr>
          </w:p>
        </w:tc>
        <w:tc>
          <w:tcPr>
            <w:tcW w:w="1660" w:type="dxa"/>
          </w:tcPr>
          <w:p w:rsidR="00B26C81" w:rsidRDefault="00B26C81" w:rsidP="007C5AC4">
            <w:pPr>
              <w:jc w:val="center"/>
            </w:pPr>
            <w:r>
              <w:t>Областной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B26C81" w:rsidRDefault="00B26C81" w:rsidP="007C5A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:rsidR="00B26C81" w:rsidRDefault="00B26C81" w:rsidP="007C5A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B26C81" w:rsidRDefault="00B26C81" w:rsidP="007C5A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B26C81" w:rsidRDefault="00B26C81" w:rsidP="007C5A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B26C81" w:rsidRDefault="00B26C81" w:rsidP="007C5A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</w:tcPr>
          <w:p w:rsidR="00B26C81" w:rsidRDefault="00B26C81" w:rsidP="007C5A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B26C81" w:rsidRDefault="00B26C81" w:rsidP="007C5A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B26C81" w:rsidRDefault="00B26C81" w:rsidP="007C5A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6" w:type="dxa"/>
          </w:tcPr>
          <w:p w:rsidR="00B26C81" w:rsidRDefault="00B26C81" w:rsidP="007C5AC4">
            <w:pPr>
              <w:jc w:val="center"/>
              <w:rPr>
                <w:sz w:val="24"/>
                <w:szCs w:val="24"/>
              </w:rPr>
            </w:pP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 w:val="restart"/>
          </w:tcPr>
          <w:p w:rsidR="00B26C81" w:rsidRPr="007C5AC4" w:rsidRDefault="00B26C81" w:rsidP="004D01C1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53</w:t>
            </w:r>
          </w:p>
        </w:tc>
        <w:tc>
          <w:tcPr>
            <w:tcW w:w="3501" w:type="dxa"/>
            <w:vMerge w:val="restart"/>
          </w:tcPr>
          <w:p w:rsidR="00B26C81" w:rsidRPr="007C5AC4" w:rsidRDefault="00B26C81" w:rsidP="004D01C1">
            <w:pPr>
              <w:rPr>
                <w:b/>
                <w:sz w:val="24"/>
                <w:szCs w:val="24"/>
                <w:u w:val="single"/>
              </w:rPr>
            </w:pPr>
            <w:r w:rsidRPr="007C5AC4">
              <w:rPr>
                <w:b/>
                <w:sz w:val="24"/>
                <w:szCs w:val="24"/>
                <w:u w:val="single"/>
              </w:rPr>
              <w:t>Итого по Подпрограмме 3</w:t>
            </w: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b/>
                <w:sz w:val="24"/>
                <w:szCs w:val="24"/>
              </w:rPr>
            </w:pPr>
            <w:r w:rsidRPr="007C5AC4">
              <w:rPr>
                <w:b/>
                <w:sz w:val="24"/>
                <w:szCs w:val="24"/>
              </w:rPr>
              <w:t>Всего, тыс.руб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1972,6</w:t>
            </w:r>
          </w:p>
        </w:tc>
        <w:tc>
          <w:tcPr>
            <w:tcW w:w="996" w:type="dxa"/>
            <w:vAlign w:val="center"/>
          </w:tcPr>
          <w:p w:rsidR="00B26C81" w:rsidRPr="007C5AC4" w:rsidRDefault="00B26C81" w:rsidP="007C5AC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1512,6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1351,8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1496,4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EA45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1535,6</w:t>
            </w:r>
          </w:p>
        </w:tc>
        <w:tc>
          <w:tcPr>
            <w:tcW w:w="943" w:type="dxa"/>
            <w:vAlign w:val="center"/>
          </w:tcPr>
          <w:p w:rsidR="00B26C81" w:rsidRPr="007C5AC4" w:rsidRDefault="00B26C81" w:rsidP="00EA45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1496,4</w:t>
            </w:r>
          </w:p>
        </w:tc>
        <w:tc>
          <w:tcPr>
            <w:tcW w:w="942" w:type="dxa"/>
            <w:vAlign w:val="center"/>
          </w:tcPr>
          <w:p w:rsidR="00B26C81" w:rsidRPr="007C5AC4" w:rsidRDefault="00B26C81" w:rsidP="00EA45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1496,4</w:t>
            </w:r>
          </w:p>
        </w:tc>
        <w:tc>
          <w:tcPr>
            <w:tcW w:w="942" w:type="dxa"/>
            <w:vAlign w:val="center"/>
          </w:tcPr>
          <w:p w:rsidR="00B26C81" w:rsidRPr="007C5AC4" w:rsidRDefault="00B26C81" w:rsidP="00EA45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1496,4</w:t>
            </w:r>
          </w:p>
        </w:tc>
        <w:tc>
          <w:tcPr>
            <w:tcW w:w="876" w:type="dxa"/>
            <w:vAlign w:val="center"/>
          </w:tcPr>
          <w:p w:rsidR="00B26C81" w:rsidRPr="007C5AC4" w:rsidRDefault="00B26C81" w:rsidP="00EA45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1496,4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4D01C1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4D01C1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b/>
              </w:rPr>
              <w:t>местный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274,5</w:t>
            </w:r>
          </w:p>
        </w:tc>
        <w:tc>
          <w:tcPr>
            <w:tcW w:w="996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274,6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246,0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246,0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285,2</w:t>
            </w:r>
          </w:p>
        </w:tc>
        <w:tc>
          <w:tcPr>
            <w:tcW w:w="943" w:type="dxa"/>
            <w:vAlign w:val="center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246,0</w:t>
            </w:r>
          </w:p>
        </w:tc>
        <w:tc>
          <w:tcPr>
            <w:tcW w:w="942" w:type="dxa"/>
            <w:vAlign w:val="center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246,0</w:t>
            </w:r>
          </w:p>
        </w:tc>
        <w:tc>
          <w:tcPr>
            <w:tcW w:w="942" w:type="dxa"/>
            <w:vAlign w:val="center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246,0</w:t>
            </w:r>
          </w:p>
        </w:tc>
        <w:tc>
          <w:tcPr>
            <w:tcW w:w="876" w:type="dxa"/>
            <w:vAlign w:val="center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246,0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4D01C1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4D01C1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b/>
              </w:rPr>
              <w:t xml:space="preserve">  районный 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1162,6</w:t>
            </w:r>
          </w:p>
        </w:tc>
        <w:tc>
          <w:tcPr>
            <w:tcW w:w="996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1070,7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1105,8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1250,4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1250,4</w:t>
            </w:r>
          </w:p>
        </w:tc>
        <w:tc>
          <w:tcPr>
            <w:tcW w:w="943" w:type="dxa"/>
            <w:vAlign w:val="center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1250,4</w:t>
            </w:r>
          </w:p>
        </w:tc>
        <w:tc>
          <w:tcPr>
            <w:tcW w:w="942" w:type="dxa"/>
            <w:vAlign w:val="center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1250,4</w:t>
            </w:r>
          </w:p>
        </w:tc>
        <w:tc>
          <w:tcPr>
            <w:tcW w:w="942" w:type="dxa"/>
            <w:vAlign w:val="center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1250,4</w:t>
            </w:r>
          </w:p>
        </w:tc>
        <w:tc>
          <w:tcPr>
            <w:tcW w:w="876" w:type="dxa"/>
            <w:vAlign w:val="center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1250,4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4D01C1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4D01C1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b/>
              </w:rPr>
              <w:t>областной 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535,5</w:t>
            </w:r>
          </w:p>
        </w:tc>
        <w:tc>
          <w:tcPr>
            <w:tcW w:w="996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167,3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</w:tcPr>
          <w:p w:rsidR="00B26C81" w:rsidRPr="007C5AC4" w:rsidRDefault="00B26C81" w:rsidP="00787DA0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54</w:t>
            </w:r>
          </w:p>
        </w:tc>
        <w:tc>
          <w:tcPr>
            <w:tcW w:w="14652" w:type="dxa"/>
            <w:gridSpan w:val="12"/>
          </w:tcPr>
          <w:p w:rsidR="00B26C81" w:rsidRPr="007C5AC4" w:rsidRDefault="00B26C81" w:rsidP="00787DA0">
            <w:pPr>
              <w:rPr>
                <w:b/>
                <w:sz w:val="24"/>
                <w:szCs w:val="24"/>
              </w:rPr>
            </w:pPr>
          </w:p>
          <w:p w:rsidR="00B26C81" w:rsidRPr="007C5AC4" w:rsidRDefault="00B26C81" w:rsidP="00787DA0">
            <w:pPr>
              <w:rPr>
                <w:b/>
                <w:sz w:val="24"/>
                <w:szCs w:val="24"/>
              </w:rPr>
            </w:pPr>
            <w:r w:rsidRPr="007C5AC4">
              <w:rPr>
                <w:b/>
                <w:sz w:val="24"/>
                <w:szCs w:val="24"/>
              </w:rPr>
              <w:t>Подпрограмма 4. "Развитие социальной сферы в сель</w:t>
            </w:r>
            <w:r>
              <w:rPr>
                <w:b/>
                <w:sz w:val="24"/>
                <w:szCs w:val="24"/>
              </w:rPr>
              <w:t xml:space="preserve">ском поселении  Излегощенский </w:t>
            </w:r>
            <w:r w:rsidRPr="007C5AC4">
              <w:rPr>
                <w:b/>
                <w:sz w:val="24"/>
                <w:szCs w:val="24"/>
              </w:rPr>
              <w:t>сельсовет в 2016-2024 годах".</w:t>
            </w:r>
          </w:p>
          <w:p w:rsidR="00B26C81" w:rsidRPr="007C5AC4" w:rsidRDefault="00B26C81" w:rsidP="00787DA0">
            <w:pPr>
              <w:rPr>
                <w:b/>
                <w:sz w:val="24"/>
                <w:szCs w:val="24"/>
              </w:rPr>
            </w:pP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</w:tcPr>
          <w:p w:rsidR="00B26C81" w:rsidRPr="007C5AC4" w:rsidRDefault="00B26C81" w:rsidP="00787DA0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55</w:t>
            </w:r>
          </w:p>
        </w:tc>
        <w:tc>
          <w:tcPr>
            <w:tcW w:w="14652" w:type="dxa"/>
            <w:gridSpan w:val="12"/>
          </w:tcPr>
          <w:p w:rsidR="00B26C81" w:rsidRPr="007C5AC4" w:rsidRDefault="00B26C81" w:rsidP="00787DA0">
            <w:pPr>
              <w:rPr>
                <w:b/>
                <w:i/>
                <w:sz w:val="24"/>
                <w:szCs w:val="24"/>
              </w:rPr>
            </w:pPr>
            <w:r w:rsidRPr="007C5AC4">
              <w:rPr>
                <w:b/>
                <w:i/>
                <w:sz w:val="24"/>
                <w:szCs w:val="24"/>
              </w:rPr>
              <w:t xml:space="preserve">Задача 1 Подпрограммы 4 -  Создание условий для вовлечения населения в участие в культурно - досуговых  мероприятиях 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</w:tcPr>
          <w:p w:rsidR="00B26C81" w:rsidRPr="007C5AC4" w:rsidRDefault="00B26C81" w:rsidP="00000CA5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56</w:t>
            </w:r>
          </w:p>
        </w:tc>
        <w:tc>
          <w:tcPr>
            <w:tcW w:w="3501" w:type="dxa"/>
          </w:tcPr>
          <w:p w:rsidR="00B26C81" w:rsidRPr="007C5AC4" w:rsidRDefault="00B26C81" w:rsidP="00000CA5">
            <w:pPr>
              <w:jc w:val="both"/>
              <w:rPr>
                <w:sz w:val="24"/>
                <w:szCs w:val="24"/>
                <w:u w:val="single"/>
              </w:rPr>
            </w:pPr>
            <w:r w:rsidRPr="007C5AC4">
              <w:rPr>
                <w:sz w:val="24"/>
                <w:szCs w:val="24"/>
                <w:u w:val="single"/>
              </w:rPr>
              <w:t>Показатель 1 задачи 1 Подпрограммы 4</w:t>
            </w:r>
          </w:p>
          <w:p w:rsidR="00B26C81" w:rsidRPr="007C5AC4" w:rsidRDefault="00B26C81" w:rsidP="00000CA5">
            <w:pPr>
              <w:jc w:val="both"/>
              <w:rPr>
                <w:sz w:val="24"/>
                <w:szCs w:val="24"/>
                <w:u w:val="single"/>
              </w:rPr>
            </w:pPr>
            <w:r w:rsidRPr="007C5AC4">
              <w:rPr>
                <w:sz w:val="24"/>
                <w:szCs w:val="24"/>
              </w:rPr>
              <w:t xml:space="preserve"> Количество экземпляров новых поступлений в библиотечный фонд</w:t>
            </w:r>
          </w:p>
        </w:tc>
        <w:tc>
          <w:tcPr>
            <w:tcW w:w="1660" w:type="dxa"/>
          </w:tcPr>
          <w:p w:rsidR="00B26C81" w:rsidRPr="007C5AC4" w:rsidRDefault="00B26C81" w:rsidP="00000CA5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ед.</w:t>
            </w:r>
          </w:p>
        </w:tc>
        <w:tc>
          <w:tcPr>
            <w:tcW w:w="980" w:type="dxa"/>
          </w:tcPr>
          <w:p w:rsidR="00B26C81" w:rsidRDefault="00B26C81" w:rsidP="00000CA5">
            <w:pPr>
              <w:jc w:val="center"/>
              <w:rPr>
                <w:sz w:val="24"/>
                <w:szCs w:val="24"/>
              </w:rPr>
            </w:pPr>
          </w:p>
          <w:p w:rsidR="00B26C81" w:rsidRPr="007D26B1" w:rsidRDefault="00B26C81" w:rsidP="00000C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50</w:t>
            </w:r>
          </w:p>
        </w:tc>
        <w:tc>
          <w:tcPr>
            <w:tcW w:w="953" w:type="dxa"/>
          </w:tcPr>
          <w:p w:rsidR="00B26C81" w:rsidRDefault="00B26C81" w:rsidP="00000CA5">
            <w:pPr>
              <w:jc w:val="center"/>
              <w:rPr>
                <w:sz w:val="24"/>
                <w:szCs w:val="24"/>
              </w:rPr>
            </w:pPr>
          </w:p>
          <w:p w:rsidR="00B26C81" w:rsidRPr="007D26B1" w:rsidRDefault="00B26C81" w:rsidP="00000C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50</w:t>
            </w:r>
          </w:p>
        </w:tc>
        <w:tc>
          <w:tcPr>
            <w:tcW w:w="996" w:type="dxa"/>
          </w:tcPr>
          <w:p w:rsidR="00B26C81" w:rsidRDefault="00B26C81" w:rsidP="00000C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  <w:p w:rsidR="00B26C81" w:rsidRPr="007D26B1" w:rsidRDefault="00B26C81" w:rsidP="00000C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50</w:t>
            </w:r>
          </w:p>
        </w:tc>
        <w:tc>
          <w:tcPr>
            <w:tcW w:w="953" w:type="dxa"/>
          </w:tcPr>
          <w:p w:rsidR="00B26C81" w:rsidRDefault="00B26C81" w:rsidP="00000CA5">
            <w:pPr>
              <w:jc w:val="center"/>
              <w:rPr>
                <w:sz w:val="24"/>
                <w:szCs w:val="24"/>
              </w:rPr>
            </w:pPr>
          </w:p>
          <w:p w:rsidR="00B26C81" w:rsidRPr="007D26B1" w:rsidRDefault="00B26C81" w:rsidP="00000C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50</w:t>
            </w:r>
          </w:p>
        </w:tc>
        <w:tc>
          <w:tcPr>
            <w:tcW w:w="953" w:type="dxa"/>
          </w:tcPr>
          <w:p w:rsidR="00B26C81" w:rsidRDefault="00B26C81" w:rsidP="00000CA5">
            <w:pPr>
              <w:jc w:val="center"/>
              <w:rPr>
                <w:sz w:val="24"/>
                <w:szCs w:val="24"/>
              </w:rPr>
            </w:pPr>
          </w:p>
          <w:p w:rsidR="00B26C81" w:rsidRPr="007D26B1" w:rsidRDefault="00B26C81" w:rsidP="00000C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50</w:t>
            </w:r>
          </w:p>
        </w:tc>
        <w:tc>
          <w:tcPr>
            <w:tcW w:w="953" w:type="dxa"/>
          </w:tcPr>
          <w:p w:rsidR="00B26C81" w:rsidRPr="007C5AC4" w:rsidRDefault="00B26C81" w:rsidP="00000C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943" w:type="dxa"/>
          </w:tcPr>
          <w:p w:rsidR="00B26C81" w:rsidRPr="007C5AC4" w:rsidRDefault="00B26C81" w:rsidP="00000C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942" w:type="dxa"/>
          </w:tcPr>
          <w:p w:rsidR="00B26C81" w:rsidRPr="007C5AC4" w:rsidRDefault="00B26C81" w:rsidP="00000C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942" w:type="dxa"/>
          </w:tcPr>
          <w:p w:rsidR="00B26C81" w:rsidRPr="007C5AC4" w:rsidRDefault="00B26C81" w:rsidP="00000C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876" w:type="dxa"/>
          </w:tcPr>
          <w:p w:rsidR="00B26C81" w:rsidRPr="007C5AC4" w:rsidRDefault="00B26C81" w:rsidP="00000C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</w:tcPr>
          <w:p w:rsidR="00B26C81" w:rsidRPr="007C5AC4" w:rsidRDefault="00B26C81" w:rsidP="00000CA5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57</w:t>
            </w:r>
          </w:p>
        </w:tc>
        <w:tc>
          <w:tcPr>
            <w:tcW w:w="3501" w:type="dxa"/>
            <w:vAlign w:val="center"/>
          </w:tcPr>
          <w:p w:rsidR="00B26C81" w:rsidRPr="007C5AC4" w:rsidRDefault="00B26C81" w:rsidP="00000CA5">
            <w:pPr>
              <w:jc w:val="both"/>
              <w:rPr>
                <w:sz w:val="24"/>
                <w:szCs w:val="24"/>
                <w:u w:val="single"/>
              </w:rPr>
            </w:pPr>
            <w:r w:rsidRPr="007C5AC4">
              <w:rPr>
                <w:sz w:val="24"/>
                <w:szCs w:val="24"/>
                <w:u w:val="single"/>
              </w:rPr>
              <w:t>Показатель 2 задачи 1 Подпрограммы 4</w:t>
            </w:r>
          </w:p>
          <w:p w:rsidR="00B26C81" w:rsidRPr="007C5AC4" w:rsidRDefault="00B26C81" w:rsidP="00000CA5">
            <w:pPr>
              <w:rPr>
                <w:color w:val="000000"/>
                <w:sz w:val="24"/>
                <w:szCs w:val="24"/>
                <w:u w:val="single"/>
              </w:rPr>
            </w:pPr>
            <w:r w:rsidRPr="007C5AC4">
              <w:rPr>
                <w:sz w:val="24"/>
                <w:szCs w:val="24"/>
              </w:rPr>
              <w:t xml:space="preserve">Количество проведенных мероприятий культурно-досугового типа </w:t>
            </w:r>
          </w:p>
        </w:tc>
        <w:tc>
          <w:tcPr>
            <w:tcW w:w="1660" w:type="dxa"/>
            <w:vAlign w:val="center"/>
          </w:tcPr>
          <w:p w:rsidR="00B26C81" w:rsidRPr="007C5AC4" w:rsidRDefault="00B26C81" w:rsidP="00000CA5">
            <w:pPr>
              <w:jc w:val="center"/>
              <w:rPr>
                <w:color w:val="000000"/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980" w:type="dxa"/>
          </w:tcPr>
          <w:p w:rsidR="00B26C81" w:rsidRDefault="00B26C81" w:rsidP="00000C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310 </w:t>
            </w:r>
          </w:p>
          <w:p w:rsidR="00B26C81" w:rsidRPr="007D26B1" w:rsidRDefault="00B26C81" w:rsidP="00000C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953" w:type="dxa"/>
          </w:tcPr>
          <w:p w:rsidR="00B26C81" w:rsidRPr="0051220B" w:rsidRDefault="00B26C81" w:rsidP="00000C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</w:t>
            </w:r>
          </w:p>
        </w:tc>
        <w:tc>
          <w:tcPr>
            <w:tcW w:w="996" w:type="dxa"/>
          </w:tcPr>
          <w:p w:rsidR="00B26C81" w:rsidRPr="0051220B" w:rsidRDefault="00B26C81" w:rsidP="00000C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953" w:type="dxa"/>
          </w:tcPr>
          <w:p w:rsidR="00B26C81" w:rsidRPr="0051220B" w:rsidRDefault="00B26C81" w:rsidP="00000C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</w:t>
            </w:r>
          </w:p>
        </w:tc>
        <w:tc>
          <w:tcPr>
            <w:tcW w:w="953" w:type="dxa"/>
          </w:tcPr>
          <w:p w:rsidR="00B26C81" w:rsidRPr="0051220B" w:rsidRDefault="00B26C81" w:rsidP="00000C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</w:t>
            </w:r>
          </w:p>
        </w:tc>
        <w:tc>
          <w:tcPr>
            <w:tcW w:w="953" w:type="dxa"/>
          </w:tcPr>
          <w:p w:rsidR="00B26C81" w:rsidRPr="007C5AC4" w:rsidRDefault="00B26C81" w:rsidP="00000C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</w:t>
            </w:r>
          </w:p>
        </w:tc>
        <w:tc>
          <w:tcPr>
            <w:tcW w:w="943" w:type="dxa"/>
          </w:tcPr>
          <w:p w:rsidR="00B26C81" w:rsidRPr="007C5AC4" w:rsidRDefault="00B26C81" w:rsidP="00000C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</w:t>
            </w:r>
          </w:p>
        </w:tc>
        <w:tc>
          <w:tcPr>
            <w:tcW w:w="942" w:type="dxa"/>
          </w:tcPr>
          <w:p w:rsidR="00B26C81" w:rsidRPr="007C5AC4" w:rsidRDefault="00B26C81" w:rsidP="00000C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</w:t>
            </w:r>
          </w:p>
        </w:tc>
        <w:tc>
          <w:tcPr>
            <w:tcW w:w="942" w:type="dxa"/>
          </w:tcPr>
          <w:p w:rsidR="00B26C81" w:rsidRPr="007C5AC4" w:rsidRDefault="00B26C81" w:rsidP="00000C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</w:t>
            </w:r>
          </w:p>
        </w:tc>
        <w:tc>
          <w:tcPr>
            <w:tcW w:w="876" w:type="dxa"/>
          </w:tcPr>
          <w:p w:rsidR="00B26C81" w:rsidRPr="007C5AC4" w:rsidRDefault="00B26C81" w:rsidP="00000C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355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 w:val="restart"/>
          </w:tcPr>
          <w:p w:rsidR="00B26C81" w:rsidRPr="007C5AC4" w:rsidRDefault="00B26C81" w:rsidP="00000CA5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58</w:t>
            </w:r>
          </w:p>
        </w:tc>
        <w:tc>
          <w:tcPr>
            <w:tcW w:w="3501" w:type="dxa"/>
            <w:vMerge w:val="restart"/>
            <w:vAlign w:val="center"/>
          </w:tcPr>
          <w:p w:rsidR="00B26C81" w:rsidRPr="007C5AC4" w:rsidRDefault="00B26C81" w:rsidP="00000CA5">
            <w:pPr>
              <w:rPr>
                <w:color w:val="000000"/>
                <w:sz w:val="24"/>
                <w:szCs w:val="24"/>
                <w:u w:val="single"/>
              </w:rPr>
            </w:pPr>
            <w:r w:rsidRPr="007C5AC4">
              <w:rPr>
                <w:color w:val="000000"/>
                <w:sz w:val="24"/>
                <w:szCs w:val="24"/>
                <w:u w:val="single"/>
              </w:rPr>
              <w:t>Основное мероприятие задачи 1 Подпрограммы 4</w:t>
            </w:r>
          </w:p>
          <w:p w:rsidR="00B26C81" w:rsidRPr="007C5AC4" w:rsidRDefault="00B26C81" w:rsidP="00000CA5">
            <w:pPr>
              <w:rPr>
                <w:color w:val="000000"/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 xml:space="preserve">"Реализация мер по развитию сферы культуры и искусства в </w:t>
            </w:r>
            <w:r>
              <w:rPr>
                <w:color w:val="000000"/>
                <w:sz w:val="24"/>
                <w:szCs w:val="24"/>
              </w:rPr>
              <w:t>сельском поселении Излегощенский</w:t>
            </w:r>
            <w:r w:rsidRPr="007C5AC4">
              <w:rPr>
                <w:color w:val="000000"/>
                <w:sz w:val="24"/>
                <w:szCs w:val="24"/>
              </w:rPr>
              <w:t xml:space="preserve"> сельсовет"</w:t>
            </w:r>
          </w:p>
        </w:tc>
        <w:tc>
          <w:tcPr>
            <w:tcW w:w="1660" w:type="dxa"/>
          </w:tcPr>
          <w:p w:rsidR="00B26C81" w:rsidRPr="007C5AC4" w:rsidRDefault="00B26C81" w:rsidP="00000CA5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Всего, тыс.руб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000CA5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51220B" w:rsidRDefault="00B26C81" w:rsidP="00000C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1120,7</w:t>
            </w:r>
          </w:p>
        </w:tc>
        <w:tc>
          <w:tcPr>
            <w:tcW w:w="996" w:type="dxa"/>
          </w:tcPr>
          <w:p w:rsidR="00B26C81" w:rsidRPr="0051220B" w:rsidRDefault="00B26C81" w:rsidP="00000C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1241,4</w:t>
            </w:r>
          </w:p>
        </w:tc>
        <w:tc>
          <w:tcPr>
            <w:tcW w:w="953" w:type="dxa"/>
          </w:tcPr>
          <w:p w:rsidR="00B26C81" w:rsidRPr="007C5AC4" w:rsidRDefault="00B26C81" w:rsidP="00000C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1166,8</w:t>
            </w:r>
          </w:p>
        </w:tc>
        <w:tc>
          <w:tcPr>
            <w:tcW w:w="953" w:type="dxa"/>
          </w:tcPr>
          <w:p w:rsidR="00B26C81" w:rsidRPr="007C5AC4" w:rsidRDefault="00B26C81" w:rsidP="00000C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1290,0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1290,0</w:t>
            </w:r>
          </w:p>
        </w:tc>
        <w:tc>
          <w:tcPr>
            <w:tcW w:w="94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1290,0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1290,0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1290,0</w:t>
            </w:r>
          </w:p>
        </w:tc>
        <w:tc>
          <w:tcPr>
            <w:tcW w:w="87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1290,0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000CA5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  <w:vAlign w:val="center"/>
          </w:tcPr>
          <w:p w:rsidR="00B26C81" w:rsidRPr="007C5AC4" w:rsidRDefault="00B26C81" w:rsidP="00000CA5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000CA5">
            <w:pPr>
              <w:jc w:val="center"/>
              <w:rPr>
                <w:sz w:val="24"/>
                <w:szCs w:val="24"/>
              </w:rPr>
            </w:pPr>
            <w:r>
              <w:t>местный</w:t>
            </w:r>
            <w:r w:rsidRPr="009A46AF">
              <w:t xml:space="preserve">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000CA5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51220B" w:rsidRDefault="00B26C81" w:rsidP="00000C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993,7</w:t>
            </w:r>
          </w:p>
        </w:tc>
        <w:tc>
          <w:tcPr>
            <w:tcW w:w="996" w:type="dxa"/>
          </w:tcPr>
          <w:p w:rsidR="00B26C81" w:rsidRPr="0051220B" w:rsidRDefault="00B26C81" w:rsidP="00000C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1099,8</w:t>
            </w:r>
          </w:p>
        </w:tc>
        <w:tc>
          <w:tcPr>
            <w:tcW w:w="953" w:type="dxa"/>
          </w:tcPr>
          <w:p w:rsidR="00B26C81" w:rsidRPr="007C5AC4" w:rsidRDefault="00B26C81" w:rsidP="00000C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953,4</w:t>
            </w:r>
          </w:p>
        </w:tc>
        <w:tc>
          <w:tcPr>
            <w:tcW w:w="953" w:type="dxa"/>
          </w:tcPr>
          <w:p w:rsidR="00B26C81" w:rsidRPr="007C5AC4" w:rsidRDefault="00B26C81" w:rsidP="00000C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1123,9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1123,9</w:t>
            </w:r>
          </w:p>
        </w:tc>
        <w:tc>
          <w:tcPr>
            <w:tcW w:w="94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1123,9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1123,9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1123,9</w:t>
            </w:r>
          </w:p>
        </w:tc>
        <w:tc>
          <w:tcPr>
            <w:tcW w:w="87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1123,9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1E4F27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  <w:vAlign w:val="center"/>
          </w:tcPr>
          <w:p w:rsidR="00B26C81" w:rsidRPr="007C5AC4" w:rsidRDefault="00B26C81" w:rsidP="001E4F27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9A46AF">
              <w:t xml:space="preserve">  районный 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127,0</w:t>
            </w:r>
          </w:p>
        </w:tc>
        <w:tc>
          <w:tcPr>
            <w:tcW w:w="996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141,6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213,4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166,1</w:t>
            </w:r>
          </w:p>
        </w:tc>
        <w:tc>
          <w:tcPr>
            <w:tcW w:w="953" w:type="dxa"/>
          </w:tcPr>
          <w:p w:rsidR="00B26C81" w:rsidRDefault="00B26C81">
            <w:r w:rsidRPr="00EF2B8A">
              <w:rPr>
                <w:sz w:val="24"/>
                <w:szCs w:val="24"/>
              </w:rPr>
              <w:t>166,1</w:t>
            </w:r>
          </w:p>
        </w:tc>
        <w:tc>
          <w:tcPr>
            <w:tcW w:w="943" w:type="dxa"/>
          </w:tcPr>
          <w:p w:rsidR="00B26C81" w:rsidRDefault="00B26C81">
            <w:r w:rsidRPr="00EF2B8A">
              <w:rPr>
                <w:sz w:val="24"/>
                <w:szCs w:val="24"/>
              </w:rPr>
              <w:t>166,1</w:t>
            </w:r>
          </w:p>
        </w:tc>
        <w:tc>
          <w:tcPr>
            <w:tcW w:w="942" w:type="dxa"/>
          </w:tcPr>
          <w:p w:rsidR="00B26C81" w:rsidRDefault="00B26C81">
            <w:r w:rsidRPr="00EF2B8A">
              <w:rPr>
                <w:sz w:val="24"/>
                <w:szCs w:val="24"/>
              </w:rPr>
              <w:t>166,1</w:t>
            </w:r>
          </w:p>
        </w:tc>
        <w:tc>
          <w:tcPr>
            <w:tcW w:w="942" w:type="dxa"/>
          </w:tcPr>
          <w:p w:rsidR="00B26C81" w:rsidRDefault="00B26C81">
            <w:r w:rsidRPr="00EF2B8A">
              <w:rPr>
                <w:sz w:val="24"/>
                <w:szCs w:val="24"/>
              </w:rPr>
              <w:t>166,1</w:t>
            </w:r>
          </w:p>
        </w:tc>
        <w:tc>
          <w:tcPr>
            <w:tcW w:w="876" w:type="dxa"/>
          </w:tcPr>
          <w:p w:rsidR="00B26C81" w:rsidRDefault="00B26C81">
            <w:r w:rsidRPr="00EF2B8A">
              <w:rPr>
                <w:sz w:val="24"/>
                <w:szCs w:val="24"/>
              </w:rPr>
              <w:t>166,1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1E4F27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  <w:vAlign w:val="center"/>
          </w:tcPr>
          <w:p w:rsidR="00B26C81" w:rsidRPr="007C5AC4" w:rsidRDefault="00B26C81" w:rsidP="001E4F27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center"/>
          </w:tcPr>
          <w:p w:rsidR="00B26C81" w:rsidRDefault="00B26C81" w:rsidP="007C5AC4">
            <w:pPr>
              <w:jc w:val="center"/>
            </w:pPr>
            <w:r>
              <w:t>областной</w:t>
            </w:r>
            <w:r w:rsidRPr="009A46AF">
              <w:t xml:space="preserve"> бюджет</w:t>
            </w:r>
          </w:p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 w:val="restart"/>
          </w:tcPr>
          <w:p w:rsidR="00B26C81" w:rsidRPr="007C5AC4" w:rsidRDefault="00B26C81" w:rsidP="001E4F27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59</w:t>
            </w:r>
          </w:p>
        </w:tc>
        <w:tc>
          <w:tcPr>
            <w:tcW w:w="3501" w:type="dxa"/>
            <w:vMerge w:val="restart"/>
            <w:vAlign w:val="center"/>
          </w:tcPr>
          <w:p w:rsidR="00B26C81" w:rsidRPr="007C5AC4" w:rsidRDefault="00B26C81" w:rsidP="001E4F27">
            <w:pPr>
              <w:rPr>
                <w:color w:val="000000"/>
                <w:sz w:val="24"/>
                <w:szCs w:val="24"/>
                <w:u w:val="single"/>
              </w:rPr>
            </w:pPr>
            <w:r w:rsidRPr="007C5AC4">
              <w:rPr>
                <w:color w:val="000000"/>
                <w:sz w:val="24"/>
                <w:szCs w:val="24"/>
              </w:rPr>
              <w:t>Реализация переданных полномочий на библиотечное обслуживание населения, комплектование и обеспечение</w:t>
            </w:r>
            <w:r w:rsidRPr="007C5AC4">
              <w:rPr>
                <w:color w:val="000000"/>
                <w:sz w:val="24"/>
                <w:szCs w:val="24"/>
                <w:u w:val="single"/>
              </w:rPr>
              <w:t xml:space="preserve"> </w:t>
            </w:r>
            <w:r w:rsidRPr="007C5AC4">
              <w:rPr>
                <w:color w:val="000000"/>
                <w:sz w:val="24"/>
                <w:szCs w:val="24"/>
              </w:rPr>
              <w:t>сохранности библиотечных фондов сельского поселения</w:t>
            </w: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Всего, тыс.руб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51220B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1120,7</w:t>
            </w:r>
          </w:p>
        </w:tc>
        <w:tc>
          <w:tcPr>
            <w:tcW w:w="996" w:type="dxa"/>
          </w:tcPr>
          <w:p w:rsidR="00B26C81" w:rsidRPr="0051220B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1241,4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1166,8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1290,0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1290,0</w:t>
            </w:r>
          </w:p>
        </w:tc>
        <w:tc>
          <w:tcPr>
            <w:tcW w:w="94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1290,0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1290,0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1290,0</w:t>
            </w:r>
          </w:p>
        </w:tc>
        <w:tc>
          <w:tcPr>
            <w:tcW w:w="87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1290,0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1E4F27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  <w:vAlign w:val="center"/>
          </w:tcPr>
          <w:p w:rsidR="00B26C81" w:rsidRPr="007C5AC4" w:rsidRDefault="00B26C81" w:rsidP="001E4F27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t xml:space="preserve">местный </w:t>
            </w:r>
            <w:r w:rsidRPr="009A46AF">
              <w:t>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51220B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993,7</w:t>
            </w:r>
          </w:p>
        </w:tc>
        <w:tc>
          <w:tcPr>
            <w:tcW w:w="996" w:type="dxa"/>
          </w:tcPr>
          <w:p w:rsidR="00B26C81" w:rsidRPr="0051220B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1099,8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953,4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1123,9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1123,9</w:t>
            </w:r>
          </w:p>
        </w:tc>
        <w:tc>
          <w:tcPr>
            <w:tcW w:w="94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1123,9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1123,9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1123,9</w:t>
            </w:r>
          </w:p>
        </w:tc>
        <w:tc>
          <w:tcPr>
            <w:tcW w:w="87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1123,9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1E4F27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  <w:vAlign w:val="center"/>
          </w:tcPr>
          <w:p w:rsidR="00B26C81" w:rsidRPr="007C5AC4" w:rsidRDefault="00B26C81" w:rsidP="001E4F27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9A46AF">
              <w:t xml:space="preserve">  районный 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127,0</w:t>
            </w:r>
          </w:p>
        </w:tc>
        <w:tc>
          <w:tcPr>
            <w:tcW w:w="99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141,6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213,4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166,1</w:t>
            </w:r>
          </w:p>
        </w:tc>
        <w:tc>
          <w:tcPr>
            <w:tcW w:w="953" w:type="dxa"/>
          </w:tcPr>
          <w:p w:rsidR="00B26C81" w:rsidRDefault="00B26C81" w:rsidP="00EA4587">
            <w:r w:rsidRPr="00EF2B8A">
              <w:rPr>
                <w:sz w:val="24"/>
                <w:szCs w:val="24"/>
              </w:rPr>
              <w:t>166,1</w:t>
            </w:r>
          </w:p>
        </w:tc>
        <w:tc>
          <w:tcPr>
            <w:tcW w:w="943" w:type="dxa"/>
          </w:tcPr>
          <w:p w:rsidR="00B26C81" w:rsidRDefault="00B26C81" w:rsidP="00EA4587">
            <w:r w:rsidRPr="00EF2B8A">
              <w:rPr>
                <w:sz w:val="24"/>
                <w:szCs w:val="24"/>
              </w:rPr>
              <w:t>166,1</w:t>
            </w:r>
          </w:p>
        </w:tc>
        <w:tc>
          <w:tcPr>
            <w:tcW w:w="942" w:type="dxa"/>
          </w:tcPr>
          <w:p w:rsidR="00B26C81" w:rsidRDefault="00B26C81" w:rsidP="00EA4587">
            <w:r w:rsidRPr="00EF2B8A">
              <w:rPr>
                <w:sz w:val="24"/>
                <w:szCs w:val="24"/>
              </w:rPr>
              <w:t>166,1</w:t>
            </w:r>
          </w:p>
        </w:tc>
        <w:tc>
          <w:tcPr>
            <w:tcW w:w="942" w:type="dxa"/>
          </w:tcPr>
          <w:p w:rsidR="00B26C81" w:rsidRDefault="00B26C81" w:rsidP="00EA4587">
            <w:r w:rsidRPr="00EF2B8A">
              <w:rPr>
                <w:sz w:val="24"/>
                <w:szCs w:val="24"/>
              </w:rPr>
              <w:t>166,1</w:t>
            </w:r>
          </w:p>
        </w:tc>
        <w:tc>
          <w:tcPr>
            <w:tcW w:w="876" w:type="dxa"/>
          </w:tcPr>
          <w:p w:rsidR="00B26C81" w:rsidRDefault="00B26C81" w:rsidP="00EA4587">
            <w:r w:rsidRPr="00EF2B8A">
              <w:rPr>
                <w:sz w:val="24"/>
                <w:szCs w:val="24"/>
              </w:rPr>
              <w:t>166,1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1E4F27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  <w:vAlign w:val="center"/>
          </w:tcPr>
          <w:p w:rsidR="00B26C81" w:rsidRPr="007C5AC4" w:rsidRDefault="00B26C81" w:rsidP="001E4F27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center"/>
          </w:tcPr>
          <w:p w:rsidR="00B26C81" w:rsidRDefault="00B26C81" w:rsidP="007C5AC4">
            <w:pPr>
              <w:jc w:val="center"/>
            </w:pPr>
            <w:r>
              <w:t>областной</w:t>
            </w:r>
            <w:r w:rsidRPr="009A46AF">
              <w:t xml:space="preserve"> бюджет</w:t>
            </w:r>
          </w:p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 w:val="restart"/>
          </w:tcPr>
          <w:p w:rsidR="00B26C81" w:rsidRPr="007C5AC4" w:rsidRDefault="00B26C81" w:rsidP="001E4F27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60</w:t>
            </w:r>
          </w:p>
        </w:tc>
        <w:tc>
          <w:tcPr>
            <w:tcW w:w="3501" w:type="dxa"/>
            <w:vMerge w:val="restart"/>
            <w:vAlign w:val="center"/>
          </w:tcPr>
          <w:p w:rsidR="00B26C81" w:rsidRPr="007C5AC4" w:rsidRDefault="00B26C81" w:rsidP="001E4F27">
            <w:pPr>
              <w:rPr>
                <w:color w:val="000000"/>
                <w:sz w:val="24"/>
                <w:szCs w:val="24"/>
              </w:rPr>
            </w:pPr>
            <w:r w:rsidRPr="007C5AC4">
              <w:rPr>
                <w:color w:val="000000"/>
                <w:sz w:val="24"/>
                <w:szCs w:val="24"/>
              </w:rPr>
              <w:t>Предоставлений  бюджетным и автономным учреждениям субсидий</w:t>
            </w: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Всего, тыс.руб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B26C81" w:rsidRPr="0051220B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1099,8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953,4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1123,9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1123,9</w:t>
            </w:r>
          </w:p>
        </w:tc>
        <w:tc>
          <w:tcPr>
            <w:tcW w:w="94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1123,9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1123,9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1123,9</w:t>
            </w:r>
          </w:p>
        </w:tc>
        <w:tc>
          <w:tcPr>
            <w:tcW w:w="87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1123,9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1E4F27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  <w:vAlign w:val="center"/>
          </w:tcPr>
          <w:p w:rsidR="00B26C81" w:rsidRPr="007C5AC4" w:rsidRDefault="00B26C81" w:rsidP="001E4F27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t>местный</w:t>
            </w:r>
            <w:r w:rsidRPr="009A46AF">
              <w:t xml:space="preserve">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51220B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993,7</w:t>
            </w:r>
          </w:p>
        </w:tc>
        <w:tc>
          <w:tcPr>
            <w:tcW w:w="996" w:type="dxa"/>
          </w:tcPr>
          <w:p w:rsidR="00B26C81" w:rsidRPr="0051220B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1099,8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953,4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1123,9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1123,9</w:t>
            </w:r>
          </w:p>
        </w:tc>
        <w:tc>
          <w:tcPr>
            <w:tcW w:w="94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1123,9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1123,9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1123,9</w:t>
            </w:r>
          </w:p>
        </w:tc>
        <w:tc>
          <w:tcPr>
            <w:tcW w:w="87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1123,9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1E4F27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  <w:vAlign w:val="center"/>
          </w:tcPr>
          <w:p w:rsidR="00B26C81" w:rsidRPr="007C5AC4" w:rsidRDefault="00B26C81" w:rsidP="001E4F27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9A46AF">
              <w:t xml:space="preserve">  районный 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06488E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06488E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t xml:space="preserve">  областной</w:t>
            </w:r>
            <w:r w:rsidRPr="009A46AF">
              <w:t xml:space="preserve"> 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</w:tcPr>
          <w:p w:rsidR="00B26C81" w:rsidRPr="007C5AC4" w:rsidRDefault="00B26C81" w:rsidP="000648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3501" w:type="dxa"/>
          </w:tcPr>
          <w:p w:rsidR="00B26C81" w:rsidRPr="00FE05B4" w:rsidRDefault="00B26C81" w:rsidP="0006488E">
            <w:pPr>
              <w:rPr>
                <w:sz w:val="24"/>
                <w:szCs w:val="24"/>
              </w:rPr>
            </w:pPr>
            <w:r w:rsidRPr="00FE05B4"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  <w:t>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1660" w:type="dxa"/>
          </w:tcPr>
          <w:p w:rsidR="00B26C81" w:rsidRPr="007C5AC4" w:rsidRDefault="00B26C81" w:rsidP="00B462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Местный бюджет </w:t>
            </w:r>
            <w:r w:rsidRPr="007C5AC4">
              <w:rPr>
                <w:sz w:val="24"/>
                <w:szCs w:val="24"/>
              </w:rPr>
              <w:t>тыс.руб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B4620E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B462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B26C81" w:rsidRPr="0051220B" w:rsidRDefault="00B26C81" w:rsidP="00B462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</w:tcPr>
          <w:p w:rsidR="00B26C81" w:rsidRPr="007C5AC4" w:rsidRDefault="00B26C81" w:rsidP="00B462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</w:tcPr>
          <w:p w:rsidR="00B26C81" w:rsidRPr="007C5AC4" w:rsidRDefault="00B26C81" w:rsidP="00B462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</w:tcPr>
          <w:p w:rsidR="00B26C81" w:rsidRPr="007C5AC4" w:rsidRDefault="00B26C81" w:rsidP="00B462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</w:t>
            </w:r>
          </w:p>
        </w:tc>
        <w:tc>
          <w:tcPr>
            <w:tcW w:w="943" w:type="dxa"/>
          </w:tcPr>
          <w:p w:rsidR="00B26C81" w:rsidRPr="007C5AC4" w:rsidRDefault="00B26C81" w:rsidP="00B462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B26C81" w:rsidRPr="007C5AC4" w:rsidRDefault="00B26C81" w:rsidP="00B462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B26C81" w:rsidRPr="007C5AC4" w:rsidRDefault="00B26C81" w:rsidP="00B462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6" w:type="dxa"/>
          </w:tcPr>
          <w:p w:rsidR="00B26C81" w:rsidRPr="007C5AC4" w:rsidRDefault="00B26C81" w:rsidP="00B4620E">
            <w:pPr>
              <w:jc w:val="center"/>
              <w:rPr>
                <w:sz w:val="24"/>
                <w:szCs w:val="24"/>
              </w:rPr>
            </w:pPr>
          </w:p>
        </w:tc>
      </w:tr>
      <w:tr w:rsidR="00B26C81" w:rsidTr="00881F44">
        <w:tc>
          <w:tcPr>
            <w:tcW w:w="557" w:type="dxa"/>
          </w:tcPr>
          <w:p w:rsidR="00B26C81" w:rsidRPr="007C5AC4" w:rsidRDefault="00B26C81" w:rsidP="00F203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14652" w:type="dxa"/>
            <w:gridSpan w:val="12"/>
          </w:tcPr>
          <w:p w:rsidR="00B26C81" w:rsidRPr="007C5AC4" w:rsidRDefault="00B26C81" w:rsidP="00F20349">
            <w:pPr>
              <w:rPr>
                <w:b/>
                <w:i/>
                <w:sz w:val="24"/>
                <w:szCs w:val="24"/>
              </w:rPr>
            </w:pPr>
            <w:r w:rsidRPr="007C5AC4">
              <w:rPr>
                <w:b/>
                <w:i/>
                <w:sz w:val="24"/>
                <w:szCs w:val="24"/>
              </w:rPr>
              <w:t>Задача 2 Подпрограммы 4 – Создание условий для вовлечения населения в участие в  спортивных мероприятиях</w:t>
            </w:r>
          </w:p>
        </w:tc>
        <w:tc>
          <w:tcPr>
            <w:tcW w:w="876" w:type="dxa"/>
          </w:tcPr>
          <w:p w:rsidR="00B26C81" w:rsidRPr="007C5AC4" w:rsidRDefault="00B26C81" w:rsidP="00B462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6" w:type="dxa"/>
            <w:vAlign w:val="center"/>
          </w:tcPr>
          <w:p w:rsidR="00B26C81" w:rsidRPr="007C5AC4" w:rsidRDefault="00B26C81" w:rsidP="00B4620E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Х</w:t>
            </w:r>
          </w:p>
        </w:tc>
        <w:tc>
          <w:tcPr>
            <w:tcW w:w="876" w:type="dxa"/>
          </w:tcPr>
          <w:p w:rsidR="00B26C81" w:rsidRPr="0051220B" w:rsidRDefault="00B26C81" w:rsidP="00B462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993,7</w:t>
            </w:r>
          </w:p>
        </w:tc>
        <w:tc>
          <w:tcPr>
            <w:tcW w:w="876" w:type="dxa"/>
          </w:tcPr>
          <w:p w:rsidR="00B26C81" w:rsidRPr="0051220B" w:rsidRDefault="00B26C81" w:rsidP="00B462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1099,8</w:t>
            </w:r>
          </w:p>
        </w:tc>
        <w:tc>
          <w:tcPr>
            <w:tcW w:w="876" w:type="dxa"/>
          </w:tcPr>
          <w:p w:rsidR="00B26C81" w:rsidRPr="007C5AC4" w:rsidRDefault="00B26C81" w:rsidP="00B462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953,4</w:t>
            </w:r>
          </w:p>
        </w:tc>
        <w:tc>
          <w:tcPr>
            <w:tcW w:w="876" w:type="dxa"/>
          </w:tcPr>
          <w:p w:rsidR="00B26C81" w:rsidRPr="007C5AC4" w:rsidRDefault="00B26C81" w:rsidP="00B462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1123,9</w:t>
            </w:r>
          </w:p>
        </w:tc>
        <w:tc>
          <w:tcPr>
            <w:tcW w:w="876" w:type="dxa"/>
          </w:tcPr>
          <w:p w:rsidR="00B26C81" w:rsidRPr="007C5AC4" w:rsidRDefault="00B26C81" w:rsidP="00B462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1123,9</w:t>
            </w:r>
          </w:p>
        </w:tc>
        <w:tc>
          <w:tcPr>
            <w:tcW w:w="876" w:type="dxa"/>
          </w:tcPr>
          <w:p w:rsidR="00B26C81" w:rsidRPr="007C5AC4" w:rsidRDefault="00B26C81" w:rsidP="00B462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1123,9</w:t>
            </w:r>
          </w:p>
        </w:tc>
        <w:tc>
          <w:tcPr>
            <w:tcW w:w="876" w:type="dxa"/>
          </w:tcPr>
          <w:p w:rsidR="00B26C81" w:rsidRPr="007C5AC4" w:rsidRDefault="00B26C81" w:rsidP="00B462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1123,9</w:t>
            </w:r>
          </w:p>
        </w:tc>
        <w:tc>
          <w:tcPr>
            <w:tcW w:w="876" w:type="dxa"/>
          </w:tcPr>
          <w:p w:rsidR="00B26C81" w:rsidRPr="007C5AC4" w:rsidRDefault="00B26C81" w:rsidP="00B462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1123,9</w:t>
            </w:r>
          </w:p>
        </w:tc>
        <w:tc>
          <w:tcPr>
            <w:tcW w:w="876" w:type="dxa"/>
          </w:tcPr>
          <w:p w:rsidR="00B26C81" w:rsidRPr="007C5AC4" w:rsidRDefault="00B26C81" w:rsidP="00B462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1123,9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</w:tcPr>
          <w:p w:rsidR="00B26C81" w:rsidRPr="007C5AC4" w:rsidRDefault="00B26C81" w:rsidP="00000C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3501" w:type="dxa"/>
            <w:vAlign w:val="center"/>
          </w:tcPr>
          <w:p w:rsidR="00B26C81" w:rsidRPr="007C5AC4" w:rsidRDefault="00B26C81" w:rsidP="00000CA5">
            <w:pPr>
              <w:rPr>
                <w:sz w:val="24"/>
                <w:szCs w:val="24"/>
                <w:u w:val="single"/>
              </w:rPr>
            </w:pPr>
            <w:r w:rsidRPr="007C5AC4">
              <w:rPr>
                <w:sz w:val="24"/>
                <w:szCs w:val="24"/>
                <w:u w:val="single"/>
              </w:rPr>
              <w:t>Показатель 1 задачи 2 Подпрограммы 4</w:t>
            </w:r>
          </w:p>
          <w:p w:rsidR="00B26C81" w:rsidRPr="007C5AC4" w:rsidRDefault="00B26C81" w:rsidP="00000CA5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Количество проведенных спортивных мероприятий</w:t>
            </w:r>
          </w:p>
        </w:tc>
        <w:tc>
          <w:tcPr>
            <w:tcW w:w="1660" w:type="dxa"/>
          </w:tcPr>
          <w:p w:rsidR="00B26C81" w:rsidRPr="007C5AC4" w:rsidRDefault="00B26C81" w:rsidP="00B4620E">
            <w:pPr>
              <w:jc w:val="center"/>
              <w:rPr>
                <w:sz w:val="24"/>
                <w:szCs w:val="24"/>
              </w:rPr>
            </w:pPr>
            <w:r w:rsidRPr="009A46AF">
              <w:t xml:space="preserve">  районный 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B4620E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B462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B26C81" w:rsidRPr="007C5AC4" w:rsidRDefault="00B26C81" w:rsidP="00B462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B462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B462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B462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B462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B462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B462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B462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 w:val="restart"/>
          </w:tcPr>
          <w:p w:rsidR="00B26C81" w:rsidRPr="007C5AC4" w:rsidRDefault="00B26C81" w:rsidP="009A19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3501" w:type="dxa"/>
            <w:vMerge w:val="restart"/>
            <w:vAlign w:val="center"/>
          </w:tcPr>
          <w:p w:rsidR="00B26C81" w:rsidRPr="007C5AC4" w:rsidRDefault="00B26C81" w:rsidP="009A19AD">
            <w:pPr>
              <w:rPr>
                <w:sz w:val="24"/>
                <w:szCs w:val="24"/>
                <w:u w:val="single"/>
              </w:rPr>
            </w:pPr>
            <w:r w:rsidRPr="007C5AC4">
              <w:rPr>
                <w:sz w:val="24"/>
                <w:szCs w:val="24"/>
                <w:u w:val="single"/>
              </w:rPr>
              <w:t>Основное мероприятие  задачи 2 Подпрограммы 4</w:t>
            </w:r>
          </w:p>
          <w:p w:rsidR="00B26C81" w:rsidRPr="007C5AC4" w:rsidRDefault="00B26C81" w:rsidP="009A19AD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 xml:space="preserve">"Реализация мер по развитию физической культуры и спорта в </w:t>
            </w:r>
            <w:r>
              <w:rPr>
                <w:sz w:val="24"/>
                <w:szCs w:val="24"/>
              </w:rPr>
              <w:t>сельском поселении Излегощенский</w:t>
            </w:r>
            <w:r w:rsidRPr="007C5AC4">
              <w:rPr>
                <w:sz w:val="24"/>
                <w:szCs w:val="24"/>
              </w:rPr>
              <w:t xml:space="preserve"> сельсовет"</w:t>
            </w:r>
          </w:p>
        </w:tc>
        <w:tc>
          <w:tcPr>
            <w:tcW w:w="1660" w:type="dxa"/>
          </w:tcPr>
          <w:p w:rsidR="00B26C81" w:rsidRPr="007C5AC4" w:rsidRDefault="00B26C81" w:rsidP="00B4620E">
            <w:pPr>
              <w:jc w:val="center"/>
              <w:rPr>
                <w:sz w:val="24"/>
                <w:szCs w:val="24"/>
              </w:rPr>
            </w:pPr>
            <w:r>
              <w:t xml:space="preserve">  областной</w:t>
            </w:r>
            <w:r w:rsidRPr="009A46AF">
              <w:t xml:space="preserve"> 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B4620E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B462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B26C81" w:rsidRPr="007C5AC4" w:rsidRDefault="00B26C81" w:rsidP="00B462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B462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B462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B462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B462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B462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B462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B462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9A19AD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  <w:vAlign w:val="center"/>
          </w:tcPr>
          <w:p w:rsidR="00B26C81" w:rsidRPr="007C5AC4" w:rsidRDefault="00B26C81" w:rsidP="009A19AD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Default="00B26C81" w:rsidP="009A19AD">
            <w:pPr>
              <w:jc w:val="center"/>
            </w:pPr>
            <w:r>
              <w:t>м</w:t>
            </w:r>
            <w:r w:rsidRPr="008C5E10">
              <w:t>естный бюджет</w:t>
            </w:r>
          </w:p>
          <w:p w:rsidR="00B26C81" w:rsidRDefault="00B26C81" w:rsidP="009A19AD">
            <w:pPr>
              <w:jc w:val="center"/>
            </w:pPr>
          </w:p>
          <w:p w:rsidR="00B26C81" w:rsidRPr="007C5AC4" w:rsidRDefault="00B26C81" w:rsidP="009A1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B26C81" w:rsidRPr="007C5AC4" w:rsidRDefault="00B26C81" w:rsidP="009A19AD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51220B" w:rsidRDefault="00B26C81" w:rsidP="009A1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996" w:type="dxa"/>
          </w:tcPr>
          <w:p w:rsidR="00B26C81" w:rsidRPr="0051220B" w:rsidRDefault="00B26C81" w:rsidP="009A1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953" w:type="dxa"/>
          </w:tcPr>
          <w:p w:rsidR="00B26C81" w:rsidRPr="0051220B" w:rsidRDefault="00B26C81" w:rsidP="009A1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953" w:type="dxa"/>
          </w:tcPr>
          <w:p w:rsidR="00B26C81" w:rsidRPr="0051220B" w:rsidRDefault="00B26C81" w:rsidP="009A1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953" w:type="dxa"/>
          </w:tcPr>
          <w:p w:rsidR="00B26C81" w:rsidRPr="0051220B" w:rsidRDefault="00B26C81" w:rsidP="009A1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943" w:type="dxa"/>
          </w:tcPr>
          <w:p w:rsidR="00B26C81" w:rsidRPr="0051220B" w:rsidRDefault="00B26C81" w:rsidP="009A1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942" w:type="dxa"/>
          </w:tcPr>
          <w:p w:rsidR="00B26C81" w:rsidRPr="0051220B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942" w:type="dxa"/>
          </w:tcPr>
          <w:p w:rsidR="00B26C81" w:rsidRPr="0051220B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876" w:type="dxa"/>
          </w:tcPr>
          <w:p w:rsidR="00B26C81" w:rsidRPr="0051220B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270BFE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  <w:vAlign w:val="center"/>
          </w:tcPr>
          <w:p w:rsidR="00B26C81" w:rsidRPr="007C5AC4" w:rsidRDefault="00B26C81" w:rsidP="00270BFE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</w:p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270BFE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  <w:vAlign w:val="center"/>
          </w:tcPr>
          <w:p w:rsidR="00B26C81" w:rsidRPr="007C5AC4" w:rsidRDefault="00B26C81" w:rsidP="00270BFE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Default="00B26C81" w:rsidP="007C5AC4">
            <w:pPr>
              <w:jc w:val="center"/>
            </w:pPr>
          </w:p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t>областной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 w:val="restart"/>
          </w:tcPr>
          <w:p w:rsidR="00B26C81" w:rsidRPr="007C5AC4" w:rsidRDefault="00B26C81" w:rsidP="00270B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3501" w:type="dxa"/>
            <w:vMerge w:val="restart"/>
            <w:vAlign w:val="center"/>
          </w:tcPr>
          <w:p w:rsidR="00B26C81" w:rsidRPr="007C5AC4" w:rsidRDefault="00B26C81" w:rsidP="00270BFE">
            <w:pPr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Реализация направления расходов основного мероприятия</w:t>
            </w:r>
            <w:r w:rsidRPr="007C5AC4">
              <w:rPr>
                <w:sz w:val="24"/>
                <w:szCs w:val="24"/>
                <w:u w:val="single"/>
              </w:rPr>
              <w:t xml:space="preserve"> </w:t>
            </w:r>
            <w:r w:rsidRPr="007C5AC4">
              <w:rPr>
                <w:sz w:val="24"/>
                <w:szCs w:val="24"/>
              </w:rPr>
              <w:t>"Реализация мер по развитию физической культуры и спорта в с</w:t>
            </w:r>
            <w:r>
              <w:rPr>
                <w:sz w:val="24"/>
                <w:szCs w:val="24"/>
              </w:rPr>
              <w:t>ельском поселении Излегощенский</w:t>
            </w:r>
            <w:r w:rsidRPr="007C5AC4">
              <w:rPr>
                <w:sz w:val="24"/>
                <w:szCs w:val="24"/>
              </w:rPr>
              <w:t xml:space="preserve"> сельсовет»</w:t>
            </w:r>
          </w:p>
          <w:p w:rsidR="00B26C81" w:rsidRPr="007C5AC4" w:rsidRDefault="00B26C81" w:rsidP="00270BFE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Всего, тыс.руб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51220B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996" w:type="dxa"/>
          </w:tcPr>
          <w:p w:rsidR="00B26C81" w:rsidRPr="0051220B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953" w:type="dxa"/>
          </w:tcPr>
          <w:p w:rsidR="00B26C81" w:rsidRPr="0051220B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953" w:type="dxa"/>
          </w:tcPr>
          <w:p w:rsidR="00B26C81" w:rsidRPr="0051220B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953" w:type="dxa"/>
          </w:tcPr>
          <w:p w:rsidR="00B26C81" w:rsidRPr="0051220B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943" w:type="dxa"/>
          </w:tcPr>
          <w:p w:rsidR="00B26C81" w:rsidRPr="0051220B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942" w:type="dxa"/>
          </w:tcPr>
          <w:p w:rsidR="00B26C81" w:rsidRPr="0051220B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942" w:type="dxa"/>
          </w:tcPr>
          <w:p w:rsidR="00B26C81" w:rsidRPr="0051220B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876" w:type="dxa"/>
          </w:tcPr>
          <w:p w:rsidR="00B26C81" w:rsidRPr="0051220B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270BFE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  <w:vAlign w:val="center"/>
          </w:tcPr>
          <w:p w:rsidR="00B26C81" w:rsidRPr="007C5AC4" w:rsidRDefault="00B26C81" w:rsidP="00270BFE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Default="00B26C81" w:rsidP="007C5AC4">
            <w:pPr>
              <w:jc w:val="center"/>
            </w:pPr>
            <w:r>
              <w:t>м</w:t>
            </w:r>
            <w:r w:rsidRPr="008C5E10">
              <w:t>естный бюджет</w:t>
            </w:r>
          </w:p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51220B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996" w:type="dxa"/>
          </w:tcPr>
          <w:p w:rsidR="00B26C81" w:rsidRPr="0051220B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953" w:type="dxa"/>
          </w:tcPr>
          <w:p w:rsidR="00B26C81" w:rsidRPr="0051220B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953" w:type="dxa"/>
          </w:tcPr>
          <w:p w:rsidR="00B26C81" w:rsidRPr="0051220B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953" w:type="dxa"/>
          </w:tcPr>
          <w:p w:rsidR="00B26C81" w:rsidRPr="0051220B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943" w:type="dxa"/>
          </w:tcPr>
          <w:p w:rsidR="00B26C81" w:rsidRPr="0051220B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942" w:type="dxa"/>
          </w:tcPr>
          <w:p w:rsidR="00B26C81" w:rsidRPr="0051220B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942" w:type="dxa"/>
          </w:tcPr>
          <w:p w:rsidR="00B26C81" w:rsidRPr="0051220B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876" w:type="dxa"/>
          </w:tcPr>
          <w:p w:rsidR="00B26C81" w:rsidRPr="0051220B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270BFE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  <w:vAlign w:val="center"/>
          </w:tcPr>
          <w:p w:rsidR="00B26C81" w:rsidRPr="007C5AC4" w:rsidRDefault="00B26C81" w:rsidP="00270BFE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t>районный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270BFE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  <w:vAlign w:val="center"/>
          </w:tcPr>
          <w:p w:rsidR="00B26C81" w:rsidRPr="007C5AC4" w:rsidRDefault="00B26C81" w:rsidP="00270BFE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Default="00B26C81" w:rsidP="007C5AC4">
            <w:pPr>
              <w:jc w:val="center"/>
            </w:pPr>
          </w:p>
          <w:p w:rsidR="00B26C81" w:rsidRDefault="00B26C81" w:rsidP="007C5AC4">
            <w:pPr>
              <w:jc w:val="center"/>
            </w:pPr>
            <w:r>
              <w:t>областной бюджет</w:t>
            </w:r>
          </w:p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 w:val="restart"/>
          </w:tcPr>
          <w:p w:rsidR="00B26C81" w:rsidRPr="007C5AC4" w:rsidRDefault="00B26C81" w:rsidP="00270B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3501" w:type="dxa"/>
            <w:vMerge w:val="restart"/>
            <w:vAlign w:val="center"/>
          </w:tcPr>
          <w:p w:rsidR="00B26C81" w:rsidRPr="007C5AC4" w:rsidRDefault="00B26C81" w:rsidP="00270BFE">
            <w:pPr>
              <w:rPr>
                <w:sz w:val="24"/>
                <w:szCs w:val="24"/>
                <w:u w:val="single"/>
              </w:rPr>
            </w:pPr>
            <w:r w:rsidRPr="007C5AC4">
              <w:rPr>
                <w:b/>
                <w:sz w:val="24"/>
                <w:szCs w:val="24"/>
                <w:u w:val="single"/>
              </w:rPr>
              <w:t>Итого по Подпрограмме 4</w:t>
            </w: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b/>
                <w:sz w:val="24"/>
                <w:szCs w:val="24"/>
              </w:rPr>
            </w:pPr>
            <w:r w:rsidRPr="007C5AC4">
              <w:rPr>
                <w:b/>
                <w:sz w:val="24"/>
                <w:szCs w:val="24"/>
              </w:rPr>
              <w:t>Всего, тыс.руб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1123,7</w:t>
            </w:r>
          </w:p>
        </w:tc>
        <w:tc>
          <w:tcPr>
            <w:tcW w:w="996" w:type="dxa"/>
          </w:tcPr>
          <w:p w:rsidR="00B26C81" w:rsidRPr="007C5AC4" w:rsidRDefault="00B26C81" w:rsidP="007C5AC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1243,4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1178,8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1302,0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1302,0</w:t>
            </w:r>
          </w:p>
        </w:tc>
        <w:tc>
          <w:tcPr>
            <w:tcW w:w="943" w:type="dxa"/>
          </w:tcPr>
          <w:p w:rsidR="00B26C81" w:rsidRPr="007C5AC4" w:rsidRDefault="00B26C81" w:rsidP="00EA45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1302,0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1302,0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1302,0</w:t>
            </w:r>
          </w:p>
        </w:tc>
        <w:tc>
          <w:tcPr>
            <w:tcW w:w="876" w:type="dxa"/>
          </w:tcPr>
          <w:p w:rsidR="00B26C81" w:rsidRPr="007C5AC4" w:rsidRDefault="00B26C81" w:rsidP="00EA45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1302,0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270BFE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  <w:vAlign w:val="center"/>
          </w:tcPr>
          <w:p w:rsidR="00B26C81" w:rsidRPr="007C5AC4" w:rsidRDefault="00B26C81" w:rsidP="00270BFE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b/>
              </w:rPr>
              <w:t>местный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996,7</w:t>
            </w:r>
          </w:p>
        </w:tc>
        <w:tc>
          <w:tcPr>
            <w:tcW w:w="996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1101,8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965,4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1135,9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1135,9</w:t>
            </w:r>
          </w:p>
        </w:tc>
        <w:tc>
          <w:tcPr>
            <w:tcW w:w="94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1135,9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1135,9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1135,9</w:t>
            </w:r>
          </w:p>
        </w:tc>
        <w:tc>
          <w:tcPr>
            <w:tcW w:w="87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1135,9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270BFE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  <w:vAlign w:val="center"/>
          </w:tcPr>
          <w:p w:rsidR="00B26C81" w:rsidRPr="007C5AC4" w:rsidRDefault="00B26C81" w:rsidP="00270BFE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b/>
              </w:rPr>
              <w:t>районный 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127,0</w:t>
            </w:r>
          </w:p>
        </w:tc>
        <w:tc>
          <w:tcPr>
            <w:tcW w:w="996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141,6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213,4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166,1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166,1</w:t>
            </w:r>
          </w:p>
        </w:tc>
        <w:tc>
          <w:tcPr>
            <w:tcW w:w="94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166,1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166,1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166,1</w:t>
            </w:r>
          </w:p>
        </w:tc>
        <w:tc>
          <w:tcPr>
            <w:tcW w:w="87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166,1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270BFE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  <w:vAlign w:val="center"/>
          </w:tcPr>
          <w:p w:rsidR="00B26C81" w:rsidRPr="007C5AC4" w:rsidRDefault="00B26C81" w:rsidP="00270BFE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b/>
              </w:rPr>
              <w:t>областной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 w:val="restart"/>
          </w:tcPr>
          <w:p w:rsidR="00B26C81" w:rsidRPr="007C5AC4" w:rsidRDefault="00B26C81" w:rsidP="00B66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3501" w:type="dxa"/>
            <w:vMerge w:val="restart"/>
          </w:tcPr>
          <w:p w:rsidR="00B26C81" w:rsidRPr="007C5AC4" w:rsidRDefault="00B26C81" w:rsidP="00B6687C">
            <w:pPr>
              <w:rPr>
                <w:color w:val="000000"/>
                <w:sz w:val="24"/>
                <w:szCs w:val="24"/>
                <w:u w:val="single"/>
              </w:rPr>
            </w:pPr>
          </w:p>
          <w:p w:rsidR="00B26C81" w:rsidRPr="007C5AC4" w:rsidRDefault="00B26C81" w:rsidP="00B6687C">
            <w:pPr>
              <w:rPr>
                <w:b/>
                <w:color w:val="000000"/>
                <w:sz w:val="24"/>
                <w:szCs w:val="24"/>
                <w:u w:val="single"/>
              </w:rPr>
            </w:pPr>
            <w:r w:rsidRPr="007C5AC4">
              <w:rPr>
                <w:b/>
                <w:color w:val="000000"/>
                <w:sz w:val="24"/>
                <w:szCs w:val="24"/>
                <w:u w:val="single"/>
              </w:rPr>
              <w:t>ВСЕГО   ПО   ПРОГРАММЕ</w:t>
            </w: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b/>
                <w:sz w:val="28"/>
                <w:szCs w:val="28"/>
              </w:rPr>
            </w:pPr>
          </w:p>
          <w:p w:rsidR="00B26C81" w:rsidRPr="007C5AC4" w:rsidRDefault="00B26C81" w:rsidP="007C5AC4">
            <w:pPr>
              <w:jc w:val="center"/>
              <w:rPr>
                <w:b/>
                <w:sz w:val="28"/>
                <w:szCs w:val="28"/>
              </w:rPr>
            </w:pPr>
            <w:r w:rsidRPr="007C5AC4">
              <w:rPr>
                <w:b/>
                <w:sz w:val="28"/>
                <w:szCs w:val="28"/>
              </w:rPr>
              <w:t>Всего, тыс.руб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4608,8</w:t>
            </w:r>
          </w:p>
        </w:tc>
        <w:tc>
          <w:tcPr>
            <w:tcW w:w="996" w:type="dxa"/>
          </w:tcPr>
          <w:p w:rsidR="00B26C81" w:rsidRPr="007C5AC4" w:rsidRDefault="00B26C81" w:rsidP="007C5AC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4354,8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4159,1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4526,0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4565,2</w:t>
            </w:r>
          </w:p>
        </w:tc>
        <w:tc>
          <w:tcPr>
            <w:tcW w:w="943" w:type="dxa"/>
          </w:tcPr>
          <w:p w:rsidR="00B26C81" w:rsidRPr="007C5AC4" w:rsidRDefault="00B26C81" w:rsidP="00EA45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4526,0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4526,0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4526,0</w:t>
            </w:r>
          </w:p>
        </w:tc>
        <w:tc>
          <w:tcPr>
            <w:tcW w:w="876" w:type="dxa"/>
          </w:tcPr>
          <w:p w:rsidR="00B26C81" w:rsidRPr="007C5AC4" w:rsidRDefault="00B26C81" w:rsidP="00EA45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4526,0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B6687C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B6687C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2773,7</w:t>
            </w:r>
          </w:p>
        </w:tc>
        <w:tc>
          <w:tcPr>
            <w:tcW w:w="996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2900,8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2762,9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3032,5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3071,7</w:t>
            </w:r>
          </w:p>
        </w:tc>
        <w:tc>
          <w:tcPr>
            <w:tcW w:w="94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3032,5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3032,5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3032,5</w:t>
            </w:r>
          </w:p>
        </w:tc>
        <w:tc>
          <w:tcPr>
            <w:tcW w:w="87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3032,5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B6687C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B6687C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b/>
                <w:sz w:val="24"/>
                <w:szCs w:val="24"/>
              </w:rPr>
              <w:t xml:space="preserve"> районный 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1289,6</w:t>
            </w:r>
          </w:p>
        </w:tc>
        <w:tc>
          <w:tcPr>
            <w:tcW w:w="996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1248,8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1355,7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1453,0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1453,0</w:t>
            </w:r>
          </w:p>
        </w:tc>
        <w:tc>
          <w:tcPr>
            <w:tcW w:w="94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1453,0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1453,0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1453,0</w:t>
            </w:r>
          </w:p>
        </w:tc>
        <w:tc>
          <w:tcPr>
            <w:tcW w:w="87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1453,0</w:t>
            </w:r>
          </w:p>
        </w:tc>
      </w:tr>
      <w:tr w:rsidR="00B26C81" w:rsidTr="00881F44">
        <w:trPr>
          <w:gridAfter w:val="11"/>
          <w:wAfter w:w="9636" w:type="dxa"/>
        </w:trPr>
        <w:tc>
          <w:tcPr>
            <w:tcW w:w="557" w:type="dxa"/>
            <w:vMerge/>
          </w:tcPr>
          <w:p w:rsidR="00B26C81" w:rsidRPr="007C5AC4" w:rsidRDefault="00B26C81" w:rsidP="00B6687C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6C81" w:rsidRPr="007C5AC4" w:rsidRDefault="00B26C81" w:rsidP="00B6687C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b/>
                <w:sz w:val="24"/>
                <w:szCs w:val="24"/>
              </w:rPr>
              <w:t>областной бюджет</w:t>
            </w:r>
          </w:p>
        </w:tc>
        <w:tc>
          <w:tcPr>
            <w:tcW w:w="980" w:type="dxa"/>
            <w:vAlign w:val="center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 w:rsidRPr="007C5AC4"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545,5</w:t>
            </w:r>
          </w:p>
        </w:tc>
        <w:tc>
          <w:tcPr>
            <w:tcW w:w="996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205,2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40,5</w:t>
            </w:r>
          </w:p>
        </w:tc>
        <w:tc>
          <w:tcPr>
            <w:tcW w:w="953" w:type="dxa"/>
          </w:tcPr>
          <w:p w:rsidR="00B26C81" w:rsidRPr="007C5AC4" w:rsidRDefault="00B26C81" w:rsidP="007C5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40,5</w:t>
            </w:r>
          </w:p>
        </w:tc>
        <w:tc>
          <w:tcPr>
            <w:tcW w:w="95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40,5</w:t>
            </w:r>
          </w:p>
        </w:tc>
        <w:tc>
          <w:tcPr>
            <w:tcW w:w="943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40,5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40,5</w:t>
            </w:r>
          </w:p>
        </w:tc>
        <w:tc>
          <w:tcPr>
            <w:tcW w:w="942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40,5</w:t>
            </w:r>
          </w:p>
        </w:tc>
        <w:tc>
          <w:tcPr>
            <w:tcW w:w="876" w:type="dxa"/>
          </w:tcPr>
          <w:p w:rsidR="00B26C81" w:rsidRPr="007C5AC4" w:rsidRDefault="00B26C81" w:rsidP="00EA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40,5</w:t>
            </w:r>
          </w:p>
        </w:tc>
      </w:tr>
    </w:tbl>
    <w:p w:rsidR="00B26C81" w:rsidRDefault="00B26C81" w:rsidP="00880419">
      <w:pPr>
        <w:jc w:val="right"/>
        <w:rPr>
          <w:sz w:val="24"/>
          <w:szCs w:val="24"/>
        </w:rPr>
      </w:pPr>
    </w:p>
    <w:p w:rsidR="00B26C81" w:rsidRDefault="00B26C81"/>
    <w:sectPr w:rsidR="00B26C81" w:rsidSect="001C2B5F">
      <w:pgSz w:w="16838" w:h="11906" w:orient="landscape"/>
      <w:pgMar w:top="567" w:right="567" w:bottom="39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0419"/>
    <w:rsid w:val="00000CA5"/>
    <w:rsid w:val="00005C2A"/>
    <w:rsid w:val="00005DCB"/>
    <w:rsid w:val="000106CE"/>
    <w:rsid w:val="0001521B"/>
    <w:rsid w:val="00023D27"/>
    <w:rsid w:val="00050FFB"/>
    <w:rsid w:val="0006488E"/>
    <w:rsid w:val="00071410"/>
    <w:rsid w:val="00073042"/>
    <w:rsid w:val="000731AF"/>
    <w:rsid w:val="00080874"/>
    <w:rsid w:val="000A7816"/>
    <w:rsid w:val="000C6899"/>
    <w:rsid w:val="000F6484"/>
    <w:rsid w:val="00105A2D"/>
    <w:rsid w:val="00130DC9"/>
    <w:rsid w:val="00151F9B"/>
    <w:rsid w:val="00171E47"/>
    <w:rsid w:val="001A3E6C"/>
    <w:rsid w:val="001B2BC6"/>
    <w:rsid w:val="001B3792"/>
    <w:rsid w:val="001B691C"/>
    <w:rsid w:val="001C2B5F"/>
    <w:rsid w:val="001D14F2"/>
    <w:rsid w:val="001D2AE3"/>
    <w:rsid w:val="001D3B8F"/>
    <w:rsid w:val="001E4F27"/>
    <w:rsid w:val="0022081D"/>
    <w:rsid w:val="00270BFE"/>
    <w:rsid w:val="00282409"/>
    <w:rsid w:val="002A2003"/>
    <w:rsid w:val="002B4DBF"/>
    <w:rsid w:val="002C2BF4"/>
    <w:rsid w:val="002D2F21"/>
    <w:rsid w:val="002F09D9"/>
    <w:rsid w:val="002F56FA"/>
    <w:rsid w:val="00304A7C"/>
    <w:rsid w:val="00307C6B"/>
    <w:rsid w:val="00334FFF"/>
    <w:rsid w:val="003626C3"/>
    <w:rsid w:val="00372CBC"/>
    <w:rsid w:val="003A2857"/>
    <w:rsid w:val="003D250E"/>
    <w:rsid w:val="004018E8"/>
    <w:rsid w:val="004606AE"/>
    <w:rsid w:val="004636D2"/>
    <w:rsid w:val="004A4B1E"/>
    <w:rsid w:val="004B7380"/>
    <w:rsid w:val="004C1F3E"/>
    <w:rsid w:val="004D01C1"/>
    <w:rsid w:val="004F401B"/>
    <w:rsid w:val="00510A4D"/>
    <w:rsid w:val="0051220B"/>
    <w:rsid w:val="00533D92"/>
    <w:rsid w:val="00534036"/>
    <w:rsid w:val="00546C19"/>
    <w:rsid w:val="005515D7"/>
    <w:rsid w:val="00566EC2"/>
    <w:rsid w:val="00593130"/>
    <w:rsid w:val="005A6DEA"/>
    <w:rsid w:val="005E54D3"/>
    <w:rsid w:val="006324B9"/>
    <w:rsid w:val="00633F3A"/>
    <w:rsid w:val="00635876"/>
    <w:rsid w:val="006A00B0"/>
    <w:rsid w:val="006A191F"/>
    <w:rsid w:val="006B664A"/>
    <w:rsid w:val="006E18B3"/>
    <w:rsid w:val="006F7893"/>
    <w:rsid w:val="007002A2"/>
    <w:rsid w:val="007129DC"/>
    <w:rsid w:val="00762A3A"/>
    <w:rsid w:val="007760AA"/>
    <w:rsid w:val="00787DA0"/>
    <w:rsid w:val="00796B51"/>
    <w:rsid w:val="007B7FEC"/>
    <w:rsid w:val="007C5AC4"/>
    <w:rsid w:val="007D26B1"/>
    <w:rsid w:val="007F4DB1"/>
    <w:rsid w:val="0080038C"/>
    <w:rsid w:val="008004F9"/>
    <w:rsid w:val="0081207D"/>
    <w:rsid w:val="00826010"/>
    <w:rsid w:val="00862D8D"/>
    <w:rsid w:val="00875318"/>
    <w:rsid w:val="00880419"/>
    <w:rsid w:val="00881F44"/>
    <w:rsid w:val="00896B51"/>
    <w:rsid w:val="00896C84"/>
    <w:rsid w:val="008A1135"/>
    <w:rsid w:val="008C43B0"/>
    <w:rsid w:val="008C59D9"/>
    <w:rsid w:val="008C5E10"/>
    <w:rsid w:val="008E3920"/>
    <w:rsid w:val="00905F4E"/>
    <w:rsid w:val="009148A4"/>
    <w:rsid w:val="00921977"/>
    <w:rsid w:val="00925457"/>
    <w:rsid w:val="009263C3"/>
    <w:rsid w:val="00926D2F"/>
    <w:rsid w:val="009332AF"/>
    <w:rsid w:val="00941523"/>
    <w:rsid w:val="009501EE"/>
    <w:rsid w:val="00962605"/>
    <w:rsid w:val="00971733"/>
    <w:rsid w:val="009A19AD"/>
    <w:rsid w:val="009A3C96"/>
    <w:rsid w:val="009A46AF"/>
    <w:rsid w:val="009B4A20"/>
    <w:rsid w:val="009D48B6"/>
    <w:rsid w:val="009E4AC1"/>
    <w:rsid w:val="009F15E8"/>
    <w:rsid w:val="009F1ED5"/>
    <w:rsid w:val="00A05ABE"/>
    <w:rsid w:val="00A067C4"/>
    <w:rsid w:val="00A2434D"/>
    <w:rsid w:val="00A55DE5"/>
    <w:rsid w:val="00A64FA4"/>
    <w:rsid w:val="00A66982"/>
    <w:rsid w:val="00A81621"/>
    <w:rsid w:val="00A836E9"/>
    <w:rsid w:val="00A83A08"/>
    <w:rsid w:val="00A83C01"/>
    <w:rsid w:val="00A83CDA"/>
    <w:rsid w:val="00A83E07"/>
    <w:rsid w:val="00AB0911"/>
    <w:rsid w:val="00AD338F"/>
    <w:rsid w:val="00AF28CE"/>
    <w:rsid w:val="00B0469C"/>
    <w:rsid w:val="00B151C4"/>
    <w:rsid w:val="00B22F78"/>
    <w:rsid w:val="00B26C81"/>
    <w:rsid w:val="00B4620E"/>
    <w:rsid w:val="00B62515"/>
    <w:rsid w:val="00B6687C"/>
    <w:rsid w:val="00B71144"/>
    <w:rsid w:val="00B7674F"/>
    <w:rsid w:val="00B915B3"/>
    <w:rsid w:val="00B927F5"/>
    <w:rsid w:val="00BB0EEC"/>
    <w:rsid w:val="00BD6DD9"/>
    <w:rsid w:val="00BE0A6B"/>
    <w:rsid w:val="00BF5058"/>
    <w:rsid w:val="00C13908"/>
    <w:rsid w:val="00C35EF9"/>
    <w:rsid w:val="00C37E2F"/>
    <w:rsid w:val="00C4458B"/>
    <w:rsid w:val="00C44B66"/>
    <w:rsid w:val="00C660B7"/>
    <w:rsid w:val="00CA705A"/>
    <w:rsid w:val="00CB2040"/>
    <w:rsid w:val="00CB30CC"/>
    <w:rsid w:val="00CB4E88"/>
    <w:rsid w:val="00CF6FFD"/>
    <w:rsid w:val="00D23AD8"/>
    <w:rsid w:val="00D31051"/>
    <w:rsid w:val="00D33D31"/>
    <w:rsid w:val="00D55FF6"/>
    <w:rsid w:val="00D66F46"/>
    <w:rsid w:val="00D83ECD"/>
    <w:rsid w:val="00D85F38"/>
    <w:rsid w:val="00D93514"/>
    <w:rsid w:val="00D978D2"/>
    <w:rsid w:val="00E5754D"/>
    <w:rsid w:val="00E72980"/>
    <w:rsid w:val="00EA4587"/>
    <w:rsid w:val="00EF2B8A"/>
    <w:rsid w:val="00F03680"/>
    <w:rsid w:val="00F20349"/>
    <w:rsid w:val="00F31903"/>
    <w:rsid w:val="00F37AC3"/>
    <w:rsid w:val="00F47E2C"/>
    <w:rsid w:val="00F51B34"/>
    <w:rsid w:val="00F626AC"/>
    <w:rsid w:val="00F62B64"/>
    <w:rsid w:val="00F7270C"/>
    <w:rsid w:val="00F95614"/>
    <w:rsid w:val="00F97531"/>
    <w:rsid w:val="00FB2DB7"/>
    <w:rsid w:val="00FC7CD5"/>
    <w:rsid w:val="00FE05B4"/>
    <w:rsid w:val="00FF3095"/>
    <w:rsid w:val="00FF4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41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88041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1C2B5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">
    <w:name w:val="s1"/>
    <w:basedOn w:val="DefaultParagraphFont"/>
    <w:uiPriority w:val="99"/>
    <w:rsid w:val="0022081D"/>
    <w:rPr>
      <w:rFonts w:cs="Times New Roman"/>
    </w:rPr>
  </w:style>
  <w:style w:type="paragraph" w:styleId="DocumentMap">
    <w:name w:val="Document Map"/>
    <w:basedOn w:val="Normal"/>
    <w:link w:val="DocumentMapChar"/>
    <w:uiPriority w:val="99"/>
    <w:semiHidden/>
    <w:rsid w:val="00881F4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566EC2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97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285</TotalTime>
  <Pages>11</Pages>
  <Words>2492</Words>
  <Characters>14205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ret</cp:lastModifiedBy>
  <cp:revision>20</cp:revision>
  <cp:lastPrinted>2019-10-14T06:48:00Z</cp:lastPrinted>
  <dcterms:created xsi:type="dcterms:W3CDTF">2018-10-31T10:53:00Z</dcterms:created>
  <dcterms:modified xsi:type="dcterms:W3CDTF">2019-11-19T12:35:00Z</dcterms:modified>
</cp:coreProperties>
</file>